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26" w:rsidRPr="00327C7E" w:rsidRDefault="00396926" w:rsidP="007F3A2A">
      <w:pPr>
        <w:ind w:hanging="19"/>
        <w:jc w:val="center"/>
        <w:rPr>
          <w:b/>
          <w:bCs/>
          <w:spacing w:val="8"/>
        </w:rPr>
      </w:pPr>
      <w:r w:rsidRPr="007D7096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6pt;height:47.4pt;visibility:visible" filled="t">
            <v:imagedata r:id="rId6" o:title=""/>
          </v:shape>
        </w:pict>
      </w:r>
    </w:p>
    <w:p w:rsidR="00396926" w:rsidRPr="007F3A2A" w:rsidRDefault="00396926" w:rsidP="007F3A2A">
      <w:pPr>
        <w:ind w:firstLine="4536"/>
        <w:rPr>
          <w:b/>
          <w:bCs/>
          <w:spacing w:val="8"/>
          <w:sz w:val="16"/>
          <w:szCs w:val="16"/>
        </w:rPr>
      </w:pPr>
    </w:p>
    <w:p w:rsidR="00396926" w:rsidRPr="00382141" w:rsidRDefault="00396926" w:rsidP="00382141">
      <w:pPr>
        <w:pStyle w:val="Heading2"/>
        <w:tabs>
          <w:tab w:val="left" w:pos="0"/>
        </w:tabs>
        <w:jc w:val="center"/>
        <w:rPr>
          <w:rFonts w:ascii="Times New Roman" w:hAnsi="Times New Roman" w:cs="Times New Roman"/>
          <w:i w:val="0"/>
          <w:iCs w:val="0"/>
          <w:lang w:val="ru-RU"/>
        </w:rPr>
      </w:pPr>
      <w:r w:rsidRPr="00382141">
        <w:rPr>
          <w:rFonts w:ascii="Times New Roman" w:hAnsi="Times New Roman" w:cs="Times New Roman"/>
          <w:i w:val="0"/>
          <w:iCs w:val="0"/>
          <w:lang w:val="ru-RU"/>
        </w:rPr>
        <w:t>ВОЛОДИМИР-ВОЛИНСЬКА РАЙОННА ДЕРЖАВНА</w:t>
      </w:r>
      <w:r w:rsidRPr="00382141">
        <w:rPr>
          <w:rFonts w:ascii="Times New Roman" w:hAnsi="Times New Roman" w:cs="Times New Roman"/>
          <w:i w:val="0"/>
          <w:iCs w:val="0"/>
        </w:rPr>
        <w:t xml:space="preserve"> </w:t>
      </w:r>
      <w:r w:rsidRPr="00382141">
        <w:rPr>
          <w:rFonts w:ascii="Times New Roman" w:hAnsi="Times New Roman" w:cs="Times New Roman"/>
          <w:i w:val="0"/>
          <w:iCs w:val="0"/>
          <w:lang w:val="ru-RU"/>
        </w:rPr>
        <w:t>АДМІНІСТРАЦІЯ</w:t>
      </w:r>
    </w:p>
    <w:p w:rsidR="00396926" w:rsidRPr="00382141" w:rsidRDefault="00396926" w:rsidP="00382141">
      <w:pPr>
        <w:pStyle w:val="Heading2"/>
        <w:tabs>
          <w:tab w:val="left" w:pos="0"/>
        </w:tabs>
        <w:jc w:val="center"/>
        <w:rPr>
          <w:rFonts w:ascii="Times New Roman" w:hAnsi="Times New Roman" w:cs="Times New Roman"/>
          <w:i w:val="0"/>
          <w:iCs w:val="0"/>
        </w:rPr>
      </w:pPr>
      <w:r w:rsidRPr="00382141">
        <w:rPr>
          <w:rFonts w:ascii="Times New Roman" w:hAnsi="Times New Roman" w:cs="Times New Roman"/>
          <w:i w:val="0"/>
          <w:iCs w:val="0"/>
        </w:rPr>
        <w:t>ВОЛИНСЬКОЇ ОБЛАСТІ</w:t>
      </w:r>
    </w:p>
    <w:p w:rsidR="00396926" w:rsidRPr="007F3A2A" w:rsidRDefault="00396926" w:rsidP="007F3A2A">
      <w:pPr>
        <w:jc w:val="center"/>
        <w:rPr>
          <w:b/>
          <w:bCs/>
        </w:rPr>
      </w:pPr>
    </w:p>
    <w:p w:rsidR="00396926" w:rsidRDefault="00396926" w:rsidP="0031727F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  <w:szCs w:val="32"/>
        </w:rPr>
        <w:t>РОЗПОРЯДЖЕННЯ</w:t>
      </w:r>
    </w:p>
    <w:p w:rsidR="00396926" w:rsidRPr="0031727F" w:rsidRDefault="00396926" w:rsidP="007F3A2A"/>
    <w:p w:rsidR="00396926" w:rsidRPr="000E428D" w:rsidRDefault="00396926" w:rsidP="007C6756">
      <w:pPr>
        <w:tabs>
          <w:tab w:val="left" w:pos="709"/>
        </w:tabs>
      </w:pPr>
      <w:r>
        <w:rPr>
          <w:lang w:val="ru-RU"/>
        </w:rPr>
        <w:t>07</w:t>
      </w:r>
      <w:r>
        <w:t xml:space="preserve"> вересня</w:t>
      </w:r>
      <w:r w:rsidRPr="000E428D">
        <w:t xml:space="preserve"> 20</w:t>
      </w:r>
      <w:r>
        <w:t xml:space="preserve">21 року          м. Володимир-Волинський           </w:t>
      </w:r>
      <w:r w:rsidRPr="000E428D">
        <w:t xml:space="preserve">      </w:t>
      </w:r>
      <w:r>
        <w:t xml:space="preserve"> </w:t>
      </w:r>
      <w:r w:rsidRPr="000E428D">
        <w:t xml:space="preserve">      </w:t>
      </w:r>
      <w:r>
        <w:t xml:space="preserve">  </w:t>
      </w:r>
      <w:r w:rsidRPr="000E428D">
        <w:t xml:space="preserve">    </w:t>
      </w:r>
      <w:r>
        <w:t xml:space="preserve"> </w:t>
      </w:r>
      <w:r>
        <w:rPr>
          <w:lang w:val="ru-RU"/>
        </w:rPr>
        <w:t xml:space="preserve"> </w:t>
      </w:r>
      <w:r>
        <w:t xml:space="preserve">  № </w:t>
      </w:r>
      <w:bookmarkStart w:id="0" w:name="_GoBack"/>
      <w:bookmarkEnd w:id="0"/>
      <w:r>
        <w:t xml:space="preserve">181 </w:t>
      </w:r>
    </w:p>
    <w:p w:rsidR="00396926" w:rsidRDefault="00396926" w:rsidP="00D401B0">
      <w:pPr>
        <w:rPr>
          <w:sz w:val="16"/>
          <w:szCs w:val="16"/>
        </w:rPr>
      </w:pPr>
    </w:p>
    <w:p w:rsidR="00396926" w:rsidRPr="007F3A2A" w:rsidRDefault="00396926" w:rsidP="00D401B0">
      <w:pPr>
        <w:rPr>
          <w:sz w:val="16"/>
          <w:szCs w:val="16"/>
        </w:rPr>
      </w:pPr>
    </w:p>
    <w:p w:rsidR="00396926" w:rsidRPr="008C5070" w:rsidRDefault="00396926" w:rsidP="008C5070">
      <w:pPr>
        <w:jc w:val="center"/>
      </w:pPr>
      <w:r w:rsidRPr="008C5070">
        <w:t>Пр</w:t>
      </w:r>
      <w:r>
        <w:t>о затвердження персонального</w:t>
      </w:r>
      <w:r w:rsidRPr="008C5070">
        <w:t xml:space="preserve"> складу</w:t>
      </w:r>
    </w:p>
    <w:p w:rsidR="00396926" w:rsidRPr="008C5070" w:rsidRDefault="00396926" w:rsidP="008C5070">
      <w:pPr>
        <w:jc w:val="center"/>
      </w:pPr>
      <w:r>
        <w:t>район</w:t>
      </w:r>
      <w:r w:rsidRPr="008C5070">
        <w:t>ної комісії з питань техногенно-екологічної</w:t>
      </w:r>
    </w:p>
    <w:p w:rsidR="00396926" w:rsidRDefault="00396926" w:rsidP="008C5070">
      <w:pPr>
        <w:jc w:val="center"/>
        <w:rPr>
          <w:sz w:val="16"/>
          <w:szCs w:val="16"/>
        </w:rPr>
      </w:pPr>
      <w:r w:rsidRPr="008C5070">
        <w:t xml:space="preserve">безпеки </w:t>
      </w:r>
      <w:r>
        <w:t>та</w:t>
      </w:r>
      <w:r w:rsidRPr="008C5070">
        <w:t xml:space="preserve"> надзвичайних ситуацій</w:t>
      </w:r>
    </w:p>
    <w:p w:rsidR="00396926" w:rsidRDefault="00396926" w:rsidP="00A017B7">
      <w:pPr>
        <w:jc w:val="both"/>
        <w:rPr>
          <w:sz w:val="16"/>
          <w:szCs w:val="16"/>
        </w:rPr>
      </w:pPr>
    </w:p>
    <w:p w:rsidR="00396926" w:rsidRPr="00C71678" w:rsidRDefault="00396926" w:rsidP="00A017B7">
      <w:pPr>
        <w:jc w:val="both"/>
        <w:rPr>
          <w:sz w:val="16"/>
          <w:szCs w:val="16"/>
        </w:rPr>
      </w:pPr>
    </w:p>
    <w:p w:rsidR="00396926" w:rsidRDefault="00396926" w:rsidP="00861BFF">
      <w:pPr>
        <w:tabs>
          <w:tab w:val="left" w:pos="709"/>
        </w:tabs>
        <w:ind w:firstLine="709"/>
        <w:jc w:val="both"/>
      </w:pPr>
      <w:r w:rsidRPr="0017660C">
        <w:t xml:space="preserve">Відповідно до статті 39 Закону України «Про місцеві державні адміністрації» (зі змінами), </w:t>
      </w:r>
      <w:r>
        <w:t xml:space="preserve">Положення про </w:t>
      </w:r>
      <w:r>
        <w:rPr>
          <w:color w:val="000000"/>
        </w:rPr>
        <w:t>район</w:t>
      </w:r>
      <w:r>
        <w:t>ну комісію з питань техногенно-екологічної безпеки та надзвичайних ситуацій, затвердженого розпорядженням голови районної державної адміністрації від 14 сер</w:t>
      </w:r>
      <w:r w:rsidRPr="00020E85">
        <w:t>пня 2015</w:t>
      </w:r>
      <w:r>
        <w:t> року № 28</w:t>
      </w:r>
      <w:r w:rsidRPr="00020E85">
        <w:t xml:space="preserve">2, зареєстрованого у </w:t>
      </w:r>
      <w:r>
        <w:t>Володимир-Волинському міськрайонному</w:t>
      </w:r>
      <w:r w:rsidRPr="00020E85">
        <w:t xml:space="preserve"> управлінні юстиції у Волинській</w:t>
      </w:r>
      <w:r>
        <w:t xml:space="preserve"> області 19 серпня 2015 року за № 10/157</w:t>
      </w:r>
      <w:r w:rsidRPr="00020E85">
        <w:t>:</w:t>
      </w:r>
    </w:p>
    <w:p w:rsidR="00396926" w:rsidRPr="00A017B7" w:rsidRDefault="00396926" w:rsidP="00861BFF">
      <w:pPr>
        <w:tabs>
          <w:tab w:val="left" w:pos="709"/>
        </w:tabs>
        <w:ind w:firstLine="709"/>
        <w:jc w:val="both"/>
      </w:pPr>
    </w:p>
    <w:p w:rsidR="00396926" w:rsidRDefault="00396926" w:rsidP="00861BFF">
      <w:pPr>
        <w:tabs>
          <w:tab w:val="left" w:pos="709"/>
        </w:tabs>
        <w:ind w:firstLine="709"/>
        <w:jc w:val="both"/>
      </w:pPr>
      <w:r>
        <w:t>1. </w:t>
      </w:r>
      <w:r w:rsidRPr="0017660C">
        <w:t>З</w:t>
      </w:r>
      <w:r>
        <w:t>атвердити</w:t>
      </w:r>
      <w:r w:rsidRPr="0017660C">
        <w:t xml:space="preserve"> </w:t>
      </w:r>
      <w:r>
        <w:t>новий персональний</w:t>
      </w:r>
      <w:r w:rsidRPr="0017660C">
        <w:t xml:space="preserve"> склад </w:t>
      </w:r>
      <w:r>
        <w:t>Володимир-Волинської районної</w:t>
      </w:r>
      <w:r w:rsidRPr="0017660C">
        <w:t xml:space="preserve"> комісії з питань техногенно-екологічної безпеки </w:t>
      </w:r>
      <w:r>
        <w:t>і</w:t>
      </w:r>
      <w:r w:rsidRPr="0017660C">
        <w:t xml:space="preserve"> надзвичайних ситуацій, що додається.</w:t>
      </w:r>
    </w:p>
    <w:p w:rsidR="00396926" w:rsidRDefault="00396926" w:rsidP="00861BFF">
      <w:pPr>
        <w:tabs>
          <w:tab w:val="left" w:pos="709"/>
        </w:tabs>
        <w:ind w:firstLine="709"/>
        <w:jc w:val="both"/>
      </w:pPr>
    </w:p>
    <w:p w:rsidR="00396926" w:rsidRDefault="00396926" w:rsidP="00861BFF">
      <w:pPr>
        <w:pStyle w:val="BodyText"/>
        <w:ind w:firstLine="709"/>
        <w:jc w:val="both"/>
      </w:pPr>
      <w:r>
        <w:t xml:space="preserve">2. Визнати </w:t>
      </w:r>
      <w:r w:rsidRPr="0017660C">
        <w:t>таким</w:t>
      </w:r>
      <w:r>
        <w:t>и</w:t>
      </w:r>
      <w:r w:rsidRPr="0017660C">
        <w:t>, що втратил</w:t>
      </w:r>
      <w:r>
        <w:t>и</w:t>
      </w:r>
      <w:r w:rsidRPr="0017660C">
        <w:t xml:space="preserve"> чинніст</w:t>
      </w:r>
      <w:r>
        <w:t xml:space="preserve">ь, розпорядження голови районної </w:t>
      </w:r>
      <w:r w:rsidRPr="0017660C">
        <w:t>державної адміністрації</w:t>
      </w:r>
      <w:r>
        <w:t xml:space="preserve"> від 26.08.2015 року № 290, від 26.03.2019 року № 53, від 17.07.</w:t>
      </w:r>
      <w:r w:rsidRPr="000E428D">
        <w:t>20</w:t>
      </w:r>
      <w:r>
        <w:t>20 </w:t>
      </w:r>
      <w:r w:rsidRPr="000E428D">
        <w:t>року</w:t>
      </w:r>
      <w:r>
        <w:t xml:space="preserve"> № 80.</w:t>
      </w:r>
    </w:p>
    <w:p w:rsidR="00396926" w:rsidRDefault="00396926" w:rsidP="00567E20">
      <w:pPr>
        <w:ind w:firstLine="709"/>
        <w:jc w:val="both"/>
      </w:pPr>
    </w:p>
    <w:p w:rsidR="00396926" w:rsidRDefault="00396926" w:rsidP="00A017B7">
      <w:pPr>
        <w:jc w:val="both"/>
      </w:pPr>
    </w:p>
    <w:p w:rsidR="00396926" w:rsidRPr="00A017B7" w:rsidRDefault="00396926" w:rsidP="00A017B7">
      <w:pPr>
        <w:jc w:val="both"/>
      </w:pPr>
    </w:p>
    <w:p w:rsidR="00396926" w:rsidRPr="00A017B7" w:rsidRDefault="00396926" w:rsidP="00A017B7">
      <w:pPr>
        <w:jc w:val="both"/>
      </w:pPr>
      <w:r w:rsidRPr="00A017B7">
        <w:t xml:space="preserve">Голова                                       </w:t>
      </w:r>
      <w:r>
        <w:t xml:space="preserve">   </w:t>
      </w:r>
      <w:r w:rsidRPr="00A017B7">
        <w:t xml:space="preserve">                                             </w:t>
      </w:r>
      <w:r>
        <w:t xml:space="preserve">             </w:t>
      </w:r>
      <w:r>
        <w:rPr>
          <w:b/>
          <w:bCs/>
        </w:rPr>
        <w:t>Юрій Л</w:t>
      </w:r>
      <w:r w:rsidRPr="00A017B7">
        <w:rPr>
          <w:b/>
          <w:bCs/>
        </w:rPr>
        <w:t>О</w:t>
      </w:r>
      <w:r>
        <w:rPr>
          <w:b/>
          <w:bCs/>
        </w:rPr>
        <w:t>БАЧ</w:t>
      </w:r>
    </w:p>
    <w:p w:rsidR="00396926" w:rsidRDefault="00396926" w:rsidP="00A017B7">
      <w:pPr>
        <w:jc w:val="both"/>
      </w:pPr>
    </w:p>
    <w:p w:rsidR="00396926" w:rsidRDefault="00396926" w:rsidP="00A017B7">
      <w:pPr>
        <w:jc w:val="both"/>
      </w:pPr>
    </w:p>
    <w:p w:rsidR="00396926" w:rsidRPr="00A017B7" w:rsidRDefault="00396926" w:rsidP="00A017B7">
      <w:pPr>
        <w:jc w:val="both"/>
      </w:pPr>
    </w:p>
    <w:p w:rsidR="00396926" w:rsidRPr="00861BFF" w:rsidRDefault="00396926" w:rsidP="00A017B7">
      <w:pPr>
        <w:jc w:val="both"/>
      </w:pPr>
      <w:r w:rsidRPr="00861BFF">
        <w:t>Андрій Томчук 23 479</w:t>
      </w:r>
    </w:p>
    <w:sectPr w:rsidR="00396926" w:rsidRPr="00861BFF" w:rsidSect="00DA544B">
      <w:headerReference w:type="default" r:id="rId7"/>
      <w:pgSz w:w="11906" w:h="16838" w:code="9"/>
      <w:pgMar w:top="45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926" w:rsidRDefault="00396926">
      <w:r>
        <w:separator/>
      </w:r>
    </w:p>
  </w:endnote>
  <w:endnote w:type="continuationSeparator" w:id="0">
    <w:p w:rsidR="00396926" w:rsidRDefault="00396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926" w:rsidRDefault="00396926">
      <w:r>
        <w:separator/>
      </w:r>
    </w:p>
  </w:footnote>
  <w:footnote w:type="continuationSeparator" w:id="0">
    <w:p w:rsidR="00396926" w:rsidRDefault="003969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926" w:rsidRDefault="00396926" w:rsidP="006B3624">
    <w:pPr>
      <w:pStyle w:val="Header"/>
      <w:framePr w:wrap="auto" w:vAnchor="text" w:hAnchor="margin" w:xAlign="center" w:y="1"/>
      <w:rPr>
        <w:rStyle w:val="PageNumber"/>
      </w:rPr>
    </w:pPr>
  </w:p>
  <w:p w:rsidR="00396926" w:rsidRDefault="003969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1B0"/>
    <w:rsid w:val="00007F0D"/>
    <w:rsid w:val="000103F7"/>
    <w:rsid w:val="00015CF1"/>
    <w:rsid w:val="00020E85"/>
    <w:rsid w:val="00022A88"/>
    <w:rsid w:val="0002636C"/>
    <w:rsid w:val="00030F3A"/>
    <w:rsid w:val="0003425D"/>
    <w:rsid w:val="00044668"/>
    <w:rsid w:val="00046CD0"/>
    <w:rsid w:val="00051E8F"/>
    <w:rsid w:val="00052271"/>
    <w:rsid w:val="00055562"/>
    <w:rsid w:val="00055D3A"/>
    <w:rsid w:val="00056336"/>
    <w:rsid w:val="000601B9"/>
    <w:rsid w:val="000652A7"/>
    <w:rsid w:val="00065C6F"/>
    <w:rsid w:val="000671A2"/>
    <w:rsid w:val="00082B2C"/>
    <w:rsid w:val="00082D42"/>
    <w:rsid w:val="00083E2E"/>
    <w:rsid w:val="00093412"/>
    <w:rsid w:val="00097294"/>
    <w:rsid w:val="000A0EB8"/>
    <w:rsid w:val="000A0FE0"/>
    <w:rsid w:val="000A1A40"/>
    <w:rsid w:val="000A51B5"/>
    <w:rsid w:val="000B241D"/>
    <w:rsid w:val="000B443A"/>
    <w:rsid w:val="000C0477"/>
    <w:rsid w:val="000C22A9"/>
    <w:rsid w:val="000C4468"/>
    <w:rsid w:val="000C7A82"/>
    <w:rsid w:val="000D0875"/>
    <w:rsid w:val="000D2E60"/>
    <w:rsid w:val="000E3138"/>
    <w:rsid w:val="000E428D"/>
    <w:rsid w:val="000E4DB6"/>
    <w:rsid w:val="000E5901"/>
    <w:rsid w:val="000E653C"/>
    <w:rsid w:val="000E6EB4"/>
    <w:rsid w:val="000F0AF3"/>
    <w:rsid w:val="000F4E8C"/>
    <w:rsid w:val="000F59EA"/>
    <w:rsid w:val="000F7872"/>
    <w:rsid w:val="00112BF1"/>
    <w:rsid w:val="00114AB6"/>
    <w:rsid w:val="0012062A"/>
    <w:rsid w:val="00120D7B"/>
    <w:rsid w:val="0012111F"/>
    <w:rsid w:val="00131955"/>
    <w:rsid w:val="00136A39"/>
    <w:rsid w:val="00137C06"/>
    <w:rsid w:val="00141174"/>
    <w:rsid w:val="00144767"/>
    <w:rsid w:val="001607AD"/>
    <w:rsid w:val="00161E8F"/>
    <w:rsid w:val="00162DD2"/>
    <w:rsid w:val="00165364"/>
    <w:rsid w:val="00166B36"/>
    <w:rsid w:val="0017660C"/>
    <w:rsid w:val="00186FE8"/>
    <w:rsid w:val="001910B3"/>
    <w:rsid w:val="001935C6"/>
    <w:rsid w:val="001949E2"/>
    <w:rsid w:val="00194B7F"/>
    <w:rsid w:val="001A09A5"/>
    <w:rsid w:val="001A4100"/>
    <w:rsid w:val="001B23C2"/>
    <w:rsid w:val="001B4DFA"/>
    <w:rsid w:val="001C0643"/>
    <w:rsid w:val="001C4D6C"/>
    <w:rsid w:val="001C631B"/>
    <w:rsid w:val="001D1E08"/>
    <w:rsid w:val="001D29EE"/>
    <w:rsid w:val="001E5FF0"/>
    <w:rsid w:val="001E67FB"/>
    <w:rsid w:val="001F15B1"/>
    <w:rsid w:val="001F2F8F"/>
    <w:rsid w:val="001F2FA4"/>
    <w:rsid w:val="001F3E25"/>
    <w:rsid w:val="001F4050"/>
    <w:rsid w:val="001F7732"/>
    <w:rsid w:val="002020C8"/>
    <w:rsid w:val="00205DFC"/>
    <w:rsid w:val="00206BC2"/>
    <w:rsid w:val="00210B14"/>
    <w:rsid w:val="00212C89"/>
    <w:rsid w:val="00214341"/>
    <w:rsid w:val="00217202"/>
    <w:rsid w:val="00217611"/>
    <w:rsid w:val="00222F02"/>
    <w:rsid w:val="002231D2"/>
    <w:rsid w:val="0024345B"/>
    <w:rsid w:val="002513C4"/>
    <w:rsid w:val="00262C88"/>
    <w:rsid w:val="00265D29"/>
    <w:rsid w:val="00267AE1"/>
    <w:rsid w:val="00277C97"/>
    <w:rsid w:val="00283327"/>
    <w:rsid w:val="00283880"/>
    <w:rsid w:val="002859E9"/>
    <w:rsid w:val="00286330"/>
    <w:rsid w:val="0029450B"/>
    <w:rsid w:val="002970BA"/>
    <w:rsid w:val="002A0D90"/>
    <w:rsid w:val="002A1165"/>
    <w:rsid w:val="002B0976"/>
    <w:rsid w:val="002B4ED4"/>
    <w:rsid w:val="002B5597"/>
    <w:rsid w:val="002B7170"/>
    <w:rsid w:val="002C0347"/>
    <w:rsid w:val="002C5E3E"/>
    <w:rsid w:val="002D16FA"/>
    <w:rsid w:val="002D282E"/>
    <w:rsid w:val="002D377C"/>
    <w:rsid w:val="002D4F80"/>
    <w:rsid w:val="002D6F10"/>
    <w:rsid w:val="002D7D5C"/>
    <w:rsid w:val="002E768D"/>
    <w:rsid w:val="002F57F8"/>
    <w:rsid w:val="002F69C5"/>
    <w:rsid w:val="002F7755"/>
    <w:rsid w:val="003013FE"/>
    <w:rsid w:val="0030389B"/>
    <w:rsid w:val="00304588"/>
    <w:rsid w:val="00313B12"/>
    <w:rsid w:val="00315564"/>
    <w:rsid w:val="003162EC"/>
    <w:rsid w:val="0031727F"/>
    <w:rsid w:val="003238AF"/>
    <w:rsid w:val="00324189"/>
    <w:rsid w:val="00327C7E"/>
    <w:rsid w:val="003303E4"/>
    <w:rsid w:val="00336FE2"/>
    <w:rsid w:val="00337A6F"/>
    <w:rsid w:val="00343CFA"/>
    <w:rsid w:val="003447B6"/>
    <w:rsid w:val="00346596"/>
    <w:rsid w:val="00347CE9"/>
    <w:rsid w:val="0035330E"/>
    <w:rsid w:val="00355070"/>
    <w:rsid w:val="00364CF5"/>
    <w:rsid w:val="003663FA"/>
    <w:rsid w:val="00366B88"/>
    <w:rsid w:val="00376D1A"/>
    <w:rsid w:val="00381B35"/>
    <w:rsid w:val="00382141"/>
    <w:rsid w:val="00382415"/>
    <w:rsid w:val="00384E89"/>
    <w:rsid w:val="003922DC"/>
    <w:rsid w:val="00392932"/>
    <w:rsid w:val="00396926"/>
    <w:rsid w:val="00396D51"/>
    <w:rsid w:val="003A039A"/>
    <w:rsid w:val="003A698B"/>
    <w:rsid w:val="003A6F5F"/>
    <w:rsid w:val="003A7F04"/>
    <w:rsid w:val="003A7F18"/>
    <w:rsid w:val="003B0211"/>
    <w:rsid w:val="003C4D9C"/>
    <w:rsid w:val="003D184F"/>
    <w:rsid w:val="003D1CF9"/>
    <w:rsid w:val="003D2A33"/>
    <w:rsid w:val="003D5E02"/>
    <w:rsid w:val="003D5EEC"/>
    <w:rsid w:val="003E0EBB"/>
    <w:rsid w:val="003E1628"/>
    <w:rsid w:val="003E23A0"/>
    <w:rsid w:val="003E285F"/>
    <w:rsid w:val="003E4489"/>
    <w:rsid w:val="003E4B8B"/>
    <w:rsid w:val="003F00C5"/>
    <w:rsid w:val="003F0912"/>
    <w:rsid w:val="003F31C4"/>
    <w:rsid w:val="003F5466"/>
    <w:rsid w:val="003F55D4"/>
    <w:rsid w:val="004032A9"/>
    <w:rsid w:val="00415CA2"/>
    <w:rsid w:val="004164F5"/>
    <w:rsid w:val="0041705F"/>
    <w:rsid w:val="004204C2"/>
    <w:rsid w:val="0042125F"/>
    <w:rsid w:val="00422740"/>
    <w:rsid w:val="00423CE6"/>
    <w:rsid w:val="0042653F"/>
    <w:rsid w:val="00441935"/>
    <w:rsid w:val="0044593A"/>
    <w:rsid w:val="00445D56"/>
    <w:rsid w:val="0045028E"/>
    <w:rsid w:val="00453A82"/>
    <w:rsid w:val="0045502A"/>
    <w:rsid w:val="00456986"/>
    <w:rsid w:val="00462D51"/>
    <w:rsid w:val="004663C9"/>
    <w:rsid w:val="004666C2"/>
    <w:rsid w:val="00471442"/>
    <w:rsid w:val="00472DE3"/>
    <w:rsid w:val="00480339"/>
    <w:rsid w:val="00480637"/>
    <w:rsid w:val="004867AC"/>
    <w:rsid w:val="00486C7F"/>
    <w:rsid w:val="00487726"/>
    <w:rsid w:val="00491BBF"/>
    <w:rsid w:val="00491CCA"/>
    <w:rsid w:val="004A0255"/>
    <w:rsid w:val="004A16E3"/>
    <w:rsid w:val="004A2565"/>
    <w:rsid w:val="004B042C"/>
    <w:rsid w:val="004B3E84"/>
    <w:rsid w:val="004B42C8"/>
    <w:rsid w:val="004B4CD0"/>
    <w:rsid w:val="004E6B1B"/>
    <w:rsid w:val="004F0B2B"/>
    <w:rsid w:val="004F0BB8"/>
    <w:rsid w:val="004F2DA6"/>
    <w:rsid w:val="004F3113"/>
    <w:rsid w:val="00511A39"/>
    <w:rsid w:val="00520B3D"/>
    <w:rsid w:val="005303AA"/>
    <w:rsid w:val="0054283A"/>
    <w:rsid w:val="00543117"/>
    <w:rsid w:val="00544D74"/>
    <w:rsid w:val="00550CDA"/>
    <w:rsid w:val="005510AB"/>
    <w:rsid w:val="00552BD7"/>
    <w:rsid w:val="005570B2"/>
    <w:rsid w:val="0056089B"/>
    <w:rsid w:val="00567E20"/>
    <w:rsid w:val="00580BF3"/>
    <w:rsid w:val="00581291"/>
    <w:rsid w:val="0058232B"/>
    <w:rsid w:val="00590657"/>
    <w:rsid w:val="00591153"/>
    <w:rsid w:val="00592420"/>
    <w:rsid w:val="00593C0B"/>
    <w:rsid w:val="00596A3D"/>
    <w:rsid w:val="005A1BCC"/>
    <w:rsid w:val="005A3BBA"/>
    <w:rsid w:val="005B283E"/>
    <w:rsid w:val="005B33C6"/>
    <w:rsid w:val="005B67BA"/>
    <w:rsid w:val="005C036F"/>
    <w:rsid w:val="005C1380"/>
    <w:rsid w:val="005C2A93"/>
    <w:rsid w:val="005C2D05"/>
    <w:rsid w:val="005E1BA0"/>
    <w:rsid w:val="005E2A9E"/>
    <w:rsid w:val="005E3AE2"/>
    <w:rsid w:val="005F3EEA"/>
    <w:rsid w:val="00600BE6"/>
    <w:rsid w:val="00603A35"/>
    <w:rsid w:val="0061571E"/>
    <w:rsid w:val="00616F32"/>
    <w:rsid w:val="00621457"/>
    <w:rsid w:val="006224FE"/>
    <w:rsid w:val="00622DA2"/>
    <w:rsid w:val="00633105"/>
    <w:rsid w:val="00640C89"/>
    <w:rsid w:val="006448B1"/>
    <w:rsid w:val="0064560D"/>
    <w:rsid w:val="00650AC1"/>
    <w:rsid w:val="00651050"/>
    <w:rsid w:val="006603C6"/>
    <w:rsid w:val="0066103E"/>
    <w:rsid w:val="006665BE"/>
    <w:rsid w:val="0066745C"/>
    <w:rsid w:val="00670430"/>
    <w:rsid w:val="006708E0"/>
    <w:rsid w:val="0067527F"/>
    <w:rsid w:val="006773A7"/>
    <w:rsid w:val="00692111"/>
    <w:rsid w:val="00697CD5"/>
    <w:rsid w:val="006A5560"/>
    <w:rsid w:val="006B3624"/>
    <w:rsid w:val="006B5246"/>
    <w:rsid w:val="006C50D3"/>
    <w:rsid w:val="006C5BF9"/>
    <w:rsid w:val="006D18CE"/>
    <w:rsid w:val="006D292B"/>
    <w:rsid w:val="006D4A92"/>
    <w:rsid w:val="006D6125"/>
    <w:rsid w:val="006D6FA8"/>
    <w:rsid w:val="006E4066"/>
    <w:rsid w:val="00700FD8"/>
    <w:rsid w:val="00706B92"/>
    <w:rsid w:val="00712AC7"/>
    <w:rsid w:val="00712C73"/>
    <w:rsid w:val="007137A8"/>
    <w:rsid w:val="00723FF1"/>
    <w:rsid w:val="007340B5"/>
    <w:rsid w:val="007362AF"/>
    <w:rsid w:val="00743148"/>
    <w:rsid w:val="00761FD3"/>
    <w:rsid w:val="00762B19"/>
    <w:rsid w:val="007751A0"/>
    <w:rsid w:val="00786813"/>
    <w:rsid w:val="0078700A"/>
    <w:rsid w:val="007961E1"/>
    <w:rsid w:val="007C6756"/>
    <w:rsid w:val="007D34C6"/>
    <w:rsid w:val="007D6679"/>
    <w:rsid w:val="007D7096"/>
    <w:rsid w:val="007E2C1A"/>
    <w:rsid w:val="007E2FD3"/>
    <w:rsid w:val="007E40F0"/>
    <w:rsid w:val="007E6349"/>
    <w:rsid w:val="007E696F"/>
    <w:rsid w:val="007F060E"/>
    <w:rsid w:val="007F3A2A"/>
    <w:rsid w:val="007F6CE7"/>
    <w:rsid w:val="00800558"/>
    <w:rsid w:val="00811092"/>
    <w:rsid w:val="00812EB0"/>
    <w:rsid w:val="00815594"/>
    <w:rsid w:val="00820CFD"/>
    <w:rsid w:val="00822FB3"/>
    <w:rsid w:val="008243CD"/>
    <w:rsid w:val="00825FAE"/>
    <w:rsid w:val="00830B95"/>
    <w:rsid w:val="00840880"/>
    <w:rsid w:val="00841431"/>
    <w:rsid w:val="00845CC5"/>
    <w:rsid w:val="0084670F"/>
    <w:rsid w:val="00851272"/>
    <w:rsid w:val="0085153F"/>
    <w:rsid w:val="00856DFF"/>
    <w:rsid w:val="00861493"/>
    <w:rsid w:val="00861BFF"/>
    <w:rsid w:val="00862F8B"/>
    <w:rsid w:val="008677FB"/>
    <w:rsid w:val="00867B23"/>
    <w:rsid w:val="00871B22"/>
    <w:rsid w:val="00881B32"/>
    <w:rsid w:val="00891AAB"/>
    <w:rsid w:val="00895AA2"/>
    <w:rsid w:val="008978C0"/>
    <w:rsid w:val="008B00C8"/>
    <w:rsid w:val="008C09D7"/>
    <w:rsid w:val="008C29D0"/>
    <w:rsid w:val="008C3DA8"/>
    <w:rsid w:val="008C5070"/>
    <w:rsid w:val="008C6D99"/>
    <w:rsid w:val="008D1483"/>
    <w:rsid w:val="008D1784"/>
    <w:rsid w:val="008D3E9B"/>
    <w:rsid w:val="008E13BC"/>
    <w:rsid w:val="008E17CA"/>
    <w:rsid w:val="008E7221"/>
    <w:rsid w:val="008F4509"/>
    <w:rsid w:val="00900134"/>
    <w:rsid w:val="0091050D"/>
    <w:rsid w:val="00913E7C"/>
    <w:rsid w:val="00914190"/>
    <w:rsid w:val="00921E12"/>
    <w:rsid w:val="009223EE"/>
    <w:rsid w:val="009253CA"/>
    <w:rsid w:val="0092681E"/>
    <w:rsid w:val="009364A4"/>
    <w:rsid w:val="00950BA6"/>
    <w:rsid w:val="00963C84"/>
    <w:rsid w:val="00963CF6"/>
    <w:rsid w:val="00973C65"/>
    <w:rsid w:val="00981F88"/>
    <w:rsid w:val="00983DFC"/>
    <w:rsid w:val="00990407"/>
    <w:rsid w:val="009A5917"/>
    <w:rsid w:val="009A5AD4"/>
    <w:rsid w:val="009B3319"/>
    <w:rsid w:val="009B4049"/>
    <w:rsid w:val="009B5CB5"/>
    <w:rsid w:val="009C1D10"/>
    <w:rsid w:val="009D2C5E"/>
    <w:rsid w:val="009E3F40"/>
    <w:rsid w:val="009F3134"/>
    <w:rsid w:val="00A017B7"/>
    <w:rsid w:val="00A04D99"/>
    <w:rsid w:val="00A13B48"/>
    <w:rsid w:val="00A161A7"/>
    <w:rsid w:val="00A2075B"/>
    <w:rsid w:val="00A24320"/>
    <w:rsid w:val="00A303D9"/>
    <w:rsid w:val="00A3248A"/>
    <w:rsid w:val="00A4040B"/>
    <w:rsid w:val="00A42122"/>
    <w:rsid w:val="00A424A9"/>
    <w:rsid w:val="00A47976"/>
    <w:rsid w:val="00A57116"/>
    <w:rsid w:val="00A62BFC"/>
    <w:rsid w:val="00A71C6D"/>
    <w:rsid w:val="00A76E18"/>
    <w:rsid w:val="00A77473"/>
    <w:rsid w:val="00A7781F"/>
    <w:rsid w:val="00A80112"/>
    <w:rsid w:val="00A803D9"/>
    <w:rsid w:val="00A8633F"/>
    <w:rsid w:val="00A874F0"/>
    <w:rsid w:val="00A90E86"/>
    <w:rsid w:val="00A9186F"/>
    <w:rsid w:val="00A91B18"/>
    <w:rsid w:val="00A93221"/>
    <w:rsid w:val="00A93807"/>
    <w:rsid w:val="00AA2E39"/>
    <w:rsid w:val="00AA3830"/>
    <w:rsid w:val="00AB0AA5"/>
    <w:rsid w:val="00AB4015"/>
    <w:rsid w:val="00AC106C"/>
    <w:rsid w:val="00AC20D4"/>
    <w:rsid w:val="00AC5B4E"/>
    <w:rsid w:val="00AD123A"/>
    <w:rsid w:val="00AD222A"/>
    <w:rsid w:val="00AD5488"/>
    <w:rsid w:val="00AD7CD0"/>
    <w:rsid w:val="00AE45A1"/>
    <w:rsid w:val="00AF0AC7"/>
    <w:rsid w:val="00B17D1B"/>
    <w:rsid w:val="00B23D63"/>
    <w:rsid w:val="00B32242"/>
    <w:rsid w:val="00B44406"/>
    <w:rsid w:val="00B44742"/>
    <w:rsid w:val="00B4617E"/>
    <w:rsid w:val="00B46D79"/>
    <w:rsid w:val="00B64416"/>
    <w:rsid w:val="00B6712E"/>
    <w:rsid w:val="00B70156"/>
    <w:rsid w:val="00B75C9E"/>
    <w:rsid w:val="00B75DC7"/>
    <w:rsid w:val="00B80E71"/>
    <w:rsid w:val="00B8253B"/>
    <w:rsid w:val="00B91A6E"/>
    <w:rsid w:val="00B93FFE"/>
    <w:rsid w:val="00B9648C"/>
    <w:rsid w:val="00B9705F"/>
    <w:rsid w:val="00BA36D7"/>
    <w:rsid w:val="00BA6283"/>
    <w:rsid w:val="00BB522E"/>
    <w:rsid w:val="00BC1822"/>
    <w:rsid w:val="00BC6E1E"/>
    <w:rsid w:val="00BD02DB"/>
    <w:rsid w:val="00BD061C"/>
    <w:rsid w:val="00BD0AFB"/>
    <w:rsid w:val="00BD25F8"/>
    <w:rsid w:val="00BD61C7"/>
    <w:rsid w:val="00BE3663"/>
    <w:rsid w:val="00BF3A6A"/>
    <w:rsid w:val="00BF533A"/>
    <w:rsid w:val="00BF5342"/>
    <w:rsid w:val="00BF74A2"/>
    <w:rsid w:val="00C02189"/>
    <w:rsid w:val="00C22CDB"/>
    <w:rsid w:val="00C26044"/>
    <w:rsid w:val="00C331C5"/>
    <w:rsid w:val="00C35983"/>
    <w:rsid w:val="00C45F08"/>
    <w:rsid w:val="00C52BEF"/>
    <w:rsid w:val="00C5631B"/>
    <w:rsid w:val="00C610E3"/>
    <w:rsid w:val="00C6160B"/>
    <w:rsid w:val="00C71678"/>
    <w:rsid w:val="00C71E14"/>
    <w:rsid w:val="00C72D3C"/>
    <w:rsid w:val="00C75E7C"/>
    <w:rsid w:val="00C87DD3"/>
    <w:rsid w:val="00C947AB"/>
    <w:rsid w:val="00C95D80"/>
    <w:rsid w:val="00C969A0"/>
    <w:rsid w:val="00CA0FB5"/>
    <w:rsid w:val="00CA4A5D"/>
    <w:rsid w:val="00CA587A"/>
    <w:rsid w:val="00CC1C71"/>
    <w:rsid w:val="00CC532C"/>
    <w:rsid w:val="00CD0E20"/>
    <w:rsid w:val="00CD1327"/>
    <w:rsid w:val="00CD6B75"/>
    <w:rsid w:val="00CE1612"/>
    <w:rsid w:val="00CE68F0"/>
    <w:rsid w:val="00CF5F4D"/>
    <w:rsid w:val="00CF7B09"/>
    <w:rsid w:val="00D01815"/>
    <w:rsid w:val="00D0290E"/>
    <w:rsid w:val="00D02EE7"/>
    <w:rsid w:val="00D03321"/>
    <w:rsid w:val="00D0454D"/>
    <w:rsid w:val="00D11B91"/>
    <w:rsid w:val="00D15AE4"/>
    <w:rsid w:val="00D16A8C"/>
    <w:rsid w:val="00D26A6A"/>
    <w:rsid w:val="00D30E6E"/>
    <w:rsid w:val="00D33DCE"/>
    <w:rsid w:val="00D401B0"/>
    <w:rsid w:val="00D4179A"/>
    <w:rsid w:val="00D4439D"/>
    <w:rsid w:val="00D54C39"/>
    <w:rsid w:val="00D555E8"/>
    <w:rsid w:val="00D55D85"/>
    <w:rsid w:val="00D568E9"/>
    <w:rsid w:val="00D571C2"/>
    <w:rsid w:val="00D57A99"/>
    <w:rsid w:val="00D606CA"/>
    <w:rsid w:val="00D62B8B"/>
    <w:rsid w:val="00D65AC9"/>
    <w:rsid w:val="00D666A4"/>
    <w:rsid w:val="00D73394"/>
    <w:rsid w:val="00D763D8"/>
    <w:rsid w:val="00D8381F"/>
    <w:rsid w:val="00D872B3"/>
    <w:rsid w:val="00D87553"/>
    <w:rsid w:val="00D914F0"/>
    <w:rsid w:val="00D91BEC"/>
    <w:rsid w:val="00D941EC"/>
    <w:rsid w:val="00DA544B"/>
    <w:rsid w:val="00DA5A8B"/>
    <w:rsid w:val="00DB194C"/>
    <w:rsid w:val="00DB35CD"/>
    <w:rsid w:val="00DB47A8"/>
    <w:rsid w:val="00DC03C0"/>
    <w:rsid w:val="00DC615E"/>
    <w:rsid w:val="00DE5E6B"/>
    <w:rsid w:val="00DE5ED9"/>
    <w:rsid w:val="00DE7E36"/>
    <w:rsid w:val="00DF3009"/>
    <w:rsid w:val="00DF4B12"/>
    <w:rsid w:val="00DF623E"/>
    <w:rsid w:val="00E01A77"/>
    <w:rsid w:val="00E04803"/>
    <w:rsid w:val="00E172B3"/>
    <w:rsid w:val="00E2205B"/>
    <w:rsid w:val="00E23981"/>
    <w:rsid w:val="00E24D0B"/>
    <w:rsid w:val="00E26AA3"/>
    <w:rsid w:val="00E30973"/>
    <w:rsid w:val="00E32031"/>
    <w:rsid w:val="00E401EC"/>
    <w:rsid w:val="00E4360E"/>
    <w:rsid w:val="00E44417"/>
    <w:rsid w:val="00E448AD"/>
    <w:rsid w:val="00E530FA"/>
    <w:rsid w:val="00E55660"/>
    <w:rsid w:val="00E632FD"/>
    <w:rsid w:val="00E63CD3"/>
    <w:rsid w:val="00E64753"/>
    <w:rsid w:val="00E7334F"/>
    <w:rsid w:val="00E80B04"/>
    <w:rsid w:val="00E85488"/>
    <w:rsid w:val="00E87514"/>
    <w:rsid w:val="00E90B1D"/>
    <w:rsid w:val="00E948A0"/>
    <w:rsid w:val="00E949E2"/>
    <w:rsid w:val="00EA2976"/>
    <w:rsid w:val="00EA3754"/>
    <w:rsid w:val="00EA4429"/>
    <w:rsid w:val="00EA4C39"/>
    <w:rsid w:val="00EA4C46"/>
    <w:rsid w:val="00EA550E"/>
    <w:rsid w:val="00EA68FB"/>
    <w:rsid w:val="00EA6FDB"/>
    <w:rsid w:val="00EB3E9C"/>
    <w:rsid w:val="00EC1BAD"/>
    <w:rsid w:val="00EC294F"/>
    <w:rsid w:val="00EC5798"/>
    <w:rsid w:val="00ED1976"/>
    <w:rsid w:val="00ED212D"/>
    <w:rsid w:val="00EF2BA8"/>
    <w:rsid w:val="00EF7B8D"/>
    <w:rsid w:val="00F04B14"/>
    <w:rsid w:val="00F07237"/>
    <w:rsid w:val="00F1750A"/>
    <w:rsid w:val="00F211DA"/>
    <w:rsid w:val="00F22375"/>
    <w:rsid w:val="00F24C4F"/>
    <w:rsid w:val="00F34B9E"/>
    <w:rsid w:val="00F35A9A"/>
    <w:rsid w:val="00F35FAD"/>
    <w:rsid w:val="00F452EE"/>
    <w:rsid w:val="00F45472"/>
    <w:rsid w:val="00F675D2"/>
    <w:rsid w:val="00F71640"/>
    <w:rsid w:val="00F73DB8"/>
    <w:rsid w:val="00F807A9"/>
    <w:rsid w:val="00F81BA6"/>
    <w:rsid w:val="00F81BC0"/>
    <w:rsid w:val="00F83260"/>
    <w:rsid w:val="00F87B46"/>
    <w:rsid w:val="00F97B43"/>
    <w:rsid w:val="00FA254B"/>
    <w:rsid w:val="00FA2FB5"/>
    <w:rsid w:val="00FB54A3"/>
    <w:rsid w:val="00FB57FB"/>
    <w:rsid w:val="00FB5A21"/>
    <w:rsid w:val="00FB5B25"/>
    <w:rsid w:val="00FC285F"/>
    <w:rsid w:val="00FC46A0"/>
    <w:rsid w:val="00FD2542"/>
    <w:rsid w:val="00FD5B0D"/>
    <w:rsid w:val="00FF2CB6"/>
    <w:rsid w:val="00FF4FCD"/>
    <w:rsid w:val="00FF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401B0"/>
    <w:rPr>
      <w:sz w:val="28"/>
      <w:szCs w:val="28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01B0"/>
    <w:pPr>
      <w:keepNext/>
      <w:jc w:val="center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7F3A2A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401B0"/>
    <w:pPr>
      <w:keepNext/>
      <w:jc w:val="both"/>
      <w:outlineLvl w:val="3"/>
    </w:pPr>
  </w:style>
  <w:style w:type="paragraph" w:styleId="Heading6">
    <w:name w:val="heading 6"/>
    <w:basedOn w:val="Normal"/>
    <w:next w:val="Normal"/>
    <w:link w:val="Heading6Char"/>
    <w:uiPriority w:val="99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1C6D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F3A2A"/>
    <w:rPr>
      <w:rFonts w:ascii="Calibri Light" w:hAnsi="Calibri Light" w:cs="Calibri Light"/>
      <w:b/>
      <w:bCs/>
      <w:i/>
      <w:iCs/>
      <w:sz w:val="28"/>
      <w:szCs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71C6D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71C6D"/>
    <w:rPr>
      <w:rFonts w:ascii="Calibri" w:hAnsi="Calibri" w:cs="Calibri"/>
      <w:b/>
      <w:bCs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D401B0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71C6D"/>
    <w:rPr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D401B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A71C6D"/>
    <w:rPr>
      <w:sz w:val="28"/>
      <w:szCs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37A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1C6D"/>
    <w:rPr>
      <w:sz w:val="2"/>
      <w:szCs w:val="2"/>
      <w:lang w:eastAsia="ru-RU"/>
    </w:rPr>
  </w:style>
  <w:style w:type="paragraph" w:styleId="Header">
    <w:name w:val="header"/>
    <w:basedOn w:val="Normal"/>
    <w:link w:val="HeaderChar"/>
    <w:uiPriority w:val="99"/>
    <w:rsid w:val="007E69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1C6D"/>
    <w:rPr>
      <w:sz w:val="28"/>
      <w:szCs w:val="28"/>
      <w:lang w:eastAsia="ru-RU"/>
    </w:rPr>
  </w:style>
  <w:style w:type="character" w:styleId="PageNumber">
    <w:name w:val="page number"/>
    <w:basedOn w:val="DefaultParagraphFont"/>
    <w:uiPriority w:val="99"/>
    <w:rsid w:val="007E696F"/>
  </w:style>
  <w:style w:type="paragraph" w:styleId="Footer">
    <w:name w:val="footer"/>
    <w:basedOn w:val="Normal"/>
    <w:link w:val="FooterChar"/>
    <w:uiPriority w:val="99"/>
    <w:rsid w:val="006610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1C6D"/>
    <w:rPr>
      <w:sz w:val="28"/>
      <w:szCs w:val="28"/>
      <w:lang w:eastAsia="ru-RU"/>
    </w:rPr>
  </w:style>
  <w:style w:type="paragraph" w:customStyle="1" w:styleId="a">
    <w:name w:val="Знак Знак"/>
    <w:basedOn w:val="Normal"/>
    <w:uiPriority w:val="99"/>
    <w:rsid w:val="006603C6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91050D"/>
    <w:pPr>
      <w:ind w:left="720"/>
    </w:pPr>
  </w:style>
  <w:style w:type="paragraph" w:styleId="BodyText">
    <w:name w:val="Body Text"/>
    <w:basedOn w:val="Normal"/>
    <w:link w:val="BodyTextChar"/>
    <w:uiPriority w:val="99"/>
    <w:locked/>
    <w:rsid w:val="000A0EB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</TotalTime>
  <Pages>1</Pages>
  <Words>762</Words>
  <Characters>435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dc:description/>
  <cp:lastModifiedBy>Gavrulyk M</cp:lastModifiedBy>
  <cp:revision>6</cp:revision>
  <cp:lastPrinted>2020-03-25T14:45:00Z</cp:lastPrinted>
  <dcterms:created xsi:type="dcterms:W3CDTF">2021-09-01T13:03:00Z</dcterms:created>
  <dcterms:modified xsi:type="dcterms:W3CDTF">2021-10-12T12:59:00Z</dcterms:modified>
</cp:coreProperties>
</file>