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6FD" w:rsidRPr="00D60A08" w:rsidRDefault="004E16FD" w:rsidP="00995395">
      <w:pPr>
        <w:pStyle w:val="Heading7"/>
        <w:ind w:left="4152" w:firstLine="708"/>
        <w:rPr>
          <w:sz w:val="28"/>
          <w:szCs w:val="28"/>
          <w:lang w:val="uk-UA"/>
        </w:rPr>
      </w:pPr>
      <w:r w:rsidRPr="00D60A08">
        <w:rPr>
          <w:sz w:val="28"/>
          <w:szCs w:val="28"/>
          <w:lang w:val="uk-UA"/>
        </w:rPr>
        <w:t>Додаток 1</w:t>
      </w:r>
    </w:p>
    <w:p w:rsidR="004E16FD" w:rsidRPr="00D60A08" w:rsidRDefault="004E16FD" w:rsidP="00995395">
      <w:pPr>
        <w:ind w:left="4860"/>
        <w:rPr>
          <w:sz w:val="28"/>
          <w:szCs w:val="28"/>
          <w:lang w:val="uk-UA"/>
        </w:rPr>
      </w:pPr>
      <w:r w:rsidRPr="00D60A08">
        <w:rPr>
          <w:sz w:val="28"/>
          <w:szCs w:val="28"/>
          <w:lang w:val="uk-UA"/>
        </w:rPr>
        <w:t xml:space="preserve">до розпорядження голови </w:t>
      </w:r>
    </w:p>
    <w:p w:rsidR="004E16FD" w:rsidRPr="00D60A08" w:rsidRDefault="004E16FD" w:rsidP="00995395">
      <w:pPr>
        <w:ind w:left="4860"/>
        <w:rPr>
          <w:sz w:val="28"/>
          <w:szCs w:val="28"/>
          <w:lang w:val="uk-UA"/>
        </w:rPr>
      </w:pPr>
      <w:r w:rsidRPr="00D60A08">
        <w:rPr>
          <w:sz w:val="28"/>
          <w:szCs w:val="28"/>
          <w:lang w:val="uk-UA"/>
        </w:rPr>
        <w:t>районної державної адміністрації</w:t>
      </w:r>
    </w:p>
    <w:p w:rsidR="004E16FD" w:rsidRPr="00803930" w:rsidRDefault="004E16FD" w:rsidP="00995395">
      <w:pPr>
        <w:ind w:left="4860" w:firstLine="12"/>
        <w:rPr>
          <w:sz w:val="28"/>
          <w:szCs w:val="28"/>
          <w:lang w:val="uk-UA"/>
        </w:rPr>
      </w:pPr>
      <w:r w:rsidRPr="00D60A08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09.09</w:t>
      </w:r>
      <w:r w:rsidRPr="0080393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2020</w:t>
      </w:r>
      <w:r w:rsidRPr="00D60A08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102</w:t>
      </w:r>
    </w:p>
    <w:p w:rsidR="004E16FD" w:rsidRPr="00D60A08" w:rsidRDefault="004E16FD" w:rsidP="00995395">
      <w:pPr>
        <w:ind w:firstLine="720"/>
        <w:jc w:val="both"/>
        <w:rPr>
          <w:sz w:val="28"/>
          <w:szCs w:val="28"/>
          <w:lang w:val="uk-UA"/>
        </w:rPr>
      </w:pPr>
      <w:r w:rsidRPr="00D60A08">
        <w:rPr>
          <w:sz w:val="28"/>
          <w:szCs w:val="28"/>
          <w:lang w:val="uk-UA"/>
        </w:rPr>
        <w:t xml:space="preserve">                                                                </w:t>
      </w:r>
    </w:p>
    <w:p w:rsidR="004E16FD" w:rsidRPr="00D84299" w:rsidRDefault="004E16FD" w:rsidP="00995395">
      <w:pPr>
        <w:pStyle w:val="Heading8"/>
        <w:jc w:val="center"/>
        <w:rPr>
          <w:b/>
          <w:bCs/>
          <w:i w:val="0"/>
          <w:iCs w:val="0"/>
          <w:sz w:val="28"/>
          <w:szCs w:val="28"/>
          <w:lang w:val="uk-UA"/>
        </w:rPr>
      </w:pPr>
      <w:r w:rsidRPr="00D84299">
        <w:rPr>
          <w:b/>
          <w:bCs/>
          <w:i w:val="0"/>
          <w:iCs w:val="0"/>
          <w:sz w:val="28"/>
          <w:szCs w:val="28"/>
          <w:lang w:val="uk-UA"/>
        </w:rPr>
        <w:t>СКЛАД</w:t>
      </w:r>
    </w:p>
    <w:p w:rsidR="004E16FD" w:rsidRPr="00D84299" w:rsidRDefault="004E16FD" w:rsidP="00995395">
      <w:pPr>
        <w:jc w:val="center"/>
        <w:rPr>
          <w:b/>
          <w:bCs/>
          <w:sz w:val="28"/>
          <w:szCs w:val="28"/>
          <w:lang w:val="uk-UA"/>
        </w:rPr>
      </w:pPr>
      <w:r w:rsidRPr="00D84299">
        <w:rPr>
          <w:b/>
          <w:bCs/>
          <w:sz w:val="28"/>
          <w:szCs w:val="28"/>
          <w:lang w:val="uk-UA"/>
        </w:rPr>
        <w:t>районної призовної комісії</w:t>
      </w:r>
    </w:p>
    <w:p w:rsidR="004E16FD" w:rsidRPr="006714B4" w:rsidRDefault="004E16FD" w:rsidP="00995395">
      <w:pPr>
        <w:jc w:val="center"/>
        <w:rPr>
          <w:sz w:val="28"/>
          <w:szCs w:val="28"/>
          <w:lang w:val="uk-UA"/>
        </w:rPr>
      </w:pPr>
    </w:p>
    <w:p w:rsidR="004E16FD" w:rsidRDefault="004E16FD" w:rsidP="00995395">
      <w:pPr>
        <w:jc w:val="center"/>
        <w:rPr>
          <w:sz w:val="28"/>
          <w:szCs w:val="28"/>
          <w:lang w:val="uk-UA"/>
        </w:rPr>
      </w:pPr>
      <w:r w:rsidRPr="00D84299">
        <w:rPr>
          <w:sz w:val="28"/>
          <w:szCs w:val="28"/>
          <w:lang w:val="uk-UA"/>
        </w:rPr>
        <w:t>Голова комісії:</w:t>
      </w:r>
    </w:p>
    <w:p w:rsidR="004E16FD" w:rsidRPr="00D84299" w:rsidRDefault="004E16FD" w:rsidP="00995395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3240"/>
        <w:gridCol w:w="6300"/>
      </w:tblGrid>
      <w:tr w:rsidR="004E16FD" w:rsidRPr="002270B9">
        <w:trPr>
          <w:trHeight w:val="217"/>
        </w:trPr>
        <w:tc>
          <w:tcPr>
            <w:tcW w:w="3240" w:type="dxa"/>
          </w:tcPr>
          <w:p w:rsidR="004E16FD" w:rsidRPr="002270B9" w:rsidRDefault="004E16FD" w:rsidP="00C51215">
            <w:pPr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РОМАНЮК </w:t>
            </w:r>
            <w:r>
              <w:rPr>
                <w:sz w:val="28"/>
                <w:szCs w:val="28"/>
                <w:lang w:val="uk-UA"/>
              </w:rPr>
              <w:t xml:space="preserve">           </w:t>
            </w:r>
            <w:r w:rsidRPr="002270B9">
              <w:rPr>
                <w:sz w:val="28"/>
                <w:szCs w:val="28"/>
                <w:lang w:val="uk-UA"/>
              </w:rPr>
              <w:t>Сергій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270B9">
              <w:rPr>
                <w:sz w:val="28"/>
                <w:szCs w:val="28"/>
                <w:lang w:val="uk-UA"/>
              </w:rPr>
              <w:t xml:space="preserve"> Йосипович</w:t>
            </w:r>
          </w:p>
        </w:tc>
        <w:tc>
          <w:tcPr>
            <w:tcW w:w="6300" w:type="dxa"/>
          </w:tcPr>
          <w:p w:rsidR="004E16FD" w:rsidRDefault="004E16FD" w:rsidP="00C51215">
            <w:pPr>
              <w:ind w:hanging="3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w w:val="90"/>
                <w:sz w:val="28"/>
                <w:szCs w:val="28"/>
                <w:lang w:val="uk-UA"/>
              </w:rPr>
              <w:t>–</w:t>
            </w:r>
            <w:r>
              <w:rPr>
                <w:w w:val="90"/>
                <w:sz w:val="28"/>
                <w:szCs w:val="28"/>
                <w:lang w:val="uk-UA"/>
              </w:rPr>
              <w:t> </w:t>
            </w:r>
            <w:r w:rsidRPr="002270B9">
              <w:rPr>
                <w:sz w:val="28"/>
                <w:szCs w:val="28"/>
                <w:lang w:val="uk-UA"/>
              </w:rPr>
              <w:t>керівник апарату районної державної адміністрації</w:t>
            </w:r>
          </w:p>
          <w:p w:rsidR="004E16FD" w:rsidRPr="002270B9" w:rsidRDefault="004E16FD" w:rsidP="00C51215">
            <w:pPr>
              <w:ind w:hanging="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E16FD" w:rsidRPr="002270B9">
        <w:trPr>
          <w:trHeight w:val="197"/>
        </w:trPr>
        <w:tc>
          <w:tcPr>
            <w:tcW w:w="9540" w:type="dxa"/>
            <w:gridSpan w:val="2"/>
          </w:tcPr>
          <w:p w:rsidR="004E16FD" w:rsidRDefault="004E16FD" w:rsidP="00C51215">
            <w:pPr>
              <w:jc w:val="center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Секретар комісії:</w:t>
            </w:r>
          </w:p>
          <w:p w:rsidR="004E16FD" w:rsidRPr="002270B9" w:rsidRDefault="004E16FD" w:rsidP="00C5121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E16FD" w:rsidRPr="002270B9">
        <w:trPr>
          <w:trHeight w:val="214"/>
        </w:trPr>
        <w:tc>
          <w:tcPr>
            <w:tcW w:w="3240" w:type="dxa"/>
          </w:tcPr>
          <w:p w:rsidR="004E16FD" w:rsidRPr="00E818F0" w:rsidRDefault="004E16FD" w:rsidP="00E818F0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w w:val="90"/>
                <w:sz w:val="28"/>
                <w:szCs w:val="28"/>
                <w:lang w:val="uk-UA"/>
              </w:rPr>
              <w:t>БОЖИК Марія Вікторівна</w:t>
            </w:r>
          </w:p>
        </w:tc>
        <w:tc>
          <w:tcPr>
            <w:tcW w:w="6300" w:type="dxa"/>
          </w:tcPr>
          <w:p w:rsidR="004E16FD" w:rsidRDefault="004E16FD" w:rsidP="00C51215">
            <w:pPr>
              <w:ind w:right="-2"/>
              <w:jc w:val="both"/>
              <w:rPr>
                <w:color w:val="000000"/>
                <w:w w:val="90"/>
                <w:sz w:val="28"/>
                <w:szCs w:val="28"/>
                <w:lang w:val="uk-UA"/>
              </w:rPr>
            </w:pPr>
            <w:r>
              <w:rPr>
                <w:color w:val="000000"/>
                <w:w w:val="90"/>
                <w:sz w:val="28"/>
                <w:szCs w:val="28"/>
                <w:lang w:val="uk-UA"/>
              </w:rPr>
              <w:t>– медична сестра КП «Володимир-Волинське ТМО»</w:t>
            </w:r>
          </w:p>
          <w:p w:rsidR="004E16FD" w:rsidRPr="002270B9" w:rsidRDefault="004E16FD" w:rsidP="00C51215">
            <w:pPr>
              <w:ind w:right="-2"/>
              <w:jc w:val="both"/>
              <w:rPr>
                <w:color w:val="000000"/>
                <w:w w:val="90"/>
                <w:sz w:val="28"/>
                <w:szCs w:val="28"/>
                <w:lang w:val="uk-UA"/>
              </w:rPr>
            </w:pPr>
          </w:p>
        </w:tc>
      </w:tr>
      <w:tr w:rsidR="004E16FD" w:rsidRPr="002270B9">
        <w:trPr>
          <w:trHeight w:val="247"/>
        </w:trPr>
        <w:tc>
          <w:tcPr>
            <w:tcW w:w="9540" w:type="dxa"/>
            <w:gridSpan w:val="2"/>
          </w:tcPr>
          <w:p w:rsidR="004E16FD" w:rsidRDefault="004E16FD" w:rsidP="00C51215">
            <w:pPr>
              <w:jc w:val="center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Члени  комісії:</w:t>
            </w:r>
          </w:p>
          <w:p w:rsidR="004E16FD" w:rsidRPr="002270B9" w:rsidRDefault="004E16FD" w:rsidP="00C5121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E16FD" w:rsidRPr="002270B9">
        <w:trPr>
          <w:trHeight w:val="131"/>
        </w:trPr>
        <w:tc>
          <w:tcPr>
            <w:tcW w:w="3240" w:type="dxa"/>
          </w:tcPr>
          <w:p w:rsidR="004E16FD" w:rsidRPr="002270B9" w:rsidRDefault="004E16FD" w:rsidP="00C51215">
            <w:pPr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ЯЦІЙ</w:t>
            </w:r>
          </w:p>
          <w:p w:rsidR="004E16FD" w:rsidRPr="002270B9" w:rsidRDefault="004E16FD" w:rsidP="00C51215">
            <w:pPr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Руслан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270B9">
              <w:rPr>
                <w:sz w:val="28"/>
                <w:szCs w:val="28"/>
                <w:lang w:val="uk-UA"/>
              </w:rPr>
              <w:t xml:space="preserve">Ярославович                   </w:t>
            </w:r>
          </w:p>
        </w:tc>
        <w:tc>
          <w:tcPr>
            <w:tcW w:w="6300" w:type="dxa"/>
          </w:tcPr>
          <w:p w:rsidR="004E16FD" w:rsidRDefault="004E16FD" w:rsidP="00C51215">
            <w:pPr>
              <w:ind w:hanging="3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 – військовий комісар Володимир-Волинського об'єднаного районного військового комісаріату </w:t>
            </w:r>
          </w:p>
          <w:p w:rsidR="004E16FD" w:rsidRPr="002270B9" w:rsidRDefault="004E16FD" w:rsidP="00C51215">
            <w:pPr>
              <w:ind w:hanging="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E16FD" w:rsidRPr="002270B9">
        <w:trPr>
          <w:trHeight w:val="149"/>
        </w:trPr>
        <w:tc>
          <w:tcPr>
            <w:tcW w:w="3240" w:type="dxa"/>
          </w:tcPr>
          <w:p w:rsidR="004E16FD" w:rsidRPr="002270B9" w:rsidRDefault="004E16FD" w:rsidP="00C51215">
            <w:pPr>
              <w:rPr>
                <w:sz w:val="28"/>
                <w:szCs w:val="28"/>
                <w:lang w:val="uk-UA"/>
              </w:rPr>
            </w:pPr>
            <w:r>
              <w:rPr>
                <w:w w:val="90"/>
                <w:sz w:val="28"/>
                <w:szCs w:val="28"/>
                <w:lang w:val="uk-UA"/>
              </w:rPr>
              <w:t>ПАВЛЮК Радислав Сергійович</w:t>
            </w:r>
          </w:p>
        </w:tc>
        <w:tc>
          <w:tcPr>
            <w:tcW w:w="6300" w:type="dxa"/>
          </w:tcPr>
          <w:p w:rsidR="004E16FD" w:rsidRDefault="004E16FD" w:rsidP="00C51215">
            <w:pPr>
              <w:jc w:val="both"/>
              <w:rPr>
                <w:w w:val="90"/>
                <w:sz w:val="28"/>
                <w:szCs w:val="28"/>
                <w:lang w:val="uk-UA"/>
              </w:rPr>
            </w:pPr>
            <w:r w:rsidRPr="002270B9">
              <w:rPr>
                <w:w w:val="90"/>
                <w:sz w:val="28"/>
                <w:szCs w:val="28"/>
                <w:lang w:val="uk-UA"/>
              </w:rPr>
              <w:t>– заступник начальни</w:t>
            </w:r>
            <w:r>
              <w:rPr>
                <w:w w:val="90"/>
                <w:sz w:val="28"/>
                <w:szCs w:val="28"/>
                <w:lang w:val="uk-UA"/>
              </w:rPr>
              <w:t>ка  -</w:t>
            </w:r>
            <w:r w:rsidRPr="002270B9">
              <w:rPr>
                <w:w w:val="90"/>
                <w:sz w:val="28"/>
                <w:szCs w:val="28"/>
                <w:lang w:val="uk-UA"/>
              </w:rPr>
              <w:t xml:space="preserve"> Володимир-Вол</w:t>
            </w:r>
            <w:r>
              <w:rPr>
                <w:w w:val="90"/>
                <w:sz w:val="28"/>
                <w:szCs w:val="28"/>
                <w:lang w:val="uk-UA"/>
              </w:rPr>
              <w:t xml:space="preserve">инського  відділу </w:t>
            </w:r>
            <w:r w:rsidRPr="002270B9">
              <w:rPr>
                <w:w w:val="90"/>
                <w:sz w:val="28"/>
                <w:szCs w:val="28"/>
                <w:lang w:val="uk-UA"/>
              </w:rPr>
              <w:t xml:space="preserve"> поліції </w:t>
            </w:r>
            <w:r>
              <w:rPr>
                <w:w w:val="90"/>
                <w:sz w:val="28"/>
                <w:szCs w:val="28"/>
                <w:lang w:val="uk-UA"/>
              </w:rPr>
              <w:t xml:space="preserve">ГУНП </w:t>
            </w:r>
            <w:r w:rsidRPr="002270B9">
              <w:rPr>
                <w:w w:val="90"/>
                <w:sz w:val="28"/>
                <w:szCs w:val="28"/>
                <w:lang w:val="uk-UA"/>
              </w:rPr>
              <w:t xml:space="preserve"> України у Волинській області</w:t>
            </w:r>
          </w:p>
          <w:p w:rsidR="004E16FD" w:rsidRPr="002270B9" w:rsidRDefault="004E16FD" w:rsidP="00C5121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E16FD" w:rsidRPr="002270B9">
        <w:trPr>
          <w:trHeight w:val="167"/>
        </w:trPr>
        <w:tc>
          <w:tcPr>
            <w:tcW w:w="3240" w:type="dxa"/>
          </w:tcPr>
          <w:p w:rsidR="004E16FD" w:rsidRDefault="004E16FD" w:rsidP="00C5121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МІРЗОЄВА</w:t>
            </w:r>
          </w:p>
          <w:p w:rsidR="004E16FD" w:rsidRPr="002270B9" w:rsidRDefault="004E16FD" w:rsidP="00C5121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Насіба Абдугафорівна</w:t>
            </w:r>
          </w:p>
        </w:tc>
        <w:tc>
          <w:tcPr>
            <w:tcW w:w="6300" w:type="dxa"/>
          </w:tcPr>
          <w:p w:rsidR="004E16FD" w:rsidRDefault="004E16FD" w:rsidP="00C51215">
            <w:pPr>
              <w:ind w:hanging="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sz w:val="28"/>
                <w:szCs w:val="28"/>
                <w:lang w:val="uk-UA"/>
              </w:rPr>
              <w:t xml:space="preserve">– головний спеціаліст відділу освіти та </w:t>
            </w:r>
            <w:r>
              <w:rPr>
                <w:color w:val="000000"/>
                <w:sz w:val="28"/>
                <w:szCs w:val="28"/>
                <w:lang w:val="uk-UA"/>
              </w:rPr>
              <w:t>культури</w:t>
            </w:r>
            <w:r w:rsidRPr="002270B9">
              <w:rPr>
                <w:color w:val="000000"/>
                <w:sz w:val="28"/>
                <w:szCs w:val="28"/>
                <w:lang w:val="uk-UA"/>
              </w:rPr>
              <w:t xml:space="preserve"> районної державної адміністрації</w:t>
            </w:r>
          </w:p>
          <w:p w:rsidR="004E16FD" w:rsidRPr="002270B9" w:rsidRDefault="004E16FD" w:rsidP="00C51215">
            <w:pPr>
              <w:ind w:hanging="3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4E16FD" w:rsidRPr="003F5DC0">
        <w:trPr>
          <w:trHeight w:val="199"/>
        </w:trPr>
        <w:tc>
          <w:tcPr>
            <w:tcW w:w="3240" w:type="dxa"/>
          </w:tcPr>
          <w:p w:rsidR="004E16FD" w:rsidRPr="002270B9" w:rsidRDefault="004E16FD" w:rsidP="00C51215">
            <w:pPr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ШУРАН   </w:t>
            </w:r>
          </w:p>
          <w:p w:rsidR="004E16FD" w:rsidRPr="002270B9" w:rsidRDefault="004E16FD" w:rsidP="00C51215">
            <w:pPr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Галина Олександрівна                         </w:t>
            </w:r>
          </w:p>
        </w:tc>
        <w:tc>
          <w:tcPr>
            <w:tcW w:w="6300" w:type="dxa"/>
          </w:tcPr>
          <w:p w:rsidR="004E16FD" w:rsidRPr="00803930" w:rsidRDefault="004E16FD" w:rsidP="0080393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803930">
              <w:rPr>
                <w:sz w:val="28"/>
                <w:szCs w:val="28"/>
                <w:lang w:val="uk-UA"/>
              </w:rPr>
              <w:t>завіду</w:t>
            </w:r>
            <w:r>
              <w:rPr>
                <w:sz w:val="28"/>
                <w:szCs w:val="28"/>
                <w:lang w:val="uk-UA"/>
              </w:rPr>
              <w:t>вач</w:t>
            </w:r>
            <w:r w:rsidRPr="0080393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міської</w:t>
            </w:r>
            <w:r w:rsidRPr="00803930">
              <w:rPr>
                <w:sz w:val="28"/>
                <w:szCs w:val="28"/>
                <w:lang w:val="uk-UA"/>
              </w:rPr>
              <w:t xml:space="preserve"> поліклінік</w:t>
            </w:r>
            <w:r>
              <w:rPr>
                <w:sz w:val="28"/>
                <w:szCs w:val="28"/>
                <w:lang w:val="uk-UA"/>
              </w:rPr>
              <w:t>и</w:t>
            </w:r>
            <w:r w:rsidRPr="0080393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КП «Володимир-Волинське ТМО»</w:t>
            </w:r>
          </w:p>
          <w:p w:rsidR="004E16FD" w:rsidRPr="002270B9" w:rsidRDefault="004E16FD" w:rsidP="00C5121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E16FD" w:rsidRPr="002270B9">
        <w:trPr>
          <w:trHeight w:val="80"/>
        </w:trPr>
        <w:tc>
          <w:tcPr>
            <w:tcW w:w="3240" w:type="dxa"/>
          </w:tcPr>
          <w:p w:rsidR="004E16FD" w:rsidRPr="002270B9" w:rsidRDefault="004E16FD" w:rsidP="00C51215">
            <w:pPr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МИХАЙЛОВА  </w:t>
            </w:r>
          </w:p>
          <w:p w:rsidR="004E16FD" w:rsidRPr="002270B9" w:rsidRDefault="004E16FD" w:rsidP="00C51215">
            <w:pPr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Оксана  Єфремовна</w:t>
            </w:r>
          </w:p>
        </w:tc>
        <w:tc>
          <w:tcPr>
            <w:tcW w:w="6300" w:type="dxa"/>
          </w:tcPr>
          <w:p w:rsidR="004E16FD" w:rsidRPr="002270B9" w:rsidRDefault="004E16FD" w:rsidP="00DE0123">
            <w:pPr>
              <w:ind w:hanging="3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– практичний психолог </w:t>
            </w:r>
            <w:r>
              <w:rPr>
                <w:sz w:val="28"/>
                <w:szCs w:val="28"/>
                <w:lang w:val="uk-UA"/>
              </w:rPr>
              <w:t>НВК «</w:t>
            </w:r>
            <w:r w:rsidRPr="002270B9">
              <w:rPr>
                <w:sz w:val="28"/>
                <w:szCs w:val="28"/>
                <w:lang w:val="uk-UA"/>
              </w:rPr>
              <w:t>ЗОШ</w:t>
            </w:r>
            <w:r>
              <w:rPr>
                <w:sz w:val="28"/>
                <w:szCs w:val="28"/>
                <w:lang w:val="uk-UA"/>
              </w:rPr>
              <w:t xml:space="preserve"> І-ІІІ ст. – дитячий садок» с. Льотниче</w:t>
            </w:r>
          </w:p>
        </w:tc>
      </w:tr>
    </w:tbl>
    <w:p w:rsidR="004E16FD" w:rsidRDefault="004E16FD" w:rsidP="00995395">
      <w:pPr>
        <w:jc w:val="center"/>
        <w:rPr>
          <w:sz w:val="28"/>
          <w:szCs w:val="28"/>
          <w:lang w:val="uk-UA"/>
        </w:rPr>
      </w:pPr>
    </w:p>
    <w:p w:rsidR="004E16FD" w:rsidRDefault="004E16FD" w:rsidP="00995395">
      <w:pPr>
        <w:jc w:val="center"/>
        <w:rPr>
          <w:b/>
          <w:bCs/>
          <w:sz w:val="28"/>
          <w:szCs w:val="28"/>
          <w:lang w:val="uk-UA"/>
        </w:rPr>
      </w:pPr>
    </w:p>
    <w:p w:rsidR="004E16FD" w:rsidRDefault="004E16FD" w:rsidP="00995395">
      <w:pPr>
        <w:jc w:val="center"/>
        <w:rPr>
          <w:b/>
          <w:bCs/>
          <w:sz w:val="28"/>
          <w:szCs w:val="28"/>
          <w:lang w:val="uk-UA"/>
        </w:rPr>
      </w:pPr>
    </w:p>
    <w:p w:rsidR="004E16FD" w:rsidRDefault="004E16FD" w:rsidP="00995395">
      <w:pPr>
        <w:jc w:val="center"/>
        <w:rPr>
          <w:b/>
          <w:bCs/>
          <w:sz w:val="28"/>
          <w:szCs w:val="28"/>
          <w:lang w:val="uk-UA"/>
        </w:rPr>
      </w:pPr>
    </w:p>
    <w:p w:rsidR="004E16FD" w:rsidRDefault="004E16FD" w:rsidP="00995395">
      <w:pPr>
        <w:jc w:val="center"/>
        <w:rPr>
          <w:b/>
          <w:bCs/>
          <w:sz w:val="28"/>
          <w:szCs w:val="28"/>
          <w:lang w:val="uk-UA"/>
        </w:rPr>
      </w:pPr>
    </w:p>
    <w:p w:rsidR="004E16FD" w:rsidRDefault="004E16FD" w:rsidP="00995395">
      <w:pPr>
        <w:jc w:val="center"/>
        <w:rPr>
          <w:b/>
          <w:bCs/>
          <w:sz w:val="28"/>
          <w:szCs w:val="28"/>
          <w:lang w:val="uk-UA"/>
        </w:rPr>
      </w:pPr>
    </w:p>
    <w:p w:rsidR="004E16FD" w:rsidRDefault="004E16FD" w:rsidP="00995395">
      <w:pPr>
        <w:jc w:val="center"/>
        <w:rPr>
          <w:b/>
          <w:bCs/>
          <w:sz w:val="28"/>
          <w:szCs w:val="28"/>
          <w:lang w:val="uk-UA"/>
        </w:rPr>
      </w:pPr>
    </w:p>
    <w:p w:rsidR="004E16FD" w:rsidRDefault="004E16FD" w:rsidP="00995395">
      <w:pPr>
        <w:jc w:val="center"/>
        <w:rPr>
          <w:b/>
          <w:bCs/>
          <w:sz w:val="28"/>
          <w:szCs w:val="28"/>
          <w:lang w:val="uk-UA"/>
        </w:rPr>
      </w:pPr>
    </w:p>
    <w:p w:rsidR="004E16FD" w:rsidRDefault="004E16FD" w:rsidP="00995395">
      <w:pPr>
        <w:jc w:val="center"/>
        <w:rPr>
          <w:b/>
          <w:bCs/>
          <w:sz w:val="28"/>
          <w:szCs w:val="28"/>
          <w:lang w:val="uk-UA"/>
        </w:rPr>
      </w:pPr>
    </w:p>
    <w:p w:rsidR="004E16FD" w:rsidRDefault="004E16FD" w:rsidP="00995395">
      <w:pPr>
        <w:jc w:val="center"/>
        <w:rPr>
          <w:b/>
          <w:bCs/>
          <w:sz w:val="28"/>
          <w:szCs w:val="28"/>
          <w:lang w:val="uk-UA"/>
        </w:rPr>
      </w:pPr>
    </w:p>
    <w:p w:rsidR="004E16FD" w:rsidRDefault="004E16FD" w:rsidP="00995395">
      <w:pPr>
        <w:jc w:val="center"/>
        <w:rPr>
          <w:b/>
          <w:bCs/>
          <w:sz w:val="28"/>
          <w:szCs w:val="28"/>
          <w:lang w:val="uk-UA"/>
        </w:rPr>
      </w:pPr>
    </w:p>
    <w:p w:rsidR="004E16FD" w:rsidRDefault="004E16FD" w:rsidP="00995395">
      <w:pPr>
        <w:jc w:val="center"/>
        <w:rPr>
          <w:b/>
          <w:bCs/>
          <w:sz w:val="28"/>
          <w:szCs w:val="28"/>
          <w:lang w:val="uk-UA"/>
        </w:rPr>
      </w:pPr>
    </w:p>
    <w:p w:rsidR="004E16FD" w:rsidRDefault="004E16FD" w:rsidP="00995395">
      <w:pPr>
        <w:jc w:val="center"/>
        <w:rPr>
          <w:b/>
          <w:bCs/>
          <w:sz w:val="28"/>
          <w:szCs w:val="28"/>
          <w:lang w:val="uk-UA"/>
        </w:rPr>
      </w:pPr>
    </w:p>
    <w:p w:rsidR="004E16FD" w:rsidRDefault="004E16FD" w:rsidP="00D117D4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</w:t>
      </w:r>
    </w:p>
    <w:p w:rsidR="004E16FD" w:rsidRDefault="004E16FD" w:rsidP="00D117D4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</w:t>
      </w:r>
    </w:p>
    <w:p w:rsidR="004E16FD" w:rsidRDefault="004E16FD" w:rsidP="00D117D4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</w:t>
      </w:r>
    </w:p>
    <w:p w:rsidR="004E16FD" w:rsidRPr="00D84299" w:rsidRDefault="004E16FD" w:rsidP="00D117D4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Ре</w:t>
      </w:r>
      <w:r w:rsidRPr="00D84299">
        <w:rPr>
          <w:b/>
          <w:bCs/>
          <w:sz w:val="28"/>
          <w:szCs w:val="28"/>
          <w:lang w:val="uk-UA"/>
        </w:rPr>
        <w:t>зервний склад</w:t>
      </w:r>
    </w:p>
    <w:p w:rsidR="004E16FD" w:rsidRPr="002270B9" w:rsidRDefault="004E16FD" w:rsidP="00995395">
      <w:pPr>
        <w:jc w:val="center"/>
        <w:rPr>
          <w:sz w:val="28"/>
          <w:szCs w:val="28"/>
          <w:lang w:val="uk-UA"/>
        </w:rPr>
      </w:pPr>
    </w:p>
    <w:p w:rsidR="004E16FD" w:rsidRDefault="004E16FD" w:rsidP="00995395">
      <w:pPr>
        <w:jc w:val="center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>Голова комісії</w:t>
      </w:r>
      <w:r>
        <w:rPr>
          <w:sz w:val="28"/>
          <w:szCs w:val="28"/>
          <w:lang w:val="uk-UA"/>
        </w:rPr>
        <w:t>:</w:t>
      </w:r>
    </w:p>
    <w:tbl>
      <w:tblPr>
        <w:tblW w:w="0" w:type="auto"/>
        <w:tblInd w:w="-106" w:type="dxa"/>
        <w:tblLayout w:type="fixed"/>
        <w:tblLook w:val="0000"/>
      </w:tblPr>
      <w:tblGrid>
        <w:gridCol w:w="3240"/>
        <w:gridCol w:w="6300"/>
      </w:tblGrid>
      <w:tr w:rsidR="004E16FD" w:rsidRPr="00E818F0">
        <w:trPr>
          <w:trHeight w:val="143"/>
        </w:trPr>
        <w:tc>
          <w:tcPr>
            <w:tcW w:w="3240" w:type="dxa"/>
          </w:tcPr>
          <w:p w:rsidR="004E16FD" w:rsidRPr="002270B9" w:rsidRDefault="004E16FD" w:rsidP="00C5121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Юзефович Сергій Богданович</w:t>
            </w:r>
          </w:p>
        </w:tc>
        <w:tc>
          <w:tcPr>
            <w:tcW w:w="6300" w:type="dxa"/>
          </w:tcPr>
          <w:p w:rsidR="004E16FD" w:rsidRDefault="004E16FD" w:rsidP="00C51215">
            <w:pPr>
              <w:ind w:hanging="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 головний спеціаліст сектору з питань оборонної роботи, цивільного захисту та взаємодії з правоохоронними органами районної державної адміністрації</w:t>
            </w:r>
            <w:r w:rsidRPr="002270B9">
              <w:rPr>
                <w:sz w:val="28"/>
                <w:szCs w:val="28"/>
                <w:lang w:val="uk-UA"/>
              </w:rPr>
              <w:t xml:space="preserve"> </w:t>
            </w:r>
          </w:p>
          <w:p w:rsidR="004E16FD" w:rsidRPr="002270B9" w:rsidRDefault="004E16FD" w:rsidP="00C51215">
            <w:pPr>
              <w:ind w:hanging="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E16FD" w:rsidRPr="002270B9">
        <w:trPr>
          <w:trHeight w:val="197"/>
        </w:trPr>
        <w:tc>
          <w:tcPr>
            <w:tcW w:w="9540" w:type="dxa"/>
            <w:gridSpan w:val="2"/>
          </w:tcPr>
          <w:p w:rsidR="004E16FD" w:rsidRDefault="004E16FD" w:rsidP="00F97B18">
            <w:pPr>
              <w:rPr>
                <w:sz w:val="28"/>
                <w:szCs w:val="28"/>
                <w:lang w:val="uk-UA"/>
              </w:rPr>
            </w:pPr>
          </w:p>
          <w:p w:rsidR="004E16FD" w:rsidRDefault="004E16FD" w:rsidP="00C5121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E16FD" w:rsidRDefault="004E16FD" w:rsidP="00C5121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E16FD" w:rsidRDefault="004E16FD" w:rsidP="00C51215">
            <w:pPr>
              <w:jc w:val="center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Секретар комісії:</w:t>
            </w:r>
          </w:p>
          <w:p w:rsidR="004E16FD" w:rsidRPr="002270B9" w:rsidRDefault="004E16FD" w:rsidP="00C5121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E16FD" w:rsidRPr="002270B9">
        <w:trPr>
          <w:trHeight w:val="121"/>
        </w:trPr>
        <w:tc>
          <w:tcPr>
            <w:tcW w:w="3240" w:type="dxa"/>
          </w:tcPr>
          <w:p w:rsidR="004E16FD" w:rsidRPr="002270B9" w:rsidRDefault="004E16FD" w:rsidP="00C5121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w w:val="90"/>
                <w:sz w:val="28"/>
                <w:szCs w:val="28"/>
                <w:lang w:val="uk-UA"/>
              </w:rPr>
              <w:t>ЛЯШУК Анастасія Ігорівна</w:t>
            </w:r>
          </w:p>
        </w:tc>
        <w:tc>
          <w:tcPr>
            <w:tcW w:w="6300" w:type="dxa"/>
          </w:tcPr>
          <w:p w:rsidR="004E16FD" w:rsidRDefault="004E16FD" w:rsidP="00803930">
            <w:pPr>
              <w:ind w:right="-2"/>
              <w:jc w:val="both"/>
              <w:rPr>
                <w:color w:val="000000"/>
                <w:w w:val="9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w w:val="90"/>
                <w:sz w:val="28"/>
                <w:szCs w:val="28"/>
                <w:lang w:val="uk-UA"/>
              </w:rPr>
              <w:t xml:space="preserve">– </w:t>
            </w:r>
            <w:r>
              <w:rPr>
                <w:color w:val="000000"/>
                <w:w w:val="90"/>
                <w:sz w:val="28"/>
                <w:szCs w:val="28"/>
                <w:lang w:val="uk-UA"/>
              </w:rPr>
              <w:t>медична сестра міської поліклініки КП «Володимир-Волинське ТМО»</w:t>
            </w:r>
          </w:p>
          <w:p w:rsidR="004E16FD" w:rsidRDefault="004E16FD" w:rsidP="00C51215">
            <w:pPr>
              <w:ind w:right="-2"/>
              <w:rPr>
                <w:color w:val="000000"/>
                <w:w w:val="90"/>
                <w:sz w:val="28"/>
                <w:szCs w:val="28"/>
                <w:lang w:val="uk-UA"/>
              </w:rPr>
            </w:pPr>
          </w:p>
          <w:p w:rsidR="004E16FD" w:rsidRPr="002270B9" w:rsidRDefault="004E16FD" w:rsidP="00C51215">
            <w:pPr>
              <w:ind w:right="-2"/>
              <w:rPr>
                <w:color w:val="000000"/>
                <w:w w:val="90"/>
                <w:sz w:val="28"/>
                <w:szCs w:val="28"/>
                <w:lang w:val="uk-UA"/>
              </w:rPr>
            </w:pPr>
          </w:p>
        </w:tc>
      </w:tr>
      <w:tr w:rsidR="004E16FD" w:rsidRPr="002270B9">
        <w:trPr>
          <w:trHeight w:val="247"/>
        </w:trPr>
        <w:tc>
          <w:tcPr>
            <w:tcW w:w="9540" w:type="dxa"/>
            <w:gridSpan w:val="2"/>
          </w:tcPr>
          <w:p w:rsidR="004E16FD" w:rsidRDefault="004E16FD" w:rsidP="00C51215">
            <w:pPr>
              <w:jc w:val="center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Члени  комісії:</w:t>
            </w:r>
          </w:p>
          <w:p w:rsidR="004E16FD" w:rsidRPr="002270B9" w:rsidRDefault="004E16FD" w:rsidP="00C5121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E16FD" w:rsidRPr="002270B9">
        <w:trPr>
          <w:trHeight w:val="199"/>
        </w:trPr>
        <w:tc>
          <w:tcPr>
            <w:tcW w:w="3240" w:type="dxa"/>
          </w:tcPr>
          <w:p w:rsidR="004E16FD" w:rsidRPr="002270B9" w:rsidRDefault="004E16FD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ЗАРІВНЯК</w:t>
            </w:r>
          </w:p>
          <w:p w:rsidR="004E16FD" w:rsidRPr="002270B9" w:rsidRDefault="004E16FD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Роман Миколайович</w:t>
            </w:r>
          </w:p>
          <w:p w:rsidR="004E16FD" w:rsidRPr="002270B9" w:rsidRDefault="004E16FD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              </w:t>
            </w:r>
          </w:p>
        </w:tc>
        <w:tc>
          <w:tcPr>
            <w:tcW w:w="6300" w:type="dxa"/>
          </w:tcPr>
          <w:p w:rsidR="004E16FD" w:rsidRDefault="004E16FD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– заступник військового комісара – начальник мобілізаційного відділення Володимир-Волинського об'єднаного районного військового комісаріату </w:t>
            </w:r>
          </w:p>
          <w:p w:rsidR="004E16FD" w:rsidRPr="002270B9" w:rsidRDefault="004E16FD" w:rsidP="00C5121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E16FD" w:rsidRPr="002270B9">
        <w:trPr>
          <w:trHeight w:val="83"/>
        </w:trPr>
        <w:tc>
          <w:tcPr>
            <w:tcW w:w="3240" w:type="dxa"/>
          </w:tcPr>
          <w:p w:rsidR="004E16FD" w:rsidRPr="00D84299" w:rsidRDefault="004E16FD" w:rsidP="00C51215">
            <w:pPr>
              <w:rPr>
                <w:w w:val="90"/>
                <w:sz w:val="28"/>
                <w:szCs w:val="28"/>
                <w:lang w:val="uk-UA"/>
              </w:rPr>
            </w:pPr>
            <w:r>
              <w:rPr>
                <w:w w:val="90"/>
                <w:sz w:val="28"/>
                <w:szCs w:val="28"/>
                <w:lang w:val="uk-UA"/>
              </w:rPr>
              <w:t>ДЕМЧУ</w:t>
            </w:r>
            <w:r w:rsidRPr="00D84299">
              <w:rPr>
                <w:w w:val="90"/>
                <w:sz w:val="28"/>
                <w:szCs w:val="28"/>
                <w:lang w:val="uk-UA"/>
              </w:rPr>
              <w:t>К             Олександр Миколайович</w:t>
            </w:r>
          </w:p>
        </w:tc>
        <w:tc>
          <w:tcPr>
            <w:tcW w:w="6300" w:type="dxa"/>
          </w:tcPr>
          <w:p w:rsidR="004E16FD" w:rsidRPr="00D84299" w:rsidRDefault="004E16FD" w:rsidP="00C51215">
            <w:pPr>
              <w:ind w:right="-2"/>
              <w:jc w:val="both"/>
              <w:rPr>
                <w:w w:val="90"/>
                <w:sz w:val="28"/>
                <w:szCs w:val="28"/>
                <w:lang w:val="uk-UA"/>
              </w:rPr>
            </w:pPr>
            <w:r w:rsidRPr="00D84299">
              <w:rPr>
                <w:b/>
                <w:bCs/>
                <w:w w:val="90"/>
                <w:sz w:val="28"/>
                <w:szCs w:val="28"/>
                <w:lang w:val="uk-UA"/>
              </w:rPr>
              <w:t>–</w:t>
            </w:r>
            <w:r w:rsidRPr="00D84299">
              <w:rPr>
                <w:w w:val="90"/>
                <w:sz w:val="28"/>
                <w:szCs w:val="28"/>
                <w:lang w:val="uk-UA"/>
              </w:rPr>
              <w:t xml:space="preserve"> заступник начальника Володимир-Волинського</w:t>
            </w:r>
            <w:r>
              <w:rPr>
                <w:w w:val="90"/>
                <w:sz w:val="28"/>
                <w:szCs w:val="28"/>
                <w:lang w:val="uk-UA"/>
              </w:rPr>
              <w:t xml:space="preserve">  відділу  поліції ГУНП України</w:t>
            </w:r>
            <w:r w:rsidRPr="00D84299">
              <w:rPr>
                <w:w w:val="90"/>
                <w:sz w:val="28"/>
                <w:szCs w:val="28"/>
                <w:lang w:val="uk-UA"/>
              </w:rPr>
              <w:t xml:space="preserve"> у Волинській області</w:t>
            </w:r>
          </w:p>
        </w:tc>
      </w:tr>
      <w:tr w:rsidR="004E16FD" w:rsidRPr="002270B9">
        <w:trPr>
          <w:trHeight w:val="553"/>
        </w:trPr>
        <w:tc>
          <w:tcPr>
            <w:tcW w:w="3240" w:type="dxa"/>
          </w:tcPr>
          <w:p w:rsidR="004E16FD" w:rsidRPr="002270B9" w:rsidRDefault="004E16FD" w:rsidP="00C5121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4E16FD" w:rsidRPr="002270B9" w:rsidRDefault="004E16FD" w:rsidP="00C5121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4E16FD" w:rsidRPr="002270B9">
        <w:trPr>
          <w:trHeight w:val="446"/>
        </w:trPr>
        <w:tc>
          <w:tcPr>
            <w:tcW w:w="3240" w:type="dxa"/>
          </w:tcPr>
          <w:p w:rsidR="004E16FD" w:rsidRPr="002270B9" w:rsidRDefault="004E16FD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БАЮН </w:t>
            </w:r>
          </w:p>
          <w:p w:rsidR="004E16FD" w:rsidRPr="002270B9" w:rsidRDefault="004E16FD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Віталій Володимирович</w:t>
            </w:r>
          </w:p>
        </w:tc>
        <w:tc>
          <w:tcPr>
            <w:tcW w:w="6300" w:type="dxa"/>
          </w:tcPr>
          <w:p w:rsidR="004E16FD" w:rsidRPr="000123F4" w:rsidRDefault="004E16FD" w:rsidP="000123F4">
            <w:pPr>
              <w:pStyle w:val="ListParagraph"/>
              <w:numPr>
                <w:ilvl w:val="0"/>
                <w:numId w:val="5"/>
              </w:numPr>
              <w:ind w:left="21" w:firstLine="33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медичний директор</w:t>
            </w:r>
            <w:r w:rsidRPr="000123F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КП «Володимир-Волинське</w:t>
            </w:r>
            <w:r w:rsidRPr="000123F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ТМО»</w:t>
            </w:r>
            <w:r w:rsidRPr="000123F4">
              <w:rPr>
                <w:sz w:val="28"/>
                <w:szCs w:val="28"/>
                <w:lang w:val="uk-UA"/>
              </w:rPr>
              <w:t xml:space="preserve"> </w:t>
            </w:r>
          </w:p>
          <w:p w:rsidR="004E16FD" w:rsidRPr="002270B9" w:rsidRDefault="004E16FD" w:rsidP="00C5121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E16FD" w:rsidRPr="002270B9">
        <w:trPr>
          <w:trHeight w:val="81"/>
        </w:trPr>
        <w:tc>
          <w:tcPr>
            <w:tcW w:w="3240" w:type="dxa"/>
          </w:tcPr>
          <w:p w:rsidR="004E16FD" w:rsidRPr="002270B9" w:rsidRDefault="004E16FD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РОМАНЮК</w:t>
            </w:r>
          </w:p>
          <w:p w:rsidR="004E16FD" w:rsidRPr="002270B9" w:rsidRDefault="004E16FD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Мирослава  Анатоліївна</w:t>
            </w:r>
          </w:p>
        </w:tc>
        <w:tc>
          <w:tcPr>
            <w:tcW w:w="6300" w:type="dxa"/>
          </w:tcPr>
          <w:p w:rsidR="004E16FD" w:rsidRPr="002270B9" w:rsidRDefault="004E16FD" w:rsidP="00C5121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–       </w:t>
            </w:r>
            <w:r w:rsidRPr="002270B9">
              <w:rPr>
                <w:sz w:val="28"/>
                <w:szCs w:val="28"/>
                <w:lang w:val="uk-UA"/>
              </w:rPr>
              <w:t>практичний психолог Березовичівської ЗОШ</w:t>
            </w:r>
            <w:r>
              <w:rPr>
                <w:sz w:val="28"/>
                <w:szCs w:val="28"/>
                <w:lang w:val="uk-UA"/>
              </w:rPr>
              <w:t xml:space="preserve"> І-ІІІ ст</w:t>
            </w:r>
          </w:p>
        </w:tc>
      </w:tr>
    </w:tbl>
    <w:p w:rsidR="004E16FD" w:rsidRDefault="004E16FD" w:rsidP="00995395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3240"/>
        <w:gridCol w:w="6300"/>
      </w:tblGrid>
      <w:tr w:rsidR="004E16FD" w:rsidRPr="003F5DC0">
        <w:trPr>
          <w:trHeight w:val="553"/>
        </w:trPr>
        <w:tc>
          <w:tcPr>
            <w:tcW w:w="3240" w:type="dxa"/>
          </w:tcPr>
          <w:p w:rsidR="004E16FD" w:rsidRPr="00545F18" w:rsidRDefault="004E16FD" w:rsidP="00634DCA">
            <w:pPr>
              <w:jc w:val="both"/>
              <w:rPr>
                <w:sz w:val="28"/>
                <w:szCs w:val="28"/>
                <w:lang w:val="uk-UA"/>
              </w:rPr>
            </w:pPr>
            <w:r w:rsidRPr="00545F18">
              <w:rPr>
                <w:sz w:val="28"/>
                <w:szCs w:val="28"/>
                <w:lang w:val="uk-UA"/>
              </w:rPr>
              <w:t>РУДЕНЧУК                 Галина Сергіївна</w:t>
            </w:r>
          </w:p>
        </w:tc>
        <w:tc>
          <w:tcPr>
            <w:tcW w:w="6300" w:type="dxa"/>
          </w:tcPr>
          <w:p w:rsidR="004E16FD" w:rsidRDefault="004E16FD" w:rsidP="00634DCA">
            <w:pPr>
              <w:ind w:left="-3"/>
              <w:jc w:val="both"/>
              <w:rPr>
                <w:sz w:val="28"/>
                <w:szCs w:val="28"/>
                <w:lang w:val="uk-UA"/>
              </w:rPr>
            </w:pPr>
            <w:r w:rsidRPr="00545F18">
              <w:rPr>
                <w:b/>
                <w:bCs/>
                <w:w w:val="90"/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  <w:lang w:val="uk-UA"/>
              </w:rPr>
              <w:t xml:space="preserve"> провідний спеціаліст відділу освіти та культури </w:t>
            </w:r>
            <w:r w:rsidRPr="002270B9">
              <w:rPr>
                <w:color w:val="000000"/>
                <w:sz w:val="28"/>
                <w:szCs w:val="28"/>
                <w:lang w:val="uk-UA"/>
              </w:rPr>
              <w:t>районної державної адміністрації</w:t>
            </w:r>
          </w:p>
          <w:p w:rsidR="004E16FD" w:rsidRDefault="004E16FD" w:rsidP="00634DCA">
            <w:pPr>
              <w:ind w:left="-3"/>
              <w:jc w:val="both"/>
              <w:rPr>
                <w:sz w:val="28"/>
                <w:szCs w:val="28"/>
                <w:lang w:val="uk-UA"/>
              </w:rPr>
            </w:pPr>
          </w:p>
          <w:p w:rsidR="004E16FD" w:rsidRDefault="004E16FD" w:rsidP="00634DCA">
            <w:pPr>
              <w:ind w:left="-3"/>
              <w:jc w:val="both"/>
              <w:rPr>
                <w:sz w:val="28"/>
                <w:szCs w:val="28"/>
                <w:lang w:val="uk-UA"/>
              </w:rPr>
            </w:pPr>
          </w:p>
          <w:p w:rsidR="004E16FD" w:rsidRPr="00545F18" w:rsidRDefault="004E16FD" w:rsidP="00634DCA">
            <w:pPr>
              <w:ind w:left="-3"/>
              <w:jc w:val="both"/>
              <w:rPr>
                <w:sz w:val="28"/>
                <w:szCs w:val="28"/>
                <w:lang w:val="uk-UA"/>
              </w:rPr>
            </w:pPr>
          </w:p>
          <w:p w:rsidR="004E16FD" w:rsidRPr="00545F18" w:rsidRDefault="004E16FD" w:rsidP="00634DC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4E16FD" w:rsidRPr="002270B9" w:rsidRDefault="004E16FD" w:rsidP="00995395">
      <w:pPr>
        <w:jc w:val="both"/>
        <w:rPr>
          <w:sz w:val="28"/>
          <w:szCs w:val="28"/>
          <w:lang w:val="uk-UA"/>
        </w:rPr>
      </w:pPr>
    </w:p>
    <w:p w:rsidR="004E16FD" w:rsidRPr="002270B9" w:rsidRDefault="004E16FD" w:rsidP="00995395">
      <w:pPr>
        <w:jc w:val="both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>Керівник апарату райдержадміністрації                                      С</w:t>
      </w:r>
      <w:r>
        <w:rPr>
          <w:sz w:val="28"/>
          <w:szCs w:val="28"/>
          <w:lang w:val="uk-UA"/>
        </w:rPr>
        <w:t xml:space="preserve">ергій </w:t>
      </w:r>
      <w:r w:rsidRPr="002270B9">
        <w:rPr>
          <w:sz w:val="28"/>
          <w:szCs w:val="28"/>
          <w:lang w:val="uk-UA"/>
        </w:rPr>
        <w:t>Романюк</w:t>
      </w:r>
    </w:p>
    <w:p w:rsidR="004E16FD" w:rsidRPr="002270B9" w:rsidRDefault="004E16FD" w:rsidP="00995395">
      <w:pPr>
        <w:jc w:val="both"/>
        <w:rPr>
          <w:sz w:val="28"/>
          <w:szCs w:val="28"/>
          <w:lang w:val="uk-UA"/>
        </w:rPr>
      </w:pPr>
    </w:p>
    <w:p w:rsidR="004E16FD" w:rsidRDefault="004E16FD" w:rsidP="00995395">
      <w:pPr>
        <w:ind w:left="5652" w:firstLine="720"/>
        <w:jc w:val="both"/>
        <w:rPr>
          <w:sz w:val="28"/>
          <w:szCs w:val="28"/>
          <w:lang w:val="uk-UA"/>
        </w:rPr>
      </w:pPr>
    </w:p>
    <w:p w:rsidR="004E16FD" w:rsidRDefault="004E16FD" w:rsidP="00995395">
      <w:pPr>
        <w:ind w:left="5652" w:firstLine="720"/>
        <w:jc w:val="both"/>
        <w:rPr>
          <w:sz w:val="28"/>
          <w:szCs w:val="28"/>
          <w:lang w:val="uk-UA"/>
        </w:rPr>
      </w:pPr>
    </w:p>
    <w:p w:rsidR="004E16FD" w:rsidRDefault="004E16FD" w:rsidP="00995395">
      <w:pPr>
        <w:ind w:left="5652" w:firstLine="720"/>
        <w:jc w:val="both"/>
        <w:rPr>
          <w:sz w:val="28"/>
          <w:szCs w:val="28"/>
          <w:lang w:val="uk-UA"/>
        </w:rPr>
      </w:pPr>
    </w:p>
    <w:p w:rsidR="004E16FD" w:rsidRDefault="004E16FD" w:rsidP="00995395">
      <w:pPr>
        <w:ind w:left="5652" w:firstLine="720"/>
        <w:jc w:val="both"/>
        <w:rPr>
          <w:sz w:val="28"/>
          <w:szCs w:val="28"/>
          <w:lang w:val="uk-UA"/>
        </w:rPr>
      </w:pPr>
    </w:p>
    <w:p w:rsidR="004E16FD" w:rsidRPr="002270B9" w:rsidRDefault="004E16FD" w:rsidP="00CA5445">
      <w:pPr>
        <w:ind w:left="2904" w:hanging="72"/>
        <w:jc w:val="both"/>
        <w:rPr>
          <w:sz w:val="28"/>
          <w:szCs w:val="28"/>
          <w:lang w:val="uk-UA"/>
        </w:rPr>
      </w:pPr>
      <w:r>
        <w:rPr>
          <w:w w:val="90"/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  <w:lang w:val="uk-UA"/>
        </w:rPr>
        <w:t>Додаток 2</w:t>
      </w:r>
    </w:p>
    <w:p w:rsidR="004E16FD" w:rsidRPr="002270B9" w:rsidRDefault="004E16FD" w:rsidP="00CA5445">
      <w:pPr>
        <w:ind w:hanging="72"/>
        <w:jc w:val="both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                                                                    до розпорядження голови  </w:t>
      </w:r>
    </w:p>
    <w:p w:rsidR="004E16FD" w:rsidRPr="002270B9" w:rsidRDefault="004E16FD" w:rsidP="00CA5445">
      <w:pPr>
        <w:ind w:left="46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2270B9">
        <w:rPr>
          <w:sz w:val="28"/>
          <w:szCs w:val="28"/>
          <w:lang w:val="uk-UA"/>
        </w:rPr>
        <w:t>районної державної адміністрації</w:t>
      </w:r>
    </w:p>
    <w:p w:rsidR="004E16FD" w:rsidRPr="002270B9" w:rsidRDefault="004E16FD" w:rsidP="00CA5445">
      <w:pPr>
        <w:ind w:left="4680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 </w:t>
      </w:r>
      <w:r w:rsidRPr="00D60A08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09</w:t>
      </w:r>
      <w:r>
        <w:rPr>
          <w:sz w:val="28"/>
          <w:szCs w:val="28"/>
        </w:rPr>
        <w:t>.</w:t>
      </w:r>
      <w:r w:rsidRPr="00D008A0">
        <w:rPr>
          <w:sz w:val="28"/>
          <w:szCs w:val="28"/>
        </w:rPr>
        <w:t>0</w:t>
      </w:r>
      <w:r>
        <w:rPr>
          <w:sz w:val="28"/>
          <w:szCs w:val="28"/>
          <w:lang w:val="uk-UA"/>
        </w:rPr>
        <w:t>9</w:t>
      </w:r>
      <w:r w:rsidRPr="00D008A0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2020</w:t>
      </w:r>
      <w:r w:rsidRPr="00D60A08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102</w:t>
      </w:r>
    </w:p>
    <w:p w:rsidR="004E16FD" w:rsidRPr="00D84299" w:rsidRDefault="004E16FD" w:rsidP="00CA5445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СКЛА</w:t>
      </w:r>
      <w:r w:rsidRPr="00D84299">
        <w:rPr>
          <w:b/>
          <w:bCs/>
          <w:sz w:val="28"/>
          <w:szCs w:val="28"/>
          <w:lang w:val="uk-UA"/>
        </w:rPr>
        <w:t>Д</w:t>
      </w:r>
    </w:p>
    <w:p w:rsidR="004E16FD" w:rsidRPr="00D84299" w:rsidRDefault="004E16FD" w:rsidP="00CA5445">
      <w:pPr>
        <w:jc w:val="center"/>
        <w:rPr>
          <w:b/>
          <w:bCs/>
          <w:sz w:val="28"/>
          <w:szCs w:val="28"/>
          <w:lang w:val="uk-UA"/>
        </w:rPr>
      </w:pPr>
      <w:r w:rsidRPr="00D84299">
        <w:rPr>
          <w:b/>
          <w:bCs/>
          <w:sz w:val="28"/>
          <w:szCs w:val="28"/>
          <w:lang w:val="uk-UA"/>
        </w:rPr>
        <w:t>лікарів спеціалістів для проведення медичного огляду призовників</w:t>
      </w:r>
    </w:p>
    <w:p w:rsidR="004E16FD" w:rsidRDefault="004E16FD" w:rsidP="00CA5445">
      <w:pPr>
        <w:pStyle w:val="Heading5"/>
        <w:jc w:val="center"/>
        <w:rPr>
          <w:b w:val="0"/>
          <w:bCs w:val="0"/>
          <w:i w:val="0"/>
          <w:iCs w:val="0"/>
          <w:sz w:val="28"/>
          <w:szCs w:val="28"/>
          <w:lang w:val="uk-UA"/>
        </w:rPr>
      </w:pPr>
      <w:r w:rsidRPr="002270B9">
        <w:rPr>
          <w:b w:val="0"/>
          <w:bCs w:val="0"/>
          <w:i w:val="0"/>
          <w:iCs w:val="0"/>
          <w:sz w:val="28"/>
          <w:szCs w:val="28"/>
          <w:lang w:val="uk-UA"/>
        </w:rPr>
        <w:t>Основний склад</w:t>
      </w:r>
    </w:p>
    <w:p w:rsidR="004E16FD" w:rsidRPr="00D84299" w:rsidRDefault="004E16FD" w:rsidP="00CA5445">
      <w:pPr>
        <w:rPr>
          <w:lang w:val="uk-UA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3780"/>
        <w:gridCol w:w="5760"/>
      </w:tblGrid>
      <w:tr w:rsidR="004E16FD" w:rsidRPr="002270B9">
        <w:trPr>
          <w:trHeight w:val="197"/>
        </w:trPr>
        <w:tc>
          <w:tcPr>
            <w:tcW w:w="3780" w:type="dxa"/>
          </w:tcPr>
          <w:p w:rsidR="004E16FD" w:rsidRPr="002270B9" w:rsidRDefault="004E16FD" w:rsidP="008B3B0A">
            <w:pPr>
              <w:rPr>
                <w:color w:val="00000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sz w:val="28"/>
                <w:szCs w:val="28"/>
                <w:lang w:val="uk-UA"/>
              </w:rPr>
              <w:t xml:space="preserve">ІОВЕНКО </w:t>
            </w:r>
          </w:p>
          <w:p w:rsidR="004E16FD" w:rsidRPr="002270B9" w:rsidRDefault="004E16FD" w:rsidP="008B3B0A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sz w:val="28"/>
                <w:szCs w:val="28"/>
                <w:lang w:val="uk-UA"/>
              </w:rPr>
              <w:t>Світлана Петрівн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2270B9">
              <w:rPr>
                <w:color w:val="FF0000"/>
                <w:sz w:val="28"/>
                <w:szCs w:val="28"/>
                <w:lang w:val="uk-UA"/>
              </w:rPr>
              <w:t xml:space="preserve">                    </w:t>
            </w:r>
          </w:p>
        </w:tc>
        <w:tc>
          <w:tcPr>
            <w:tcW w:w="5760" w:type="dxa"/>
          </w:tcPr>
          <w:p w:rsidR="004E16FD" w:rsidRPr="002270B9" w:rsidRDefault="004E16FD" w:rsidP="008B3B0A">
            <w:pPr>
              <w:ind w:hanging="3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– лікар-оториноларинголог</w:t>
            </w:r>
          </w:p>
        </w:tc>
      </w:tr>
      <w:tr w:rsidR="004E16FD" w:rsidRPr="002270B9">
        <w:trPr>
          <w:trHeight w:val="161"/>
        </w:trPr>
        <w:tc>
          <w:tcPr>
            <w:tcW w:w="3780" w:type="dxa"/>
          </w:tcPr>
          <w:p w:rsidR="004E16FD" w:rsidRPr="002270B9" w:rsidRDefault="004E16FD" w:rsidP="008B3B0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sz w:val="28"/>
                <w:szCs w:val="28"/>
                <w:lang w:val="uk-UA"/>
              </w:rPr>
              <w:t xml:space="preserve">КОНОН  </w:t>
            </w:r>
          </w:p>
          <w:p w:rsidR="004E16FD" w:rsidRPr="002270B9" w:rsidRDefault="004E16FD" w:rsidP="008B3B0A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sz w:val="28"/>
                <w:szCs w:val="28"/>
                <w:lang w:val="uk-UA"/>
              </w:rPr>
              <w:t>Лариса Антонівна</w:t>
            </w:r>
            <w:r w:rsidRPr="002270B9">
              <w:rPr>
                <w:color w:val="FF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760" w:type="dxa"/>
          </w:tcPr>
          <w:p w:rsidR="004E16FD" w:rsidRPr="002270B9" w:rsidRDefault="004E16FD" w:rsidP="008B3B0A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– лікар-окуліст</w:t>
            </w:r>
          </w:p>
        </w:tc>
      </w:tr>
      <w:tr w:rsidR="004E16FD" w:rsidRPr="002270B9">
        <w:trPr>
          <w:trHeight w:val="207"/>
        </w:trPr>
        <w:tc>
          <w:tcPr>
            <w:tcW w:w="3780" w:type="dxa"/>
          </w:tcPr>
          <w:p w:rsidR="004E16FD" w:rsidRPr="0084570C" w:rsidRDefault="004E16FD" w:rsidP="008B3B0A">
            <w:pPr>
              <w:pStyle w:val="Heading2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ТАРАДЮК                                  Ярослав Олександрович</w:t>
            </w:r>
          </w:p>
        </w:tc>
        <w:tc>
          <w:tcPr>
            <w:tcW w:w="5760" w:type="dxa"/>
          </w:tcPr>
          <w:p w:rsidR="004E16FD" w:rsidRPr="002270B9" w:rsidRDefault="004E16FD" w:rsidP="008B3B0A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– лікар-хірург</w:t>
            </w:r>
          </w:p>
        </w:tc>
      </w:tr>
      <w:tr w:rsidR="004E16FD" w:rsidRPr="002270B9">
        <w:trPr>
          <w:trHeight w:val="125"/>
        </w:trPr>
        <w:tc>
          <w:tcPr>
            <w:tcW w:w="3780" w:type="dxa"/>
          </w:tcPr>
          <w:p w:rsidR="004E16FD" w:rsidRPr="002270B9" w:rsidRDefault="004E16FD" w:rsidP="008B3B0A">
            <w:pPr>
              <w:rPr>
                <w:color w:val="00000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sz w:val="28"/>
                <w:szCs w:val="28"/>
                <w:lang w:val="uk-UA"/>
              </w:rPr>
              <w:t xml:space="preserve">МЕРЕЩУК </w:t>
            </w:r>
          </w:p>
          <w:p w:rsidR="004E16FD" w:rsidRPr="002270B9" w:rsidRDefault="004E16FD" w:rsidP="008B3B0A">
            <w:pPr>
              <w:pStyle w:val="Heading3"/>
              <w:rPr>
                <w:color w:val="000000"/>
              </w:rPr>
            </w:pPr>
            <w:r w:rsidRPr="002270B9">
              <w:rPr>
                <w:color w:val="000000"/>
              </w:rPr>
              <w:t xml:space="preserve">Галина Євгенівна                     </w:t>
            </w:r>
          </w:p>
        </w:tc>
        <w:tc>
          <w:tcPr>
            <w:tcW w:w="5760" w:type="dxa"/>
          </w:tcPr>
          <w:p w:rsidR="004E16FD" w:rsidRPr="002270B9" w:rsidRDefault="004E16FD" w:rsidP="008B3B0A">
            <w:pPr>
              <w:ind w:hanging="3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– лікар-нервопатолог</w:t>
            </w:r>
          </w:p>
        </w:tc>
      </w:tr>
      <w:tr w:rsidR="004E16FD" w:rsidRPr="002270B9">
        <w:trPr>
          <w:trHeight w:val="80"/>
        </w:trPr>
        <w:tc>
          <w:tcPr>
            <w:tcW w:w="3780" w:type="dxa"/>
          </w:tcPr>
          <w:p w:rsidR="004E16FD" w:rsidRPr="002270B9" w:rsidRDefault="004E16FD" w:rsidP="008B3B0A">
            <w:pPr>
              <w:rPr>
                <w:color w:val="00000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sz w:val="28"/>
                <w:szCs w:val="28"/>
                <w:lang w:val="uk-UA"/>
              </w:rPr>
              <w:t xml:space="preserve">ВОРОБІЙ </w:t>
            </w:r>
          </w:p>
          <w:p w:rsidR="004E16FD" w:rsidRPr="002270B9" w:rsidRDefault="004E16FD" w:rsidP="008B3B0A">
            <w:pPr>
              <w:rPr>
                <w:color w:val="00000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sz w:val="28"/>
                <w:szCs w:val="28"/>
                <w:lang w:val="uk-UA"/>
              </w:rPr>
              <w:t xml:space="preserve">Ярослав Григорович                        </w:t>
            </w:r>
          </w:p>
        </w:tc>
        <w:tc>
          <w:tcPr>
            <w:tcW w:w="5760" w:type="dxa"/>
          </w:tcPr>
          <w:p w:rsidR="004E16FD" w:rsidRPr="002270B9" w:rsidRDefault="004E16FD" w:rsidP="008B3B0A">
            <w:pPr>
              <w:ind w:hanging="3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– лікар-психіатр</w:t>
            </w:r>
          </w:p>
        </w:tc>
      </w:tr>
      <w:tr w:rsidR="004E16FD" w:rsidRPr="002270B9">
        <w:trPr>
          <w:trHeight w:val="750"/>
        </w:trPr>
        <w:tc>
          <w:tcPr>
            <w:tcW w:w="3780" w:type="dxa"/>
          </w:tcPr>
          <w:p w:rsidR="004E16FD" w:rsidRPr="002270B9" w:rsidRDefault="004E16FD" w:rsidP="008B3B0A">
            <w:pPr>
              <w:pStyle w:val="Heading6"/>
              <w:rPr>
                <w:b w:val="0"/>
                <w:bCs w:val="0"/>
                <w:sz w:val="28"/>
                <w:szCs w:val="28"/>
                <w:lang w:val="uk-UA"/>
              </w:rPr>
            </w:pPr>
            <w:r w:rsidRPr="002270B9">
              <w:rPr>
                <w:b w:val="0"/>
                <w:bCs w:val="0"/>
                <w:color w:val="000000"/>
                <w:sz w:val="28"/>
                <w:szCs w:val="28"/>
                <w:lang w:val="uk-UA"/>
              </w:rPr>
              <w:t>ХИЛЯК                             Юрій  Юрійович</w:t>
            </w:r>
          </w:p>
        </w:tc>
        <w:tc>
          <w:tcPr>
            <w:tcW w:w="5760" w:type="dxa"/>
          </w:tcPr>
          <w:p w:rsidR="004E16FD" w:rsidRPr="002270B9" w:rsidRDefault="004E16FD" w:rsidP="008B3B0A">
            <w:pPr>
              <w:ind w:hanging="3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– лікар-терапевт</w:t>
            </w:r>
          </w:p>
        </w:tc>
      </w:tr>
      <w:tr w:rsidR="004E16FD" w:rsidRPr="002270B9">
        <w:trPr>
          <w:trHeight w:val="155"/>
        </w:trPr>
        <w:tc>
          <w:tcPr>
            <w:tcW w:w="3780" w:type="dxa"/>
          </w:tcPr>
          <w:p w:rsidR="004E16FD" w:rsidRPr="002270B9" w:rsidRDefault="004E16FD" w:rsidP="008B3B0A">
            <w:pPr>
              <w:rPr>
                <w:color w:val="00000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sz w:val="28"/>
                <w:szCs w:val="28"/>
                <w:lang w:val="uk-UA"/>
              </w:rPr>
              <w:t xml:space="preserve">ВОВК </w:t>
            </w:r>
          </w:p>
          <w:p w:rsidR="004E16FD" w:rsidRPr="002270B9" w:rsidRDefault="004E16FD" w:rsidP="008B3B0A">
            <w:pPr>
              <w:rPr>
                <w:color w:val="00000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sz w:val="28"/>
                <w:szCs w:val="28"/>
                <w:lang w:val="uk-UA"/>
              </w:rPr>
              <w:t xml:space="preserve">Тетяна  Йосипівна                               </w:t>
            </w:r>
          </w:p>
        </w:tc>
        <w:tc>
          <w:tcPr>
            <w:tcW w:w="5760" w:type="dxa"/>
          </w:tcPr>
          <w:p w:rsidR="004E16FD" w:rsidRPr="002270B9" w:rsidRDefault="004E16FD" w:rsidP="008B3B0A">
            <w:pPr>
              <w:ind w:hanging="3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– лікар-дерматолог</w:t>
            </w:r>
          </w:p>
        </w:tc>
      </w:tr>
      <w:tr w:rsidR="004E16FD" w:rsidRPr="002270B9">
        <w:trPr>
          <w:trHeight w:val="155"/>
        </w:trPr>
        <w:tc>
          <w:tcPr>
            <w:tcW w:w="3780" w:type="dxa"/>
          </w:tcPr>
          <w:p w:rsidR="004E16FD" w:rsidRPr="002270B9" w:rsidRDefault="004E16FD" w:rsidP="008B3B0A">
            <w:pPr>
              <w:rPr>
                <w:color w:val="00000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sz w:val="28"/>
                <w:szCs w:val="28"/>
                <w:lang w:val="uk-UA"/>
              </w:rPr>
              <w:t>БОМЧИК</w:t>
            </w:r>
          </w:p>
          <w:p w:rsidR="004E16FD" w:rsidRPr="002270B9" w:rsidRDefault="004E16FD" w:rsidP="008B3B0A">
            <w:pPr>
              <w:rPr>
                <w:color w:val="FF000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sz w:val="28"/>
                <w:szCs w:val="28"/>
                <w:lang w:val="uk-UA"/>
              </w:rPr>
              <w:t>Володимир Валерійович</w:t>
            </w:r>
          </w:p>
        </w:tc>
        <w:tc>
          <w:tcPr>
            <w:tcW w:w="5760" w:type="dxa"/>
          </w:tcPr>
          <w:p w:rsidR="004E16FD" w:rsidRPr="002270B9" w:rsidRDefault="004E16FD" w:rsidP="008B3B0A">
            <w:pPr>
              <w:ind w:hanging="3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– лікар-стоматолог</w:t>
            </w:r>
          </w:p>
        </w:tc>
      </w:tr>
    </w:tbl>
    <w:p w:rsidR="004E16FD" w:rsidRPr="002270B9" w:rsidRDefault="004E16FD" w:rsidP="00CA5445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3780"/>
        <w:gridCol w:w="5760"/>
      </w:tblGrid>
      <w:tr w:rsidR="004E16FD" w:rsidRPr="002270B9">
        <w:trPr>
          <w:trHeight w:val="290"/>
        </w:trPr>
        <w:tc>
          <w:tcPr>
            <w:tcW w:w="9540" w:type="dxa"/>
            <w:gridSpan w:val="2"/>
          </w:tcPr>
          <w:p w:rsidR="004E16FD" w:rsidRDefault="004E16FD" w:rsidP="00DD2785">
            <w:pPr>
              <w:jc w:val="center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Резервний склад</w:t>
            </w:r>
          </w:p>
          <w:p w:rsidR="004E16FD" w:rsidRPr="002270B9" w:rsidRDefault="004E16FD" w:rsidP="00DD278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E16FD" w:rsidRPr="002270B9">
        <w:trPr>
          <w:trHeight w:val="177"/>
        </w:trPr>
        <w:tc>
          <w:tcPr>
            <w:tcW w:w="3780" w:type="dxa"/>
          </w:tcPr>
          <w:p w:rsidR="004E16FD" w:rsidRPr="002270B9" w:rsidRDefault="004E16FD" w:rsidP="00DD278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ШЕЛЕСТ</w:t>
            </w:r>
            <w:r w:rsidRPr="002270B9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4E16FD" w:rsidRPr="002270B9" w:rsidRDefault="004E16FD" w:rsidP="00DD278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Яна Валерівна</w:t>
            </w:r>
            <w:r w:rsidRPr="002270B9">
              <w:rPr>
                <w:color w:val="FF0000"/>
                <w:sz w:val="28"/>
                <w:szCs w:val="28"/>
                <w:lang w:val="uk-UA"/>
              </w:rPr>
              <w:t xml:space="preserve">                    </w:t>
            </w:r>
          </w:p>
        </w:tc>
        <w:tc>
          <w:tcPr>
            <w:tcW w:w="5760" w:type="dxa"/>
          </w:tcPr>
          <w:p w:rsidR="004E16FD" w:rsidRPr="002270B9" w:rsidRDefault="004E16FD" w:rsidP="00DD278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– лікар-оториноларинголог</w:t>
            </w:r>
          </w:p>
        </w:tc>
      </w:tr>
      <w:tr w:rsidR="004E16FD" w:rsidRPr="002270B9">
        <w:trPr>
          <w:trHeight w:val="81"/>
        </w:trPr>
        <w:tc>
          <w:tcPr>
            <w:tcW w:w="3780" w:type="dxa"/>
          </w:tcPr>
          <w:p w:rsidR="004E16FD" w:rsidRPr="002270B9" w:rsidRDefault="004E16FD" w:rsidP="00DD278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sz w:val="28"/>
                <w:szCs w:val="28"/>
                <w:lang w:val="uk-UA"/>
              </w:rPr>
              <w:t xml:space="preserve">КОНОН  </w:t>
            </w:r>
          </w:p>
          <w:p w:rsidR="004E16FD" w:rsidRPr="002270B9" w:rsidRDefault="004E16FD" w:rsidP="00DD2785">
            <w:pPr>
              <w:rPr>
                <w:color w:val="FF000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sz w:val="28"/>
                <w:szCs w:val="28"/>
                <w:lang w:val="uk-UA"/>
              </w:rPr>
              <w:t>Лариса Антонівна</w:t>
            </w:r>
          </w:p>
        </w:tc>
        <w:tc>
          <w:tcPr>
            <w:tcW w:w="5760" w:type="dxa"/>
          </w:tcPr>
          <w:p w:rsidR="004E16FD" w:rsidRPr="002270B9" w:rsidRDefault="004E16FD" w:rsidP="00DD2785">
            <w:pPr>
              <w:ind w:hanging="3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– лікар-офтальмолог</w:t>
            </w:r>
          </w:p>
        </w:tc>
      </w:tr>
      <w:tr w:rsidR="004E16FD" w:rsidRPr="002270B9">
        <w:trPr>
          <w:trHeight w:val="201"/>
        </w:trPr>
        <w:tc>
          <w:tcPr>
            <w:tcW w:w="3780" w:type="dxa"/>
          </w:tcPr>
          <w:p w:rsidR="004E16FD" w:rsidRPr="002270B9" w:rsidRDefault="004E16FD" w:rsidP="00DD278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РОМАНЮК                      Юрій Володимирович</w:t>
            </w:r>
          </w:p>
        </w:tc>
        <w:tc>
          <w:tcPr>
            <w:tcW w:w="5760" w:type="dxa"/>
          </w:tcPr>
          <w:p w:rsidR="004E16FD" w:rsidRPr="002270B9" w:rsidRDefault="004E16FD" w:rsidP="00DD2785">
            <w:pPr>
              <w:ind w:hanging="3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– лікар-хірург</w:t>
            </w:r>
          </w:p>
        </w:tc>
      </w:tr>
      <w:tr w:rsidR="004E16FD" w:rsidRPr="002270B9">
        <w:trPr>
          <w:trHeight w:val="201"/>
        </w:trPr>
        <w:tc>
          <w:tcPr>
            <w:tcW w:w="3780" w:type="dxa"/>
          </w:tcPr>
          <w:p w:rsidR="004E16FD" w:rsidRPr="002270B9" w:rsidRDefault="004E16FD" w:rsidP="00DD278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МИЦ </w:t>
            </w:r>
          </w:p>
          <w:p w:rsidR="004E16FD" w:rsidRPr="002270B9" w:rsidRDefault="004E16FD" w:rsidP="00DD278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Галина  Іванівна </w:t>
            </w:r>
          </w:p>
        </w:tc>
        <w:tc>
          <w:tcPr>
            <w:tcW w:w="5760" w:type="dxa"/>
          </w:tcPr>
          <w:p w:rsidR="004E16FD" w:rsidRPr="002270B9" w:rsidRDefault="004E16FD" w:rsidP="00DD278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– лікар-невропатолог</w:t>
            </w:r>
          </w:p>
        </w:tc>
      </w:tr>
      <w:tr w:rsidR="004E16FD" w:rsidRPr="002270B9">
        <w:trPr>
          <w:trHeight w:val="105"/>
        </w:trPr>
        <w:tc>
          <w:tcPr>
            <w:tcW w:w="3780" w:type="dxa"/>
          </w:tcPr>
          <w:p w:rsidR="004E16FD" w:rsidRPr="002270B9" w:rsidRDefault="004E16FD" w:rsidP="00DD278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ХОМЮК </w:t>
            </w:r>
          </w:p>
          <w:p w:rsidR="004E16FD" w:rsidRPr="002270B9" w:rsidRDefault="004E16FD" w:rsidP="00DD278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Валентина  Миколаївна </w:t>
            </w:r>
          </w:p>
        </w:tc>
        <w:tc>
          <w:tcPr>
            <w:tcW w:w="5760" w:type="dxa"/>
          </w:tcPr>
          <w:p w:rsidR="004E16FD" w:rsidRPr="002270B9" w:rsidRDefault="004E16FD" w:rsidP="00DD278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– лікар-нарколог</w:t>
            </w:r>
          </w:p>
        </w:tc>
      </w:tr>
      <w:tr w:rsidR="004E16FD" w:rsidRPr="002270B9">
        <w:trPr>
          <w:trHeight w:val="225"/>
        </w:trPr>
        <w:tc>
          <w:tcPr>
            <w:tcW w:w="3780" w:type="dxa"/>
          </w:tcPr>
          <w:p w:rsidR="004E16FD" w:rsidRPr="002270B9" w:rsidRDefault="004E16FD" w:rsidP="00DD278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ШЕПЕЛИК </w:t>
            </w:r>
          </w:p>
          <w:p w:rsidR="004E16FD" w:rsidRPr="002270B9" w:rsidRDefault="004E16FD" w:rsidP="00DD278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Тетяна  Юрівна</w:t>
            </w:r>
          </w:p>
        </w:tc>
        <w:tc>
          <w:tcPr>
            <w:tcW w:w="5760" w:type="dxa"/>
          </w:tcPr>
          <w:p w:rsidR="004E16FD" w:rsidRPr="002270B9" w:rsidRDefault="004E16FD" w:rsidP="00DD278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– лікар-дерматолог</w:t>
            </w:r>
          </w:p>
        </w:tc>
      </w:tr>
      <w:tr w:rsidR="004E16FD" w:rsidRPr="002270B9">
        <w:trPr>
          <w:trHeight w:val="80"/>
        </w:trPr>
        <w:tc>
          <w:tcPr>
            <w:tcW w:w="3780" w:type="dxa"/>
          </w:tcPr>
          <w:p w:rsidR="004E16FD" w:rsidRPr="002270B9" w:rsidRDefault="004E16FD" w:rsidP="00DD278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ВОРОБЙОВА </w:t>
            </w:r>
          </w:p>
          <w:p w:rsidR="004E16FD" w:rsidRPr="002270B9" w:rsidRDefault="004E16FD" w:rsidP="00DD278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Світлана Євгеніївна</w:t>
            </w:r>
          </w:p>
        </w:tc>
        <w:tc>
          <w:tcPr>
            <w:tcW w:w="5760" w:type="dxa"/>
          </w:tcPr>
          <w:p w:rsidR="004E16FD" w:rsidRDefault="004E16FD" w:rsidP="008B3B0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 лікар стоматолог</w:t>
            </w:r>
          </w:p>
          <w:p w:rsidR="004E16FD" w:rsidRPr="002270B9" w:rsidRDefault="004E16FD" w:rsidP="008B3B0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4E16FD" w:rsidRDefault="004E16FD" w:rsidP="00F97B18">
      <w:pPr>
        <w:tabs>
          <w:tab w:val="center" w:pos="481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ІЩУК</w:t>
      </w:r>
      <w:r>
        <w:rPr>
          <w:sz w:val="28"/>
          <w:szCs w:val="28"/>
          <w:lang w:val="uk-UA"/>
        </w:rPr>
        <w:tab/>
        <w:t>- лікар-терапевт</w:t>
      </w:r>
    </w:p>
    <w:p w:rsidR="004E16FD" w:rsidRDefault="004E16FD" w:rsidP="00CA54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Ірина Вікторівна</w:t>
      </w:r>
    </w:p>
    <w:p w:rsidR="004E16FD" w:rsidRDefault="004E16FD" w:rsidP="00CA5445">
      <w:pPr>
        <w:jc w:val="both"/>
        <w:rPr>
          <w:sz w:val="28"/>
          <w:szCs w:val="28"/>
          <w:lang w:val="uk-UA"/>
        </w:rPr>
      </w:pPr>
    </w:p>
    <w:p w:rsidR="004E16FD" w:rsidRDefault="004E16FD" w:rsidP="00D008A0">
      <w:pPr>
        <w:jc w:val="both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>Керівник</w:t>
      </w:r>
      <w:r>
        <w:rPr>
          <w:sz w:val="28"/>
          <w:szCs w:val="28"/>
          <w:lang w:val="uk-UA"/>
        </w:rPr>
        <w:t xml:space="preserve"> </w:t>
      </w:r>
      <w:r w:rsidRPr="002270B9">
        <w:rPr>
          <w:sz w:val="28"/>
          <w:szCs w:val="28"/>
          <w:lang w:val="uk-UA"/>
        </w:rPr>
        <w:t xml:space="preserve">апарату райдержадміністрації                         </w:t>
      </w:r>
      <w:r>
        <w:rPr>
          <w:sz w:val="28"/>
          <w:szCs w:val="28"/>
          <w:lang w:val="uk-UA"/>
        </w:rPr>
        <w:t xml:space="preserve">  </w:t>
      </w:r>
      <w:r w:rsidRPr="002270B9">
        <w:rPr>
          <w:sz w:val="28"/>
          <w:szCs w:val="28"/>
          <w:lang w:val="uk-UA"/>
        </w:rPr>
        <w:t xml:space="preserve">            С</w:t>
      </w:r>
      <w:r>
        <w:rPr>
          <w:sz w:val="28"/>
          <w:szCs w:val="28"/>
          <w:lang w:val="uk-UA"/>
        </w:rPr>
        <w:t xml:space="preserve">ергій </w:t>
      </w:r>
      <w:r w:rsidRPr="002270B9">
        <w:rPr>
          <w:sz w:val="28"/>
          <w:szCs w:val="28"/>
          <w:lang w:val="uk-UA"/>
        </w:rPr>
        <w:t>Романюк</w:t>
      </w:r>
    </w:p>
    <w:p w:rsidR="004E16FD" w:rsidRDefault="004E16FD" w:rsidP="0029048F">
      <w:pPr>
        <w:ind w:left="4680"/>
        <w:jc w:val="both"/>
        <w:rPr>
          <w:sz w:val="28"/>
          <w:szCs w:val="28"/>
          <w:lang w:val="uk-UA"/>
        </w:rPr>
      </w:pPr>
    </w:p>
    <w:p w:rsidR="004E16FD" w:rsidRPr="002270B9" w:rsidRDefault="004E16FD" w:rsidP="0029048F">
      <w:pPr>
        <w:ind w:left="4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3</w:t>
      </w:r>
    </w:p>
    <w:p w:rsidR="004E16FD" w:rsidRPr="002270B9" w:rsidRDefault="004E16FD" w:rsidP="0029048F">
      <w:pPr>
        <w:ind w:left="4680"/>
        <w:jc w:val="both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до розпорядження голови  </w:t>
      </w:r>
    </w:p>
    <w:p w:rsidR="004E16FD" w:rsidRPr="002270B9" w:rsidRDefault="004E16FD" w:rsidP="0029048F">
      <w:pPr>
        <w:ind w:left="4680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районної державної адміністрації </w:t>
      </w:r>
    </w:p>
    <w:p w:rsidR="004E16FD" w:rsidRPr="002270B9" w:rsidRDefault="004E16FD" w:rsidP="0029048F">
      <w:pPr>
        <w:ind w:left="3972" w:firstLine="708"/>
        <w:jc w:val="both"/>
        <w:rPr>
          <w:sz w:val="28"/>
          <w:szCs w:val="28"/>
          <w:lang w:val="uk-UA"/>
        </w:rPr>
      </w:pPr>
      <w:r w:rsidRPr="00D60A08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09.</w:t>
      </w:r>
      <w:r w:rsidRPr="00444068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9</w:t>
      </w:r>
      <w:r w:rsidRPr="0044406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2020</w:t>
      </w:r>
      <w:r w:rsidRPr="00D60A08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102</w:t>
      </w:r>
    </w:p>
    <w:p w:rsidR="004E16FD" w:rsidRPr="002270B9" w:rsidRDefault="004E16FD" w:rsidP="0029048F">
      <w:pPr>
        <w:jc w:val="center"/>
        <w:rPr>
          <w:sz w:val="28"/>
          <w:szCs w:val="28"/>
          <w:lang w:val="uk-UA"/>
        </w:rPr>
      </w:pPr>
    </w:p>
    <w:p w:rsidR="004E16FD" w:rsidRPr="007F67DF" w:rsidRDefault="004E16FD" w:rsidP="0029048F">
      <w:pPr>
        <w:jc w:val="center"/>
        <w:rPr>
          <w:b/>
          <w:bCs/>
          <w:sz w:val="28"/>
          <w:szCs w:val="28"/>
          <w:lang w:val="uk-UA"/>
        </w:rPr>
      </w:pPr>
      <w:r w:rsidRPr="007F67DF">
        <w:rPr>
          <w:b/>
          <w:bCs/>
          <w:sz w:val="28"/>
          <w:szCs w:val="28"/>
          <w:lang w:val="uk-UA"/>
        </w:rPr>
        <w:t>РОЗРАХУНОК</w:t>
      </w:r>
    </w:p>
    <w:p w:rsidR="004E16FD" w:rsidRPr="007F67DF" w:rsidRDefault="004E16FD" w:rsidP="0029048F">
      <w:pPr>
        <w:jc w:val="center"/>
        <w:rPr>
          <w:b/>
          <w:bCs/>
          <w:sz w:val="28"/>
          <w:szCs w:val="28"/>
          <w:lang w:val="uk-UA"/>
        </w:rPr>
      </w:pPr>
      <w:r w:rsidRPr="007F67DF">
        <w:rPr>
          <w:b/>
          <w:bCs/>
          <w:sz w:val="28"/>
          <w:szCs w:val="28"/>
          <w:lang w:val="uk-UA"/>
        </w:rPr>
        <w:t>медичного та господарського майна,</w:t>
      </w:r>
    </w:p>
    <w:p w:rsidR="004E16FD" w:rsidRPr="007F67DF" w:rsidRDefault="004E16FD" w:rsidP="0029048F">
      <w:pPr>
        <w:jc w:val="center"/>
        <w:rPr>
          <w:b/>
          <w:bCs/>
          <w:sz w:val="28"/>
          <w:szCs w:val="28"/>
          <w:lang w:val="uk-UA"/>
        </w:rPr>
      </w:pPr>
      <w:r w:rsidRPr="007F67DF">
        <w:rPr>
          <w:b/>
          <w:bCs/>
          <w:sz w:val="28"/>
          <w:szCs w:val="28"/>
          <w:lang w:val="uk-UA"/>
        </w:rPr>
        <w:t>необхідного для роботи медичної комісії</w:t>
      </w:r>
    </w:p>
    <w:p w:rsidR="004E16FD" w:rsidRPr="002270B9" w:rsidRDefault="004E16FD" w:rsidP="0029048F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71"/>
        <w:gridCol w:w="2877"/>
      </w:tblGrid>
      <w:tr w:rsidR="004E16FD" w:rsidRPr="002270B9">
        <w:trPr>
          <w:trHeight w:val="241"/>
        </w:trPr>
        <w:tc>
          <w:tcPr>
            <w:tcW w:w="6771" w:type="dxa"/>
            <w:vAlign w:val="center"/>
          </w:tcPr>
          <w:p w:rsidR="004E16FD" w:rsidRPr="002270B9" w:rsidRDefault="004E16FD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Назва  медичного та господарського майна</w:t>
            </w:r>
          </w:p>
        </w:tc>
        <w:tc>
          <w:tcPr>
            <w:tcW w:w="2877" w:type="dxa"/>
            <w:vAlign w:val="center"/>
          </w:tcPr>
          <w:p w:rsidR="004E16FD" w:rsidRPr="002270B9" w:rsidRDefault="004E16FD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Кількість</w:t>
            </w:r>
          </w:p>
        </w:tc>
      </w:tr>
      <w:tr w:rsidR="004E16FD" w:rsidRPr="002270B9">
        <w:trPr>
          <w:trHeight w:val="20"/>
        </w:trPr>
        <w:tc>
          <w:tcPr>
            <w:tcW w:w="9648" w:type="dxa"/>
            <w:gridSpan w:val="2"/>
            <w:vAlign w:val="center"/>
          </w:tcPr>
          <w:p w:rsidR="004E16FD" w:rsidRPr="002270B9" w:rsidRDefault="004E16FD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Медикаменти (на 50 оглянутих протягом дня) – розчини</w:t>
            </w:r>
          </w:p>
        </w:tc>
      </w:tr>
      <w:tr w:rsidR="004E16FD" w:rsidRPr="002270B9">
        <w:trPr>
          <w:trHeight w:val="20"/>
        </w:trPr>
        <w:tc>
          <w:tcPr>
            <w:tcW w:w="6771" w:type="dxa"/>
          </w:tcPr>
          <w:p w:rsidR="004E16FD" w:rsidRPr="002270B9" w:rsidRDefault="004E16FD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дикаїну 0,25%</w:t>
            </w:r>
          </w:p>
        </w:tc>
        <w:tc>
          <w:tcPr>
            <w:tcW w:w="2877" w:type="dxa"/>
          </w:tcPr>
          <w:p w:rsidR="004E16FD" w:rsidRPr="002270B9" w:rsidRDefault="004E16FD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2,0</w:t>
            </w:r>
          </w:p>
        </w:tc>
      </w:tr>
      <w:tr w:rsidR="004E16FD" w:rsidRPr="002270B9">
        <w:trPr>
          <w:trHeight w:val="20"/>
        </w:trPr>
        <w:tc>
          <w:tcPr>
            <w:tcW w:w="6771" w:type="dxa"/>
          </w:tcPr>
          <w:p w:rsidR="004E16FD" w:rsidRPr="002270B9" w:rsidRDefault="004E16FD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фурациліну 1:1000</w:t>
            </w:r>
          </w:p>
        </w:tc>
        <w:tc>
          <w:tcPr>
            <w:tcW w:w="2877" w:type="dxa"/>
          </w:tcPr>
          <w:p w:rsidR="004E16FD" w:rsidRPr="002270B9" w:rsidRDefault="004E16FD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1000,0              </w:t>
            </w:r>
          </w:p>
        </w:tc>
      </w:tr>
      <w:tr w:rsidR="004E16FD" w:rsidRPr="002270B9">
        <w:trPr>
          <w:trHeight w:val="20"/>
        </w:trPr>
        <w:tc>
          <w:tcPr>
            <w:tcW w:w="6771" w:type="dxa"/>
          </w:tcPr>
          <w:p w:rsidR="004E16FD" w:rsidRPr="002270B9" w:rsidRDefault="004E16FD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гоматропіну 1%                                                                                                       </w:t>
            </w:r>
          </w:p>
          <w:p w:rsidR="004E16FD" w:rsidRPr="002270B9" w:rsidRDefault="004E16FD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або 0,5%                                                                                                    </w:t>
            </w:r>
          </w:p>
          <w:p w:rsidR="004E16FD" w:rsidRPr="002270B9" w:rsidRDefault="004E16FD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або платифіліну 2%                                                                                 </w:t>
            </w:r>
          </w:p>
        </w:tc>
        <w:tc>
          <w:tcPr>
            <w:tcW w:w="2877" w:type="dxa"/>
          </w:tcPr>
          <w:p w:rsidR="004E16FD" w:rsidRPr="002270B9" w:rsidRDefault="004E16FD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2,0</w:t>
            </w:r>
          </w:p>
          <w:p w:rsidR="004E16FD" w:rsidRPr="002270B9" w:rsidRDefault="004E16FD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2,0</w:t>
            </w:r>
          </w:p>
          <w:p w:rsidR="004E16FD" w:rsidRPr="002270B9" w:rsidRDefault="004E16FD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2,0</w:t>
            </w:r>
          </w:p>
        </w:tc>
      </w:tr>
      <w:tr w:rsidR="004E16FD" w:rsidRPr="002270B9">
        <w:trPr>
          <w:trHeight w:val="20"/>
        </w:trPr>
        <w:tc>
          <w:tcPr>
            <w:tcW w:w="6771" w:type="dxa"/>
          </w:tcPr>
          <w:p w:rsidR="004E16FD" w:rsidRPr="002270B9" w:rsidRDefault="004E16FD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атропіну 1:5000</w:t>
            </w:r>
          </w:p>
        </w:tc>
        <w:tc>
          <w:tcPr>
            <w:tcW w:w="2877" w:type="dxa"/>
          </w:tcPr>
          <w:p w:rsidR="004E16FD" w:rsidRPr="002270B9" w:rsidRDefault="004E16FD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5,0</w:t>
            </w:r>
          </w:p>
        </w:tc>
      </w:tr>
      <w:tr w:rsidR="004E16FD" w:rsidRPr="002270B9">
        <w:trPr>
          <w:trHeight w:val="20"/>
        </w:trPr>
        <w:tc>
          <w:tcPr>
            <w:tcW w:w="6771" w:type="dxa"/>
          </w:tcPr>
          <w:p w:rsidR="004E16FD" w:rsidRPr="002270B9" w:rsidRDefault="004E16FD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атропіну 1% </w:t>
            </w:r>
          </w:p>
        </w:tc>
        <w:tc>
          <w:tcPr>
            <w:tcW w:w="2877" w:type="dxa"/>
          </w:tcPr>
          <w:p w:rsidR="004E16FD" w:rsidRPr="002270B9" w:rsidRDefault="004E16FD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2,0</w:t>
            </w:r>
          </w:p>
        </w:tc>
      </w:tr>
      <w:tr w:rsidR="004E16FD" w:rsidRPr="002270B9">
        <w:trPr>
          <w:trHeight w:val="20"/>
        </w:trPr>
        <w:tc>
          <w:tcPr>
            <w:tcW w:w="6771" w:type="dxa"/>
          </w:tcPr>
          <w:p w:rsidR="004E16FD" w:rsidRPr="002270B9" w:rsidRDefault="004E16FD" w:rsidP="00DD2785">
            <w:pPr>
              <w:ind w:firstLine="180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флюоресцину 2%                                                                                                    або коларголу 3%</w:t>
            </w:r>
          </w:p>
        </w:tc>
        <w:tc>
          <w:tcPr>
            <w:tcW w:w="2877" w:type="dxa"/>
          </w:tcPr>
          <w:p w:rsidR="004E16FD" w:rsidRPr="002270B9" w:rsidRDefault="004E16FD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2,0</w:t>
            </w:r>
          </w:p>
          <w:p w:rsidR="004E16FD" w:rsidRPr="002270B9" w:rsidRDefault="004E16FD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2,0</w:t>
            </w:r>
          </w:p>
        </w:tc>
      </w:tr>
      <w:tr w:rsidR="004E16FD" w:rsidRPr="002270B9">
        <w:trPr>
          <w:trHeight w:val="20"/>
        </w:trPr>
        <w:tc>
          <w:tcPr>
            <w:tcW w:w="6771" w:type="dxa"/>
          </w:tcPr>
          <w:p w:rsidR="004E16FD" w:rsidRPr="002270B9" w:rsidRDefault="004E16FD" w:rsidP="00DD2785">
            <w:pPr>
              <w:ind w:firstLine="180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пілокарпіну 1%                                                                                                        або езеріну 0,2% </w:t>
            </w:r>
          </w:p>
        </w:tc>
        <w:tc>
          <w:tcPr>
            <w:tcW w:w="2877" w:type="dxa"/>
          </w:tcPr>
          <w:p w:rsidR="004E16FD" w:rsidRPr="002270B9" w:rsidRDefault="004E16FD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2,0</w:t>
            </w:r>
          </w:p>
          <w:p w:rsidR="004E16FD" w:rsidRPr="002270B9" w:rsidRDefault="004E16FD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2,0</w:t>
            </w:r>
          </w:p>
        </w:tc>
      </w:tr>
      <w:tr w:rsidR="004E16FD" w:rsidRPr="002270B9">
        <w:trPr>
          <w:trHeight w:val="20"/>
        </w:trPr>
        <w:tc>
          <w:tcPr>
            <w:tcW w:w="6771" w:type="dxa"/>
          </w:tcPr>
          <w:p w:rsidR="004E16FD" w:rsidRPr="002270B9" w:rsidRDefault="004E16FD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арміну 1:20000</w:t>
            </w:r>
          </w:p>
        </w:tc>
        <w:tc>
          <w:tcPr>
            <w:tcW w:w="2877" w:type="dxa"/>
          </w:tcPr>
          <w:p w:rsidR="004E16FD" w:rsidRPr="002270B9" w:rsidRDefault="004E16FD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2,0</w:t>
            </w:r>
          </w:p>
        </w:tc>
      </w:tr>
      <w:tr w:rsidR="004E16FD" w:rsidRPr="002270B9">
        <w:trPr>
          <w:trHeight w:val="20"/>
        </w:trPr>
        <w:tc>
          <w:tcPr>
            <w:tcW w:w="6771" w:type="dxa"/>
          </w:tcPr>
          <w:p w:rsidR="004E16FD" w:rsidRPr="002270B9" w:rsidRDefault="004E16FD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риванолу 1:1000</w:t>
            </w:r>
          </w:p>
        </w:tc>
        <w:tc>
          <w:tcPr>
            <w:tcW w:w="2877" w:type="dxa"/>
          </w:tcPr>
          <w:p w:rsidR="004E16FD" w:rsidRPr="002270B9" w:rsidRDefault="004E16FD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1000,0</w:t>
            </w:r>
          </w:p>
        </w:tc>
      </w:tr>
      <w:tr w:rsidR="004E16FD" w:rsidRPr="002270B9">
        <w:trPr>
          <w:trHeight w:val="20"/>
        </w:trPr>
        <w:tc>
          <w:tcPr>
            <w:tcW w:w="6771" w:type="dxa"/>
          </w:tcPr>
          <w:p w:rsidR="004E16FD" w:rsidRPr="002270B9" w:rsidRDefault="004E16FD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аміаку 10%</w:t>
            </w:r>
          </w:p>
        </w:tc>
        <w:tc>
          <w:tcPr>
            <w:tcW w:w="2877" w:type="dxa"/>
          </w:tcPr>
          <w:p w:rsidR="004E16FD" w:rsidRPr="002270B9" w:rsidRDefault="004E16FD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50,0</w:t>
            </w:r>
          </w:p>
        </w:tc>
      </w:tr>
      <w:tr w:rsidR="004E16FD" w:rsidRPr="002270B9">
        <w:trPr>
          <w:trHeight w:val="20"/>
        </w:trPr>
        <w:tc>
          <w:tcPr>
            <w:tcW w:w="6771" w:type="dxa"/>
          </w:tcPr>
          <w:p w:rsidR="004E16FD" w:rsidRPr="002270B9" w:rsidRDefault="004E16FD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йоду 5%</w:t>
            </w:r>
          </w:p>
        </w:tc>
        <w:tc>
          <w:tcPr>
            <w:tcW w:w="2877" w:type="dxa"/>
          </w:tcPr>
          <w:p w:rsidR="004E16FD" w:rsidRPr="002270B9" w:rsidRDefault="004E16FD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10,0</w:t>
            </w:r>
          </w:p>
        </w:tc>
      </w:tr>
      <w:tr w:rsidR="004E16FD" w:rsidRPr="002270B9">
        <w:trPr>
          <w:trHeight w:val="282"/>
        </w:trPr>
        <w:tc>
          <w:tcPr>
            <w:tcW w:w="6771" w:type="dxa"/>
          </w:tcPr>
          <w:p w:rsidR="004E16FD" w:rsidRPr="002270B9" w:rsidRDefault="004E16FD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спирту етилового медичного</w:t>
            </w:r>
          </w:p>
        </w:tc>
        <w:tc>
          <w:tcPr>
            <w:tcW w:w="2877" w:type="dxa"/>
          </w:tcPr>
          <w:p w:rsidR="004E16FD" w:rsidRPr="002270B9" w:rsidRDefault="004E16FD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50,0</w:t>
            </w:r>
          </w:p>
        </w:tc>
      </w:tr>
      <w:tr w:rsidR="004E16FD" w:rsidRPr="002270B9">
        <w:trPr>
          <w:trHeight w:val="20"/>
        </w:trPr>
        <w:tc>
          <w:tcPr>
            <w:tcW w:w="6771" w:type="dxa"/>
          </w:tcPr>
          <w:p w:rsidR="004E16FD" w:rsidRPr="002270B9" w:rsidRDefault="004E16FD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водного розчину брильянтової зеленки 1% </w:t>
            </w:r>
          </w:p>
        </w:tc>
        <w:tc>
          <w:tcPr>
            <w:tcW w:w="2877" w:type="dxa"/>
          </w:tcPr>
          <w:p w:rsidR="004E16FD" w:rsidRPr="002270B9" w:rsidRDefault="004E16FD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10,0</w:t>
            </w:r>
          </w:p>
        </w:tc>
      </w:tr>
      <w:tr w:rsidR="004E16FD" w:rsidRPr="002270B9">
        <w:trPr>
          <w:trHeight w:val="20"/>
        </w:trPr>
        <w:tc>
          <w:tcPr>
            <w:tcW w:w="6771" w:type="dxa"/>
          </w:tcPr>
          <w:p w:rsidR="004E16FD" w:rsidRPr="002270B9" w:rsidRDefault="004E16FD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Вата гігроскопічна, серветки стерильні малі в пакетах, рукавиці гумові, вазелін медичний, липкий пластир.</w:t>
            </w:r>
          </w:p>
        </w:tc>
        <w:tc>
          <w:tcPr>
            <w:tcW w:w="2877" w:type="dxa"/>
          </w:tcPr>
          <w:p w:rsidR="004E16FD" w:rsidRPr="002270B9" w:rsidRDefault="004E16FD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E16FD" w:rsidRPr="002270B9">
        <w:trPr>
          <w:trHeight w:val="20"/>
        </w:trPr>
        <w:tc>
          <w:tcPr>
            <w:tcW w:w="9648" w:type="dxa"/>
            <w:gridSpan w:val="2"/>
            <w:vAlign w:val="center"/>
          </w:tcPr>
          <w:p w:rsidR="004E16FD" w:rsidRPr="002270B9" w:rsidRDefault="004E16FD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Стандартні розчини для досліджень</w:t>
            </w:r>
          </w:p>
        </w:tc>
      </w:tr>
      <w:tr w:rsidR="004E16FD" w:rsidRPr="002270B9">
        <w:trPr>
          <w:trHeight w:val="20"/>
        </w:trPr>
        <w:tc>
          <w:tcPr>
            <w:tcW w:w="6771" w:type="dxa"/>
          </w:tcPr>
          <w:p w:rsidR="004E16FD" w:rsidRPr="002270B9" w:rsidRDefault="004E16FD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           а) нюху:</w:t>
            </w:r>
          </w:p>
          <w:p w:rsidR="004E16FD" w:rsidRPr="002270B9" w:rsidRDefault="004E16FD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  - розчин оцтової кислоти 0,5%</w:t>
            </w:r>
          </w:p>
          <w:p w:rsidR="004E16FD" w:rsidRPr="002270B9" w:rsidRDefault="004E16FD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  - чистий винний спирт                                                                                                </w:t>
            </w:r>
          </w:p>
        </w:tc>
        <w:tc>
          <w:tcPr>
            <w:tcW w:w="2877" w:type="dxa"/>
          </w:tcPr>
          <w:p w:rsidR="004E16FD" w:rsidRPr="002270B9" w:rsidRDefault="004E16FD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  <w:p w:rsidR="004E16FD" w:rsidRPr="002270B9" w:rsidRDefault="004E16FD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0,5   </w:t>
            </w:r>
          </w:p>
          <w:p w:rsidR="004E16FD" w:rsidRPr="002270B9" w:rsidRDefault="004E16FD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5,0    </w:t>
            </w:r>
          </w:p>
        </w:tc>
      </w:tr>
      <w:tr w:rsidR="004E16FD" w:rsidRPr="002270B9">
        <w:trPr>
          <w:trHeight w:val="282"/>
        </w:trPr>
        <w:tc>
          <w:tcPr>
            <w:tcW w:w="6771" w:type="dxa"/>
          </w:tcPr>
          <w:p w:rsidR="004E16FD" w:rsidRPr="002270B9" w:rsidRDefault="004E16FD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           б) смаку:</w:t>
            </w:r>
          </w:p>
          <w:p w:rsidR="004E16FD" w:rsidRPr="002270B9" w:rsidRDefault="004E16FD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  - розчин цукру   4%, 10% та 40%                                                                               </w:t>
            </w:r>
          </w:p>
          <w:p w:rsidR="004E16FD" w:rsidRPr="002270B9" w:rsidRDefault="004E16FD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  - кухонної солі   2,4%, 5% і 10%                                                                                </w:t>
            </w:r>
          </w:p>
          <w:p w:rsidR="004E16FD" w:rsidRPr="002270B9" w:rsidRDefault="004E16FD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   - лимонної кислоти  0,01%, 0,02% і 0,03%                                                              </w:t>
            </w:r>
          </w:p>
          <w:p w:rsidR="004E16FD" w:rsidRPr="002270B9" w:rsidRDefault="004E16FD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  - хініну сульфату 0,00002%, 0,00003% </w:t>
            </w:r>
          </w:p>
        </w:tc>
        <w:tc>
          <w:tcPr>
            <w:tcW w:w="2877" w:type="dxa"/>
          </w:tcPr>
          <w:p w:rsidR="004E16FD" w:rsidRPr="002270B9" w:rsidRDefault="004E16FD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  <w:p w:rsidR="004E16FD" w:rsidRPr="002270B9" w:rsidRDefault="004E16FD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по 5,0</w:t>
            </w:r>
          </w:p>
          <w:p w:rsidR="004E16FD" w:rsidRPr="002270B9" w:rsidRDefault="004E16FD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5,0</w:t>
            </w:r>
          </w:p>
          <w:p w:rsidR="004E16FD" w:rsidRPr="002270B9" w:rsidRDefault="004E16FD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5,0  </w:t>
            </w:r>
          </w:p>
          <w:p w:rsidR="004E16FD" w:rsidRPr="002270B9" w:rsidRDefault="004E16FD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 по 5,0</w:t>
            </w:r>
          </w:p>
        </w:tc>
      </w:tr>
      <w:tr w:rsidR="004E16FD" w:rsidRPr="002270B9">
        <w:trPr>
          <w:trHeight w:val="20"/>
        </w:trPr>
        <w:tc>
          <w:tcPr>
            <w:tcW w:w="9648" w:type="dxa"/>
            <w:gridSpan w:val="2"/>
            <w:vAlign w:val="center"/>
          </w:tcPr>
          <w:p w:rsidR="004E16FD" w:rsidRPr="002270B9" w:rsidRDefault="004E16FD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Господарське майно</w:t>
            </w:r>
          </w:p>
        </w:tc>
      </w:tr>
      <w:tr w:rsidR="004E16FD" w:rsidRPr="002270B9">
        <w:trPr>
          <w:trHeight w:val="20"/>
        </w:trPr>
        <w:tc>
          <w:tcPr>
            <w:tcW w:w="6771" w:type="dxa"/>
          </w:tcPr>
          <w:p w:rsidR="004E16FD" w:rsidRPr="002270B9" w:rsidRDefault="004E16FD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халати медичні </w:t>
            </w:r>
          </w:p>
        </w:tc>
        <w:tc>
          <w:tcPr>
            <w:tcW w:w="2877" w:type="dxa"/>
          </w:tcPr>
          <w:p w:rsidR="004E16FD" w:rsidRPr="002270B9" w:rsidRDefault="004E16FD" w:rsidP="00DD278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за кількістю лікарів та середнього </w:t>
            </w:r>
            <w:r w:rsidRPr="002270B9">
              <w:rPr>
                <w:w w:val="80"/>
                <w:sz w:val="28"/>
                <w:szCs w:val="28"/>
                <w:lang w:val="uk-UA"/>
              </w:rPr>
              <w:t>мед. персоналу</w:t>
            </w:r>
          </w:p>
        </w:tc>
      </w:tr>
      <w:tr w:rsidR="004E16FD" w:rsidRPr="002270B9">
        <w:trPr>
          <w:trHeight w:val="20"/>
        </w:trPr>
        <w:tc>
          <w:tcPr>
            <w:tcW w:w="6771" w:type="dxa"/>
          </w:tcPr>
          <w:p w:rsidR="004E16FD" w:rsidRPr="002270B9" w:rsidRDefault="004E16FD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рушники, умивальники, щітки для миття рук, мило </w:t>
            </w:r>
          </w:p>
        </w:tc>
        <w:tc>
          <w:tcPr>
            <w:tcW w:w="2877" w:type="dxa"/>
          </w:tcPr>
          <w:p w:rsidR="004E16FD" w:rsidRPr="002270B9" w:rsidRDefault="004E16FD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за кількістю лікарських кабінетів</w:t>
            </w:r>
          </w:p>
        </w:tc>
      </w:tr>
      <w:tr w:rsidR="004E16FD" w:rsidRPr="002270B9">
        <w:trPr>
          <w:trHeight w:val="20"/>
        </w:trPr>
        <w:tc>
          <w:tcPr>
            <w:tcW w:w="6771" w:type="dxa"/>
          </w:tcPr>
          <w:p w:rsidR="004E16FD" w:rsidRPr="002270B9" w:rsidRDefault="004E16FD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тарілки фарфорові </w:t>
            </w:r>
          </w:p>
        </w:tc>
        <w:tc>
          <w:tcPr>
            <w:tcW w:w="2877" w:type="dxa"/>
          </w:tcPr>
          <w:p w:rsidR="004E16FD" w:rsidRPr="002270B9" w:rsidRDefault="004E16FD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 4 шт.</w:t>
            </w:r>
          </w:p>
        </w:tc>
      </w:tr>
      <w:tr w:rsidR="004E16FD" w:rsidRPr="002270B9">
        <w:trPr>
          <w:trHeight w:val="20"/>
        </w:trPr>
        <w:tc>
          <w:tcPr>
            <w:tcW w:w="6771" w:type="dxa"/>
          </w:tcPr>
          <w:p w:rsidR="004E16FD" w:rsidRPr="002270B9" w:rsidRDefault="004E16FD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таз емальований, спиртівка, ширма, кушетки медичні </w:t>
            </w:r>
          </w:p>
        </w:tc>
        <w:tc>
          <w:tcPr>
            <w:tcW w:w="2877" w:type="dxa"/>
          </w:tcPr>
          <w:p w:rsidR="004E16FD" w:rsidRPr="002270B9" w:rsidRDefault="004E16FD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 6 шт.</w:t>
            </w:r>
          </w:p>
        </w:tc>
      </w:tr>
      <w:tr w:rsidR="004E16FD" w:rsidRPr="002270B9">
        <w:trPr>
          <w:trHeight w:val="20"/>
        </w:trPr>
        <w:tc>
          <w:tcPr>
            <w:tcW w:w="6771" w:type="dxa"/>
          </w:tcPr>
          <w:p w:rsidR="004E16FD" w:rsidRPr="002270B9" w:rsidRDefault="004E16FD" w:rsidP="00DD278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столи, стільці, вішалки для одягу, халатів,  шафи  для  зберігання інструментів та медикаментів, указка, термометри  кімнатні </w:t>
            </w:r>
          </w:p>
        </w:tc>
        <w:tc>
          <w:tcPr>
            <w:tcW w:w="2877" w:type="dxa"/>
          </w:tcPr>
          <w:p w:rsidR="004E16FD" w:rsidRPr="002270B9" w:rsidRDefault="004E16FD" w:rsidP="00DD278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за кількістю кабінетів</w:t>
            </w:r>
          </w:p>
        </w:tc>
      </w:tr>
    </w:tbl>
    <w:p w:rsidR="004E16FD" w:rsidRDefault="004E16FD" w:rsidP="0029048F">
      <w:pPr>
        <w:jc w:val="both"/>
        <w:rPr>
          <w:sz w:val="28"/>
          <w:szCs w:val="28"/>
          <w:lang w:val="uk-UA"/>
        </w:rPr>
      </w:pPr>
    </w:p>
    <w:p w:rsidR="004E16FD" w:rsidRDefault="004E16FD" w:rsidP="0029048F">
      <w:pPr>
        <w:jc w:val="both"/>
        <w:rPr>
          <w:sz w:val="28"/>
          <w:szCs w:val="28"/>
          <w:lang w:val="uk-UA"/>
        </w:rPr>
      </w:pPr>
    </w:p>
    <w:p w:rsidR="004E16FD" w:rsidRPr="002270B9" w:rsidRDefault="004E16FD" w:rsidP="0029048F">
      <w:pPr>
        <w:jc w:val="both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Керівник апарату </w:t>
      </w:r>
    </w:p>
    <w:p w:rsidR="004E16FD" w:rsidRDefault="004E16FD" w:rsidP="00C42347">
      <w:pPr>
        <w:jc w:val="both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>райдержадміністрації                                                                   С</w:t>
      </w:r>
      <w:r>
        <w:rPr>
          <w:sz w:val="28"/>
          <w:szCs w:val="28"/>
          <w:lang w:val="uk-UA"/>
        </w:rPr>
        <w:t xml:space="preserve">ергій </w:t>
      </w:r>
      <w:r w:rsidRPr="002270B9">
        <w:rPr>
          <w:sz w:val="28"/>
          <w:szCs w:val="28"/>
          <w:lang w:val="uk-UA"/>
        </w:rPr>
        <w:t>Романюк</w:t>
      </w:r>
    </w:p>
    <w:p w:rsidR="004E16FD" w:rsidRDefault="004E16FD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4E16FD" w:rsidRDefault="004E16FD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4E16FD" w:rsidRDefault="004E16FD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4E16FD" w:rsidRDefault="004E16FD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4E16FD" w:rsidRDefault="004E16FD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4E16FD" w:rsidRDefault="004E16FD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4E16FD" w:rsidRDefault="004E16FD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4E16FD" w:rsidRDefault="004E16FD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4E16FD" w:rsidRDefault="004E16FD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4E16FD" w:rsidRDefault="004E16FD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4E16FD" w:rsidRDefault="004E16FD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4E16FD" w:rsidRDefault="004E16FD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4E16FD" w:rsidRDefault="004E16FD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4E16FD" w:rsidRDefault="004E16FD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4E16FD" w:rsidRDefault="004E16FD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4E16FD" w:rsidRDefault="004E16FD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4E16FD" w:rsidRDefault="004E16FD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4E16FD" w:rsidRDefault="004E16FD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4E16FD" w:rsidRDefault="004E16FD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4E16FD" w:rsidRDefault="004E16FD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4E16FD" w:rsidRDefault="004E16FD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4E16FD" w:rsidRDefault="004E16FD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4E16FD" w:rsidRDefault="004E16FD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4E16FD" w:rsidRDefault="004E16FD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4E16FD" w:rsidRDefault="004E16FD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4E16FD" w:rsidRDefault="004E16FD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4E16FD" w:rsidRDefault="004E16FD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4E16FD" w:rsidRDefault="004E16FD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4E16FD" w:rsidRDefault="004E16FD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4E16FD" w:rsidRDefault="004E16FD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4E16FD" w:rsidRDefault="004E16FD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4E16FD" w:rsidRDefault="004E16FD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4E16FD" w:rsidRDefault="004E16FD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4E16FD" w:rsidRDefault="004E16FD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4E16FD" w:rsidRDefault="004E16FD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4E16FD" w:rsidRDefault="004E16FD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4E16FD" w:rsidRDefault="004E16FD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4E16FD" w:rsidRDefault="004E16FD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4E16FD" w:rsidRDefault="004E16FD" w:rsidP="00995395">
      <w:pPr>
        <w:ind w:left="4680" w:firstLine="12"/>
        <w:jc w:val="both"/>
        <w:rPr>
          <w:sz w:val="28"/>
          <w:szCs w:val="28"/>
          <w:lang w:val="uk-UA"/>
        </w:rPr>
      </w:pPr>
    </w:p>
    <w:p w:rsidR="004E16FD" w:rsidRPr="002270B9" w:rsidRDefault="004E16FD" w:rsidP="00995395">
      <w:pPr>
        <w:ind w:left="4680" w:firstLine="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 4</w:t>
      </w:r>
    </w:p>
    <w:p w:rsidR="004E16FD" w:rsidRPr="002270B9" w:rsidRDefault="004E16FD" w:rsidP="00995395">
      <w:pPr>
        <w:ind w:hanging="180"/>
        <w:jc w:val="both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                                                                      до розпорядження голови  </w:t>
      </w:r>
    </w:p>
    <w:p w:rsidR="004E16FD" w:rsidRPr="002270B9" w:rsidRDefault="004E16FD" w:rsidP="00995395">
      <w:pPr>
        <w:ind w:left="4248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       районної державної адміністрації </w:t>
      </w:r>
    </w:p>
    <w:p w:rsidR="004E16FD" w:rsidRPr="002270B9" w:rsidRDefault="004E16FD" w:rsidP="00995395">
      <w:pPr>
        <w:ind w:right="-2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 </w:t>
      </w:r>
      <w:r w:rsidRPr="002270B9">
        <w:rPr>
          <w:sz w:val="28"/>
          <w:szCs w:val="28"/>
          <w:lang w:val="uk-UA"/>
        </w:rPr>
        <w:tab/>
      </w:r>
      <w:r w:rsidRPr="002270B9">
        <w:rPr>
          <w:sz w:val="28"/>
          <w:szCs w:val="28"/>
          <w:lang w:val="uk-UA"/>
        </w:rPr>
        <w:tab/>
      </w:r>
      <w:r w:rsidRPr="002270B9">
        <w:rPr>
          <w:sz w:val="28"/>
          <w:szCs w:val="28"/>
          <w:lang w:val="uk-UA"/>
        </w:rPr>
        <w:tab/>
      </w:r>
      <w:r w:rsidRPr="002270B9">
        <w:rPr>
          <w:sz w:val="28"/>
          <w:szCs w:val="28"/>
          <w:lang w:val="uk-UA"/>
        </w:rPr>
        <w:tab/>
      </w:r>
      <w:r w:rsidRPr="002270B9">
        <w:rPr>
          <w:sz w:val="28"/>
          <w:szCs w:val="28"/>
          <w:lang w:val="uk-UA"/>
        </w:rPr>
        <w:tab/>
      </w:r>
      <w:r w:rsidRPr="002270B9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</w:t>
      </w:r>
      <w:r w:rsidRPr="00D60A08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09</w:t>
      </w:r>
      <w:r>
        <w:rPr>
          <w:sz w:val="28"/>
          <w:szCs w:val="28"/>
        </w:rPr>
        <w:t>.0</w:t>
      </w:r>
      <w:r>
        <w:rPr>
          <w:sz w:val="28"/>
          <w:szCs w:val="28"/>
          <w:lang w:val="uk-UA"/>
        </w:rPr>
        <w:t>9</w:t>
      </w:r>
      <w:r w:rsidRPr="00803930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2020</w:t>
      </w:r>
      <w:r w:rsidRPr="00D60A08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102</w:t>
      </w:r>
    </w:p>
    <w:p w:rsidR="004E16FD" w:rsidRPr="002270B9" w:rsidRDefault="004E16FD" w:rsidP="00995395">
      <w:pPr>
        <w:ind w:right="-2"/>
        <w:jc w:val="center"/>
        <w:rPr>
          <w:b/>
          <w:bCs/>
          <w:w w:val="90"/>
          <w:sz w:val="28"/>
          <w:szCs w:val="28"/>
          <w:lang w:val="uk-UA"/>
        </w:rPr>
      </w:pPr>
    </w:p>
    <w:p w:rsidR="004E16FD" w:rsidRPr="00D84299" w:rsidRDefault="004E16FD" w:rsidP="00995395">
      <w:pPr>
        <w:ind w:right="-2"/>
        <w:jc w:val="center"/>
        <w:rPr>
          <w:b/>
          <w:bCs/>
          <w:sz w:val="28"/>
          <w:szCs w:val="28"/>
          <w:lang w:val="uk-UA"/>
        </w:rPr>
      </w:pPr>
      <w:r w:rsidRPr="00D84299">
        <w:rPr>
          <w:b/>
          <w:bCs/>
          <w:sz w:val="28"/>
          <w:szCs w:val="28"/>
          <w:lang w:val="uk-UA"/>
        </w:rPr>
        <w:t>РОЗРАХУНОК</w:t>
      </w:r>
    </w:p>
    <w:p w:rsidR="004E16FD" w:rsidRPr="00D84299" w:rsidRDefault="004E16FD" w:rsidP="00995395">
      <w:pPr>
        <w:ind w:right="-2"/>
        <w:jc w:val="center"/>
        <w:rPr>
          <w:b/>
          <w:bCs/>
          <w:sz w:val="28"/>
          <w:szCs w:val="28"/>
          <w:lang w:val="uk-UA"/>
        </w:rPr>
      </w:pPr>
      <w:r w:rsidRPr="00D84299">
        <w:rPr>
          <w:b/>
          <w:bCs/>
          <w:sz w:val="28"/>
          <w:szCs w:val="28"/>
          <w:lang w:val="uk-UA"/>
        </w:rPr>
        <w:t>видатків для проведення призову 20</w:t>
      </w:r>
      <w:r>
        <w:rPr>
          <w:b/>
          <w:bCs/>
          <w:sz w:val="28"/>
          <w:szCs w:val="28"/>
          <w:lang w:val="uk-UA"/>
        </w:rPr>
        <w:t>20</w:t>
      </w:r>
      <w:r w:rsidRPr="00D84299">
        <w:rPr>
          <w:b/>
          <w:bCs/>
          <w:sz w:val="28"/>
          <w:szCs w:val="28"/>
          <w:lang w:val="uk-UA"/>
        </w:rPr>
        <w:t xml:space="preserve"> року </w:t>
      </w:r>
    </w:p>
    <w:p w:rsidR="004E16FD" w:rsidRPr="00D84299" w:rsidRDefault="004E16FD" w:rsidP="00995395">
      <w:pPr>
        <w:ind w:right="-2"/>
        <w:jc w:val="center"/>
        <w:rPr>
          <w:b/>
          <w:bCs/>
          <w:sz w:val="28"/>
          <w:szCs w:val="28"/>
          <w:lang w:val="uk-UA"/>
        </w:rPr>
      </w:pPr>
      <w:r w:rsidRPr="00D84299">
        <w:rPr>
          <w:b/>
          <w:bCs/>
          <w:sz w:val="28"/>
          <w:szCs w:val="28"/>
          <w:lang w:val="uk-UA"/>
        </w:rPr>
        <w:t>громадян на строкову військову службу</w:t>
      </w:r>
    </w:p>
    <w:p w:rsidR="004E16FD" w:rsidRPr="002270B9" w:rsidRDefault="004E16FD" w:rsidP="00995395">
      <w:pPr>
        <w:ind w:right="-2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       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2126"/>
        <w:gridCol w:w="1559"/>
      </w:tblGrid>
      <w:tr w:rsidR="004E16FD" w:rsidRPr="002270B9">
        <w:tc>
          <w:tcPr>
            <w:tcW w:w="5954" w:type="dxa"/>
          </w:tcPr>
          <w:p w:rsidR="004E16FD" w:rsidRPr="002270B9" w:rsidRDefault="004E16FD" w:rsidP="00C51215">
            <w:pPr>
              <w:ind w:right="-2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270B9">
              <w:rPr>
                <w:b/>
                <w:bCs/>
                <w:sz w:val="28"/>
                <w:szCs w:val="28"/>
                <w:lang w:val="uk-UA"/>
              </w:rPr>
              <w:t xml:space="preserve">Потреби </w:t>
            </w:r>
          </w:p>
        </w:tc>
        <w:tc>
          <w:tcPr>
            <w:tcW w:w="2126" w:type="dxa"/>
          </w:tcPr>
          <w:p w:rsidR="004E16FD" w:rsidRPr="002270B9" w:rsidRDefault="004E16FD" w:rsidP="00C51215">
            <w:pPr>
              <w:ind w:right="-2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270B9">
              <w:rPr>
                <w:b/>
                <w:bCs/>
                <w:sz w:val="28"/>
                <w:szCs w:val="28"/>
                <w:lang w:val="uk-UA"/>
              </w:rPr>
              <w:t>Сумма (грн.)</w:t>
            </w:r>
          </w:p>
        </w:tc>
        <w:tc>
          <w:tcPr>
            <w:tcW w:w="1559" w:type="dxa"/>
          </w:tcPr>
          <w:p w:rsidR="004E16FD" w:rsidRPr="002270B9" w:rsidRDefault="004E16FD" w:rsidP="00C51215">
            <w:pPr>
              <w:ind w:right="-2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270B9">
              <w:rPr>
                <w:b/>
                <w:bCs/>
                <w:sz w:val="28"/>
                <w:szCs w:val="28"/>
                <w:lang w:val="uk-UA"/>
              </w:rPr>
              <w:t xml:space="preserve">Примітка </w:t>
            </w:r>
          </w:p>
        </w:tc>
      </w:tr>
      <w:tr w:rsidR="004E16FD" w:rsidRPr="002270B9">
        <w:tc>
          <w:tcPr>
            <w:tcW w:w="5954" w:type="dxa"/>
          </w:tcPr>
          <w:p w:rsidR="004E16FD" w:rsidRPr="002270B9" w:rsidRDefault="004E16FD" w:rsidP="00C51215">
            <w:pPr>
              <w:ind w:right="-2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Придбання палива для доставки призовників на ОЗП Волинського ОВК для контрольного медичного огляду, для відправки у війська, розшуку призовників, які не пройшли призовну комісію та для службових потреб.</w:t>
            </w:r>
          </w:p>
        </w:tc>
        <w:tc>
          <w:tcPr>
            <w:tcW w:w="2126" w:type="dxa"/>
            <w:vAlign w:val="center"/>
          </w:tcPr>
          <w:p w:rsidR="004E16FD" w:rsidRPr="002270B9" w:rsidRDefault="004E16FD" w:rsidP="00C51215">
            <w:pPr>
              <w:ind w:right="-2"/>
              <w:jc w:val="center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300л палива</w:t>
            </w:r>
          </w:p>
          <w:p w:rsidR="004E16FD" w:rsidRPr="002270B9" w:rsidRDefault="004E16FD" w:rsidP="00C51215">
            <w:pPr>
              <w:ind w:right="-2"/>
              <w:jc w:val="center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х 25,00= 7500 грн</w:t>
            </w:r>
          </w:p>
        </w:tc>
        <w:tc>
          <w:tcPr>
            <w:tcW w:w="1559" w:type="dxa"/>
          </w:tcPr>
          <w:p w:rsidR="004E16FD" w:rsidRPr="002270B9" w:rsidRDefault="004E16FD" w:rsidP="00C51215">
            <w:pPr>
              <w:ind w:right="-2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E16FD" w:rsidRPr="002270B9">
        <w:tc>
          <w:tcPr>
            <w:tcW w:w="5954" w:type="dxa"/>
          </w:tcPr>
          <w:p w:rsidR="004E16FD" w:rsidRPr="002270B9" w:rsidRDefault="004E16FD" w:rsidP="00C51215">
            <w:pPr>
              <w:ind w:right="-2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Виготовлення бланків документів для оформлення особових справ призовників та придбання канцелярських приладів для роботи на призовній дільниці</w:t>
            </w:r>
          </w:p>
        </w:tc>
        <w:tc>
          <w:tcPr>
            <w:tcW w:w="2126" w:type="dxa"/>
            <w:vAlign w:val="center"/>
          </w:tcPr>
          <w:p w:rsidR="004E16FD" w:rsidRPr="002270B9" w:rsidRDefault="004E16FD" w:rsidP="00C51215">
            <w:pPr>
              <w:ind w:right="-2"/>
              <w:jc w:val="center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1500 грн</w:t>
            </w:r>
          </w:p>
        </w:tc>
        <w:tc>
          <w:tcPr>
            <w:tcW w:w="1559" w:type="dxa"/>
          </w:tcPr>
          <w:p w:rsidR="004E16FD" w:rsidRPr="002270B9" w:rsidRDefault="004E16FD" w:rsidP="00C51215">
            <w:pPr>
              <w:ind w:right="-2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E16FD" w:rsidRPr="002270B9">
        <w:tc>
          <w:tcPr>
            <w:tcW w:w="5954" w:type="dxa"/>
          </w:tcPr>
          <w:p w:rsidR="004E16FD" w:rsidRPr="002270B9" w:rsidRDefault="004E16FD" w:rsidP="00C51215">
            <w:pPr>
              <w:ind w:right="-2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Проведення косметичного ремонту призовної дільниці</w:t>
            </w:r>
          </w:p>
        </w:tc>
        <w:tc>
          <w:tcPr>
            <w:tcW w:w="2126" w:type="dxa"/>
            <w:vAlign w:val="center"/>
          </w:tcPr>
          <w:p w:rsidR="004E16FD" w:rsidRPr="002270B9" w:rsidRDefault="004E16FD" w:rsidP="00C51215">
            <w:pPr>
              <w:ind w:right="-2"/>
              <w:jc w:val="center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800 грн</w:t>
            </w:r>
          </w:p>
        </w:tc>
        <w:tc>
          <w:tcPr>
            <w:tcW w:w="1559" w:type="dxa"/>
          </w:tcPr>
          <w:p w:rsidR="004E16FD" w:rsidRPr="002270B9" w:rsidRDefault="004E16FD" w:rsidP="00C51215">
            <w:pPr>
              <w:ind w:right="-2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E16FD" w:rsidRPr="002270B9">
        <w:trPr>
          <w:trHeight w:val="255"/>
        </w:trPr>
        <w:tc>
          <w:tcPr>
            <w:tcW w:w="5954" w:type="dxa"/>
          </w:tcPr>
          <w:p w:rsidR="004E16FD" w:rsidRPr="002270B9" w:rsidRDefault="004E16FD" w:rsidP="00C51215">
            <w:pPr>
              <w:ind w:right="-2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270B9">
              <w:rPr>
                <w:b/>
                <w:bCs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126" w:type="dxa"/>
            <w:vAlign w:val="center"/>
          </w:tcPr>
          <w:p w:rsidR="004E16FD" w:rsidRPr="002270B9" w:rsidRDefault="004E16FD" w:rsidP="00C51215">
            <w:pPr>
              <w:ind w:right="-2"/>
              <w:jc w:val="center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9800 грн</w:t>
            </w:r>
          </w:p>
        </w:tc>
        <w:tc>
          <w:tcPr>
            <w:tcW w:w="1559" w:type="dxa"/>
          </w:tcPr>
          <w:p w:rsidR="004E16FD" w:rsidRPr="002270B9" w:rsidRDefault="004E16FD" w:rsidP="00C51215">
            <w:pPr>
              <w:ind w:right="-2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4E16FD" w:rsidRDefault="004E16FD" w:rsidP="00995395">
      <w:pPr>
        <w:ind w:right="-2"/>
        <w:rPr>
          <w:w w:val="90"/>
          <w:sz w:val="28"/>
          <w:szCs w:val="28"/>
          <w:lang w:val="uk-UA"/>
        </w:rPr>
      </w:pPr>
      <w:r w:rsidRPr="002270B9">
        <w:rPr>
          <w:w w:val="90"/>
          <w:sz w:val="28"/>
          <w:szCs w:val="28"/>
          <w:lang w:val="uk-UA"/>
        </w:rPr>
        <w:t xml:space="preserve">                                      </w:t>
      </w:r>
    </w:p>
    <w:p w:rsidR="004E16FD" w:rsidRDefault="004E16FD" w:rsidP="00995395">
      <w:pPr>
        <w:ind w:right="-2"/>
        <w:rPr>
          <w:w w:val="90"/>
          <w:sz w:val="28"/>
          <w:szCs w:val="28"/>
          <w:lang w:val="uk-UA"/>
        </w:rPr>
      </w:pPr>
    </w:p>
    <w:p w:rsidR="004E16FD" w:rsidRDefault="004E16FD" w:rsidP="00995395">
      <w:pPr>
        <w:ind w:right="-2"/>
        <w:rPr>
          <w:w w:val="90"/>
          <w:sz w:val="28"/>
          <w:szCs w:val="28"/>
          <w:lang w:val="uk-UA"/>
        </w:rPr>
      </w:pPr>
    </w:p>
    <w:p w:rsidR="004E16FD" w:rsidRPr="002270B9" w:rsidRDefault="004E16FD" w:rsidP="00995395">
      <w:pPr>
        <w:ind w:right="-2"/>
        <w:rPr>
          <w:w w:val="90"/>
          <w:sz w:val="28"/>
          <w:szCs w:val="28"/>
          <w:lang w:val="uk-UA"/>
        </w:rPr>
      </w:pPr>
    </w:p>
    <w:p w:rsidR="004E16FD" w:rsidRPr="002270B9" w:rsidRDefault="004E16FD" w:rsidP="00995395">
      <w:pPr>
        <w:jc w:val="both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Керівник апарату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Pr="002270B9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ергій </w:t>
      </w:r>
      <w:r w:rsidRPr="002270B9">
        <w:rPr>
          <w:sz w:val="28"/>
          <w:szCs w:val="28"/>
          <w:lang w:val="uk-UA"/>
        </w:rPr>
        <w:t>Романюк</w:t>
      </w:r>
      <w:r>
        <w:rPr>
          <w:sz w:val="28"/>
          <w:szCs w:val="28"/>
          <w:lang w:val="uk-UA"/>
        </w:rPr>
        <w:t xml:space="preserve">       </w:t>
      </w:r>
    </w:p>
    <w:p w:rsidR="004E16FD" w:rsidRPr="002270B9" w:rsidRDefault="004E16FD" w:rsidP="00995395">
      <w:pPr>
        <w:pStyle w:val="Heading9"/>
        <w:ind w:right="-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E16FD" w:rsidRDefault="004E16FD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  <w:r w:rsidRPr="002270B9">
        <w:rPr>
          <w:w w:val="90"/>
          <w:sz w:val="28"/>
          <w:szCs w:val="28"/>
          <w:lang w:val="uk-UA"/>
        </w:rPr>
        <w:t xml:space="preserve">                                           </w:t>
      </w:r>
    </w:p>
    <w:p w:rsidR="004E16FD" w:rsidRDefault="004E16FD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4E16FD" w:rsidRDefault="004E16FD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4E16FD" w:rsidRDefault="004E16FD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4E16FD" w:rsidRDefault="004E16FD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4E16FD" w:rsidRDefault="004E16FD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4E16FD" w:rsidRDefault="004E16FD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4E16FD" w:rsidRDefault="004E16FD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4E16FD" w:rsidRDefault="004E16FD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4E16FD" w:rsidRDefault="004E16FD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4E16FD" w:rsidRDefault="004E16FD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4E16FD" w:rsidRDefault="004E16FD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4E16FD" w:rsidRDefault="004E16FD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4E16FD" w:rsidRDefault="004E16FD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4E16FD" w:rsidRDefault="004E16FD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4E16FD" w:rsidRDefault="004E16FD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4E16FD" w:rsidRDefault="004E16FD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4E16FD" w:rsidRDefault="004E16FD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4E16FD" w:rsidRDefault="004E16FD" w:rsidP="00CA54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</w:t>
      </w:r>
    </w:p>
    <w:p w:rsidR="004E16FD" w:rsidRPr="002270B9" w:rsidRDefault="004E16FD" w:rsidP="00CA54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Додаток 5</w:t>
      </w:r>
    </w:p>
    <w:p w:rsidR="004E16FD" w:rsidRPr="002270B9" w:rsidRDefault="004E16FD" w:rsidP="00CA5445">
      <w:pPr>
        <w:ind w:hanging="180"/>
        <w:jc w:val="both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                                                                      до розпорядження голови  </w:t>
      </w:r>
    </w:p>
    <w:p w:rsidR="004E16FD" w:rsidRPr="002270B9" w:rsidRDefault="004E16FD" w:rsidP="00CA5445">
      <w:pPr>
        <w:ind w:left="4248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       районної державної адміністрації </w:t>
      </w:r>
    </w:p>
    <w:p w:rsidR="004E16FD" w:rsidRPr="002270B9" w:rsidRDefault="004E16FD" w:rsidP="00CA544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</w:t>
      </w:r>
      <w:r w:rsidRPr="00D60A08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09.09</w:t>
      </w:r>
      <w:r w:rsidRPr="002D31A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2020</w:t>
      </w:r>
      <w:r w:rsidRPr="00D60A08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102</w:t>
      </w:r>
    </w:p>
    <w:p w:rsidR="004E16FD" w:rsidRPr="002270B9" w:rsidRDefault="004E16FD" w:rsidP="00CA5445">
      <w:pPr>
        <w:ind w:firstLine="720"/>
        <w:jc w:val="both"/>
        <w:rPr>
          <w:sz w:val="28"/>
          <w:szCs w:val="28"/>
          <w:lang w:val="uk-UA"/>
        </w:rPr>
      </w:pPr>
    </w:p>
    <w:p w:rsidR="004E16FD" w:rsidRPr="007F67DF" w:rsidRDefault="004E16FD" w:rsidP="00CA5445">
      <w:pPr>
        <w:jc w:val="center"/>
        <w:rPr>
          <w:b/>
          <w:bCs/>
          <w:sz w:val="28"/>
          <w:szCs w:val="28"/>
          <w:lang w:val="uk-UA"/>
        </w:rPr>
      </w:pPr>
      <w:r w:rsidRPr="007F67DF">
        <w:rPr>
          <w:b/>
          <w:bCs/>
          <w:sz w:val="28"/>
          <w:szCs w:val="28"/>
          <w:lang w:val="uk-UA"/>
        </w:rPr>
        <w:t>РОЗРАХУНОК</w:t>
      </w:r>
    </w:p>
    <w:p w:rsidR="004E16FD" w:rsidRPr="007F67DF" w:rsidRDefault="004E16FD" w:rsidP="00CA5445">
      <w:pPr>
        <w:jc w:val="center"/>
        <w:rPr>
          <w:b/>
          <w:bCs/>
          <w:sz w:val="28"/>
          <w:szCs w:val="28"/>
          <w:lang w:val="uk-UA"/>
        </w:rPr>
      </w:pPr>
      <w:r w:rsidRPr="007F67DF">
        <w:rPr>
          <w:b/>
          <w:bCs/>
          <w:sz w:val="28"/>
          <w:szCs w:val="28"/>
          <w:lang w:val="uk-UA"/>
        </w:rPr>
        <w:t>виділення технічних працівників для роботи на призовній дільниці</w:t>
      </w:r>
    </w:p>
    <w:p w:rsidR="004E16FD" w:rsidRPr="007F67DF" w:rsidRDefault="004E16FD" w:rsidP="00CA5445">
      <w:pPr>
        <w:jc w:val="center"/>
        <w:rPr>
          <w:b/>
          <w:bCs/>
          <w:sz w:val="28"/>
          <w:szCs w:val="28"/>
          <w:lang w:val="uk-UA"/>
        </w:rPr>
      </w:pPr>
      <w:r w:rsidRPr="007F67DF">
        <w:rPr>
          <w:b/>
          <w:bCs/>
          <w:sz w:val="28"/>
          <w:szCs w:val="28"/>
          <w:lang w:val="uk-UA"/>
        </w:rPr>
        <w:t>Володимир-Волинського об'єднаного районного військового комісаріату</w:t>
      </w:r>
    </w:p>
    <w:p w:rsidR="004E16FD" w:rsidRPr="002270B9" w:rsidRDefault="004E16FD" w:rsidP="00CA5445">
      <w:pPr>
        <w:shd w:val="clear" w:color="auto" w:fill="FFFFFF"/>
        <w:spacing w:before="643" w:line="319" w:lineRule="exac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Устилузька міська рада </w:t>
      </w:r>
      <w:r w:rsidRPr="002270B9">
        <w:rPr>
          <w:sz w:val="28"/>
          <w:szCs w:val="28"/>
          <w:lang w:val="uk-UA"/>
        </w:rPr>
        <w:t>- 1</w:t>
      </w:r>
    </w:p>
    <w:p w:rsidR="004E16FD" w:rsidRDefault="004E16FD" w:rsidP="00CA5445">
      <w:pPr>
        <w:shd w:val="clear" w:color="auto" w:fill="FFFFFF"/>
        <w:spacing w:line="319" w:lineRule="exac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Зарічанська сільська рада –</w:t>
      </w:r>
      <w:r w:rsidRPr="002270B9">
        <w:rPr>
          <w:sz w:val="28"/>
          <w:szCs w:val="28"/>
          <w:lang w:val="uk-UA"/>
        </w:rPr>
        <w:t xml:space="preserve"> 1</w:t>
      </w:r>
    </w:p>
    <w:p w:rsidR="004E16FD" w:rsidRDefault="004E16FD" w:rsidP="00CA5445">
      <w:pPr>
        <w:shd w:val="clear" w:color="auto" w:fill="FFFFFF"/>
        <w:spacing w:line="319" w:lineRule="exact"/>
        <w:rPr>
          <w:sz w:val="28"/>
          <w:szCs w:val="28"/>
          <w:lang w:val="uk-UA"/>
        </w:rPr>
      </w:pPr>
    </w:p>
    <w:p w:rsidR="004E16FD" w:rsidRPr="002270B9" w:rsidRDefault="004E16FD" w:rsidP="00CA5445">
      <w:pPr>
        <w:shd w:val="clear" w:color="auto" w:fill="FFFFFF"/>
        <w:spacing w:line="319" w:lineRule="exact"/>
        <w:rPr>
          <w:sz w:val="28"/>
          <w:szCs w:val="28"/>
          <w:lang w:val="uk-UA"/>
        </w:rPr>
      </w:pPr>
    </w:p>
    <w:p w:rsidR="004E16FD" w:rsidRPr="002270B9" w:rsidRDefault="004E16FD" w:rsidP="00CA5445">
      <w:pPr>
        <w:jc w:val="both"/>
        <w:rPr>
          <w:sz w:val="28"/>
          <w:szCs w:val="28"/>
          <w:lang w:val="uk-UA"/>
        </w:rPr>
      </w:pPr>
    </w:p>
    <w:p w:rsidR="004E16FD" w:rsidRPr="002270B9" w:rsidRDefault="004E16FD" w:rsidP="00CA5445">
      <w:pPr>
        <w:jc w:val="both"/>
        <w:rPr>
          <w:sz w:val="28"/>
          <w:szCs w:val="28"/>
          <w:lang w:val="uk-UA"/>
        </w:rPr>
      </w:pPr>
    </w:p>
    <w:p w:rsidR="004E16FD" w:rsidRPr="002270B9" w:rsidRDefault="004E16FD" w:rsidP="00CA5445">
      <w:pPr>
        <w:jc w:val="both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Керівник апарату </w:t>
      </w:r>
    </w:p>
    <w:p w:rsidR="004E16FD" w:rsidRPr="002270B9" w:rsidRDefault="004E16FD" w:rsidP="00CA5445">
      <w:pPr>
        <w:jc w:val="both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>райдержадміністрації                                                              С</w:t>
      </w:r>
      <w:r>
        <w:rPr>
          <w:sz w:val="28"/>
          <w:szCs w:val="28"/>
          <w:lang w:val="uk-UA"/>
        </w:rPr>
        <w:t xml:space="preserve">ергій </w:t>
      </w:r>
      <w:r w:rsidRPr="002270B9">
        <w:rPr>
          <w:sz w:val="28"/>
          <w:szCs w:val="28"/>
          <w:lang w:val="uk-UA"/>
        </w:rPr>
        <w:t>Романюк</w:t>
      </w:r>
    </w:p>
    <w:p w:rsidR="004E16FD" w:rsidRPr="002270B9" w:rsidRDefault="004E16FD" w:rsidP="00CA5445">
      <w:pPr>
        <w:ind w:left="5760" w:right="-2" w:firstLine="720"/>
        <w:rPr>
          <w:sz w:val="28"/>
          <w:szCs w:val="28"/>
          <w:lang w:val="uk-UA"/>
        </w:rPr>
      </w:pPr>
    </w:p>
    <w:p w:rsidR="004E16FD" w:rsidRDefault="004E16FD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4E16FD" w:rsidRDefault="004E16FD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4E16FD" w:rsidRDefault="004E16FD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4E16FD" w:rsidRDefault="004E16FD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4E16FD" w:rsidRDefault="004E16FD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4E16FD" w:rsidRDefault="004E16FD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4E16FD" w:rsidRDefault="004E16FD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4E16FD" w:rsidRDefault="004E16FD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4E16FD" w:rsidRDefault="004E16FD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4E16FD" w:rsidRDefault="004E16FD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4E16FD" w:rsidRDefault="004E16FD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4E16FD" w:rsidRDefault="004E16FD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4E16FD" w:rsidRDefault="004E16FD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4E16FD" w:rsidRDefault="004E16FD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4E16FD" w:rsidRDefault="004E16FD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4E16FD" w:rsidRDefault="004E16FD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4E16FD" w:rsidRDefault="004E16FD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4E16FD" w:rsidRDefault="004E16FD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4E16FD" w:rsidRDefault="004E16FD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4E16FD" w:rsidRDefault="004E16FD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4E16FD" w:rsidRDefault="004E16FD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4E16FD" w:rsidRDefault="004E16FD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4E16FD" w:rsidRDefault="004E16FD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4E16FD" w:rsidRDefault="004E16FD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4E16FD" w:rsidRDefault="004E16FD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4E16FD" w:rsidRDefault="004E16FD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4E16FD" w:rsidRDefault="004E16FD" w:rsidP="00CA5445">
      <w:pPr>
        <w:ind w:left="5652" w:firstLine="12"/>
        <w:jc w:val="both"/>
        <w:rPr>
          <w:sz w:val="28"/>
          <w:szCs w:val="28"/>
          <w:lang w:val="uk-UA"/>
        </w:rPr>
      </w:pPr>
    </w:p>
    <w:p w:rsidR="004E16FD" w:rsidRDefault="004E16FD" w:rsidP="005628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</w:t>
      </w:r>
    </w:p>
    <w:p w:rsidR="004E16FD" w:rsidRDefault="004E16FD" w:rsidP="005628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</w:p>
    <w:p w:rsidR="004E16FD" w:rsidRPr="002270B9" w:rsidRDefault="004E16FD" w:rsidP="005628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Додаток 6</w:t>
      </w:r>
    </w:p>
    <w:p w:rsidR="004E16FD" w:rsidRPr="002270B9" w:rsidRDefault="004E16FD" w:rsidP="005628EE">
      <w:pPr>
        <w:ind w:hanging="180"/>
        <w:jc w:val="both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                                                                      до розпорядження голови  </w:t>
      </w:r>
    </w:p>
    <w:p w:rsidR="004E16FD" w:rsidRPr="002270B9" w:rsidRDefault="004E16FD" w:rsidP="005628EE">
      <w:pPr>
        <w:ind w:left="4248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       районної державної адміністрації </w:t>
      </w:r>
    </w:p>
    <w:p w:rsidR="004E16FD" w:rsidRPr="002270B9" w:rsidRDefault="004E16FD" w:rsidP="005628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</w:t>
      </w:r>
      <w:r w:rsidRPr="00D60A08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09.09</w:t>
      </w:r>
      <w:r w:rsidRPr="002D31A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2020</w:t>
      </w:r>
      <w:r w:rsidRPr="00D60A08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102</w:t>
      </w:r>
    </w:p>
    <w:p w:rsidR="004E16FD" w:rsidRPr="002270B9" w:rsidRDefault="004E16FD" w:rsidP="005628EE">
      <w:pPr>
        <w:ind w:firstLine="720"/>
        <w:jc w:val="both"/>
        <w:rPr>
          <w:sz w:val="28"/>
          <w:szCs w:val="28"/>
          <w:lang w:val="uk-UA"/>
        </w:rPr>
      </w:pPr>
    </w:p>
    <w:p w:rsidR="004E16FD" w:rsidRPr="007F67DF" w:rsidRDefault="004E16FD" w:rsidP="005628EE">
      <w:pPr>
        <w:jc w:val="center"/>
        <w:rPr>
          <w:b/>
          <w:bCs/>
          <w:sz w:val="28"/>
          <w:szCs w:val="28"/>
          <w:lang w:val="uk-UA"/>
        </w:rPr>
      </w:pPr>
      <w:r w:rsidRPr="007F67DF">
        <w:rPr>
          <w:b/>
          <w:bCs/>
          <w:sz w:val="28"/>
          <w:szCs w:val="28"/>
          <w:lang w:val="uk-UA"/>
        </w:rPr>
        <w:t>РОЗРАХУНОК</w:t>
      </w:r>
    </w:p>
    <w:p w:rsidR="004E16FD" w:rsidRPr="007F67DF" w:rsidRDefault="004E16FD" w:rsidP="005628EE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виділення</w:t>
      </w:r>
      <w:r w:rsidRPr="007F67DF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практичних</w:t>
      </w:r>
      <w:r w:rsidRPr="007F67DF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психологів </w:t>
      </w:r>
      <w:r w:rsidRPr="007F67DF">
        <w:rPr>
          <w:b/>
          <w:bCs/>
          <w:sz w:val="28"/>
          <w:szCs w:val="28"/>
          <w:lang w:val="uk-UA"/>
        </w:rPr>
        <w:t>для роботи на призовній дільниці</w:t>
      </w:r>
    </w:p>
    <w:p w:rsidR="004E16FD" w:rsidRPr="007F67DF" w:rsidRDefault="004E16FD" w:rsidP="005628EE">
      <w:pPr>
        <w:jc w:val="center"/>
        <w:rPr>
          <w:b/>
          <w:bCs/>
          <w:sz w:val="28"/>
          <w:szCs w:val="28"/>
          <w:lang w:val="uk-UA"/>
        </w:rPr>
      </w:pPr>
      <w:r w:rsidRPr="007F67DF">
        <w:rPr>
          <w:b/>
          <w:bCs/>
          <w:sz w:val="28"/>
          <w:szCs w:val="28"/>
          <w:lang w:val="uk-UA"/>
        </w:rPr>
        <w:t>Володимир-Волинського об'єднаного районного військового комісаріату</w:t>
      </w:r>
    </w:p>
    <w:p w:rsidR="004E16FD" w:rsidRPr="002270B9" w:rsidRDefault="004E16FD" w:rsidP="005628EE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-106" w:type="dxa"/>
        <w:tblLayout w:type="fixed"/>
        <w:tblLook w:val="01E0"/>
      </w:tblPr>
      <w:tblGrid>
        <w:gridCol w:w="3168"/>
        <w:gridCol w:w="6660"/>
      </w:tblGrid>
      <w:tr w:rsidR="004E16FD" w:rsidRPr="00381C3C">
        <w:tc>
          <w:tcPr>
            <w:tcW w:w="3168" w:type="dxa"/>
          </w:tcPr>
          <w:p w:rsidR="004E16FD" w:rsidRDefault="004E16FD" w:rsidP="00CD297D">
            <w:pPr>
              <w:pStyle w:val="Heading3"/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ГЕРЕЛЬ</w:t>
            </w:r>
          </w:p>
          <w:p w:rsidR="004E16FD" w:rsidRPr="002270B9" w:rsidRDefault="004E16FD" w:rsidP="00CD297D">
            <w:pPr>
              <w:pStyle w:val="Heading3"/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 xml:space="preserve">Зоя Миколаївна </w:t>
            </w:r>
          </w:p>
        </w:tc>
        <w:tc>
          <w:tcPr>
            <w:tcW w:w="6660" w:type="dxa"/>
          </w:tcPr>
          <w:p w:rsidR="004E16FD" w:rsidRPr="00381C3C" w:rsidRDefault="004E16FD" w:rsidP="00CD297D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– практичний психолог</w:t>
            </w:r>
            <w:r>
              <w:rPr>
                <w:sz w:val="28"/>
                <w:szCs w:val="28"/>
                <w:lang w:val="uk-UA"/>
              </w:rPr>
              <w:t xml:space="preserve"> та соціальний педагог комунального закладу «</w:t>
            </w:r>
            <w:r w:rsidRPr="002270B9">
              <w:rPr>
                <w:sz w:val="28"/>
                <w:szCs w:val="28"/>
                <w:lang w:val="uk-UA"/>
              </w:rPr>
              <w:t>ЗОШ І-ІІІ ст.</w:t>
            </w:r>
            <w:r>
              <w:rPr>
                <w:sz w:val="28"/>
                <w:szCs w:val="28"/>
                <w:lang w:val="uk-UA"/>
              </w:rPr>
              <w:t xml:space="preserve"> м. Устилуга Устилузької міської ради Волинської області»</w:t>
            </w:r>
          </w:p>
        </w:tc>
      </w:tr>
      <w:tr w:rsidR="004E16FD" w:rsidRPr="002270B9">
        <w:tc>
          <w:tcPr>
            <w:tcW w:w="3168" w:type="dxa"/>
          </w:tcPr>
          <w:p w:rsidR="004E16FD" w:rsidRPr="003F5DC0" w:rsidRDefault="004E16FD" w:rsidP="00CD297D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Дем</w:t>
            </w:r>
            <w:r>
              <w:rPr>
                <w:color w:val="000000"/>
                <w:sz w:val="28"/>
                <w:szCs w:val="28"/>
                <w:lang w:val="en-US"/>
              </w:rPr>
              <w:t>’</w:t>
            </w:r>
            <w:r>
              <w:rPr>
                <w:color w:val="000000"/>
                <w:sz w:val="28"/>
                <w:szCs w:val="28"/>
                <w:lang w:val="uk-UA"/>
              </w:rPr>
              <w:t>яненко Інна Валеріївна</w:t>
            </w:r>
          </w:p>
        </w:tc>
        <w:tc>
          <w:tcPr>
            <w:tcW w:w="6660" w:type="dxa"/>
          </w:tcPr>
          <w:p w:rsidR="004E16FD" w:rsidRPr="002270B9" w:rsidRDefault="004E16FD" w:rsidP="00CD297D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– пра</w:t>
            </w:r>
            <w:r>
              <w:rPr>
                <w:sz w:val="28"/>
                <w:szCs w:val="28"/>
                <w:lang w:val="uk-UA"/>
              </w:rPr>
              <w:t>ктичний психолог комунального закладу «Гімназія с.Верба Оваднівської сільської ради»</w:t>
            </w:r>
          </w:p>
        </w:tc>
      </w:tr>
    </w:tbl>
    <w:p w:rsidR="004E16FD" w:rsidRPr="002270B9" w:rsidRDefault="004E16FD" w:rsidP="005628EE">
      <w:pPr>
        <w:jc w:val="both"/>
        <w:rPr>
          <w:sz w:val="28"/>
          <w:szCs w:val="28"/>
          <w:lang w:val="uk-UA"/>
        </w:rPr>
      </w:pPr>
    </w:p>
    <w:p w:rsidR="004E16FD" w:rsidRDefault="004E16FD" w:rsidP="005628EE">
      <w:pPr>
        <w:jc w:val="both"/>
        <w:rPr>
          <w:sz w:val="28"/>
          <w:szCs w:val="28"/>
          <w:lang w:val="uk-UA"/>
        </w:rPr>
      </w:pPr>
    </w:p>
    <w:p w:rsidR="004E16FD" w:rsidRDefault="004E16FD" w:rsidP="005628EE">
      <w:pPr>
        <w:jc w:val="both"/>
        <w:rPr>
          <w:sz w:val="28"/>
          <w:szCs w:val="28"/>
          <w:lang w:val="uk-UA"/>
        </w:rPr>
      </w:pPr>
    </w:p>
    <w:p w:rsidR="004E16FD" w:rsidRDefault="004E16FD" w:rsidP="005628EE">
      <w:pPr>
        <w:jc w:val="both"/>
        <w:rPr>
          <w:sz w:val="28"/>
          <w:szCs w:val="28"/>
          <w:lang w:val="uk-UA"/>
        </w:rPr>
      </w:pPr>
    </w:p>
    <w:p w:rsidR="004E16FD" w:rsidRPr="002270B9" w:rsidRDefault="004E16FD" w:rsidP="005628EE">
      <w:pPr>
        <w:jc w:val="both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Керівник апарату </w:t>
      </w:r>
    </w:p>
    <w:p w:rsidR="004E16FD" w:rsidRDefault="004E16FD" w:rsidP="005628EE">
      <w:pPr>
        <w:jc w:val="both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>райдержадміністрації                                                              С</w:t>
      </w:r>
      <w:r>
        <w:rPr>
          <w:sz w:val="28"/>
          <w:szCs w:val="28"/>
          <w:lang w:val="uk-UA"/>
        </w:rPr>
        <w:t xml:space="preserve">ергій </w:t>
      </w:r>
      <w:r w:rsidRPr="002270B9">
        <w:rPr>
          <w:sz w:val="28"/>
          <w:szCs w:val="28"/>
          <w:lang w:val="uk-UA"/>
        </w:rPr>
        <w:t>Романюк</w:t>
      </w:r>
    </w:p>
    <w:p w:rsidR="004E16FD" w:rsidRDefault="004E16FD" w:rsidP="005628EE">
      <w:pPr>
        <w:jc w:val="both"/>
        <w:rPr>
          <w:sz w:val="28"/>
          <w:szCs w:val="28"/>
          <w:lang w:val="uk-UA"/>
        </w:rPr>
      </w:pPr>
    </w:p>
    <w:p w:rsidR="004E16FD" w:rsidRDefault="004E16FD" w:rsidP="005628EE">
      <w:pPr>
        <w:jc w:val="both"/>
        <w:rPr>
          <w:sz w:val="28"/>
          <w:szCs w:val="28"/>
          <w:lang w:val="uk-UA"/>
        </w:rPr>
      </w:pPr>
    </w:p>
    <w:p w:rsidR="004E16FD" w:rsidRDefault="004E16FD" w:rsidP="005628EE">
      <w:pPr>
        <w:jc w:val="both"/>
        <w:rPr>
          <w:sz w:val="28"/>
          <w:szCs w:val="28"/>
          <w:lang w:val="uk-UA"/>
        </w:rPr>
      </w:pPr>
    </w:p>
    <w:p w:rsidR="004E16FD" w:rsidRDefault="004E16FD" w:rsidP="005628EE">
      <w:pPr>
        <w:jc w:val="both"/>
        <w:rPr>
          <w:sz w:val="28"/>
          <w:szCs w:val="28"/>
          <w:lang w:val="uk-UA"/>
        </w:rPr>
      </w:pPr>
    </w:p>
    <w:p w:rsidR="004E16FD" w:rsidRDefault="004E16FD" w:rsidP="005628EE">
      <w:pPr>
        <w:jc w:val="both"/>
        <w:rPr>
          <w:sz w:val="28"/>
          <w:szCs w:val="28"/>
          <w:lang w:val="uk-UA"/>
        </w:rPr>
      </w:pPr>
    </w:p>
    <w:p w:rsidR="004E16FD" w:rsidRDefault="004E16FD" w:rsidP="005628EE">
      <w:pPr>
        <w:jc w:val="both"/>
        <w:rPr>
          <w:sz w:val="28"/>
          <w:szCs w:val="28"/>
          <w:lang w:val="uk-UA"/>
        </w:rPr>
      </w:pPr>
    </w:p>
    <w:p w:rsidR="004E16FD" w:rsidRDefault="004E16FD" w:rsidP="005628EE">
      <w:pPr>
        <w:jc w:val="both"/>
        <w:rPr>
          <w:sz w:val="28"/>
          <w:szCs w:val="28"/>
          <w:lang w:val="uk-UA"/>
        </w:rPr>
      </w:pPr>
    </w:p>
    <w:p w:rsidR="004E16FD" w:rsidRDefault="004E16FD" w:rsidP="005628EE">
      <w:pPr>
        <w:jc w:val="both"/>
        <w:rPr>
          <w:sz w:val="28"/>
          <w:szCs w:val="28"/>
          <w:lang w:val="uk-UA"/>
        </w:rPr>
      </w:pPr>
    </w:p>
    <w:p w:rsidR="004E16FD" w:rsidRDefault="004E16FD" w:rsidP="005628EE">
      <w:pPr>
        <w:jc w:val="both"/>
        <w:rPr>
          <w:sz w:val="28"/>
          <w:szCs w:val="28"/>
          <w:lang w:val="uk-UA"/>
        </w:rPr>
      </w:pPr>
    </w:p>
    <w:p w:rsidR="004E16FD" w:rsidRDefault="004E16FD" w:rsidP="005628EE">
      <w:pPr>
        <w:jc w:val="both"/>
        <w:rPr>
          <w:sz w:val="28"/>
          <w:szCs w:val="28"/>
          <w:lang w:val="uk-UA"/>
        </w:rPr>
      </w:pPr>
    </w:p>
    <w:p w:rsidR="004E16FD" w:rsidRDefault="004E16FD" w:rsidP="005628EE">
      <w:pPr>
        <w:jc w:val="both"/>
        <w:rPr>
          <w:sz w:val="28"/>
          <w:szCs w:val="28"/>
          <w:lang w:val="uk-UA"/>
        </w:rPr>
      </w:pPr>
    </w:p>
    <w:p w:rsidR="004E16FD" w:rsidRDefault="004E16FD" w:rsidP="005628EE">
      <w:pPr>
        <w:jc w:val="both"/>
        <w:rPr>
          <w:sz w:val="28"/>
          <w:szCs w:val="28"/>
          <w:lang w:val="uk-UA"/>
        </w:rPr>
      </w:pPr>
    </w:p>
    <w:p w:rsidR="004E16FD" w:rsidRDefault="004E16FD" w:rsidP="005628EE">
      <w:pPr>
        <w:jc w:val="both"/>
        <w:rPr>
          <w:sz w:val="28"/>
          <w:szCs w:val="28"/>
          <w:lang w:val="uk-UA"/>
        </w:rPr>
      </w:pPr>
    </w:p>
    <w:p w:rsidR="004E16FD" w:rsidRDefault="004E16FD" w:rsidP="005628EE">
      <w:pPr>
        <w:jc w:val="both"/>
        <w:rPr>
          <w:sz w:val="28"/>
          <w:szCs w:val="28"/>
          <w:lang w:val="uk-UA"/>
        </w:rPr>
      </w:pPr>
    </w:p>
    <w:p w:rsidR="004E16FD" w:rsidRDefault="004E16FD" w:rsidP="005628EE">
      <w:pPr>
        <w:jc w:val="both"/>
        <w:rPr>
          <w:sz w:val="28"/>
          <w:szCs w:val="28"/>
          <w:lang w:val="uk-UA"/>
        </w:rPr>
      </w:pPr>
    </w:p>
    <w:p w:rsidR="004E16FD" w:rsidRDefault="004E16FD" w:rsidP="005628EE">
      <w:pPr>
        <w:jc w:val="both"/>
        <w:rPr>
          <w:sz w:val="28"/>
          <w:szCs w:val="28"/>
          <w:lang w:val="uk-UA"/>
        </w:rPr>
      </w:pPr>
    </w:p>
    <w:p w:rsidR="004E16FD" w:rsidRDefault="004E16FD" w:rsidP="005628EE">
      <w:pPr>
        <w:jc w:val="both"/>
        <w:rPr>
          <w:sz w:val="28"/>
          <w:szCs w:val="28"/>
          <w:lang w:val="uk-UA"/>
        </w:rPr>
      </w:pPr>
    </w:p>
    <w:p w:rsidR="004E16FD" w:rsidRDefault="004E16FD" w:rsidP="005628EE">
      <w:pPr>
        <w:jc w:val="both"/>
        <w:rPr>
          <w:sz w:val="28"/>
          <w:szCs w:val="28"/>
          <w:lang w:val="uk-UA"/>
        </w:rPr>
      </w:pPr>
    </w:p>
    <w:p w:rsidR="004E16FD" w:rsidRDefault="004E16FD" w:rsidP="005628EE">
      <w:pPr>
        <w:jc w:val="both"/>
        <w:rPr>
          <w:sz w:val="28"/>
          <w:szCs w:val="28"/>
          <w:lang w:val="uk-UA"/>
        </w:rPr>
      </w:pPr>
    </w:p>
    <w:p w:rsidR="004E16FD" w:rsidRDefault="004E16FD" w:rsidP="005628EE">
      <w:pPr>
        <w:jc w:val="both"/>
        <w:rPr>
          <w:sz w:val="28"/>
          <w:szCs w:val="28"/>
          <w:lang w:val="uk-UA"/>
        </w:rPr>
      </w:pPr>
    </w:p>
    <w:p w:rsidR="004E16FD" w:rsidRDefault="004E16FD" w:rsidP="005628EE">
      <w:pPr>
        <w:jc w:val="both"/>
        <w:rPr>
          <w:sz w:val="28"/>
          <w:szCs w:val="28"/>
          <w:lang w:val="uk-UA"/>
        </w:rPr>
      </w:pPr>
    </w:p>
    <w:p w:rsidR="004E16FD" w:rsidRDefault="004E16FD" w:rsidP="005628EE">
      <w:pPr>
        <w:jc w:val="both"/>
        <w:rPr>
          <w:sz w:val="28"/>
          <w:szCs w:val="28"/>
          <w:lang w:val="uk-UA"/>
        </w:rPr>
      </w:pPr>
    </w:p>
    <w:p w:rsidR="004E16FD" w:rsidRDefault="004E16FD" w:rsidP="005628EE">
      <w:pPr>
        <w:jc w:val="both"/>
        <w:rPr>
          <w:sz w:val="28"/>
          <w:szCs w:val="28"/>
          <w:lang w:val="uk-UA"/>
        </w:rPr>
      </w:pPr>
    </w:p>
    <w:p w:rsidR="004E16FD" w:rsidRDefault="004E16FD" w:rsidP="005628EE">
      <w:pPr>
        <w:jc w:val="both"/>
        <w:rPr>
          <w:sz w:val="28"/>
          <w:szCs w:val="28"/>
          <w:lang w:val="uk-UA"/>
        </w:rPr>
      </w:pPr>
    </w:p>
    <w:p w:rsidR="004E16FD" w:rsidRDefault="004E16FD" w:rsidP="005628EE">
      <w:pPr>
        <w:jc w:val="both"/>
        <w:rPr>
          <w:sz w:val="28"/>
          <w:szCs w:val="28"/>
          <w:lang w:val="uk-UA"/>
        </w:rPr>
      </w:pPr>
    </w:p>
    <w:p w:rsidR="004E16FD" w:rsidRDefault="004E16FD" w:rsidP="005628EE">
      <w:pPr>
        <w:jc w:val="both"/>
        <w:rPr>
          <w:sz w:val="28"/>
          <w:szCs w:val="28"/>
          <w:lang w:val="uk-UA"/>
        </w:rPr>
      </w:pPr>
    </w:p>
    <w:p w:rsidR="004E16FD" w:rsidRDefault="004E16FD" w:rsidP="005628EE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4E16FD" w:rsidRDefault="004E16FD" w:rsidP="005F43F1">
      <w:pPr>
        <w:jc w:val="both"/>
        <w:rPr>
          <w:sz w:val="28"/>
          <w:szCs w:val="28"/>
          <w:lang w:val="uk-UA"/>
        </w:rPr>
      </w:pPr>
    </w:p>
    <w:sectPr w:rsidR="004E16FD" w:rsidSect="00D008A0">
      <w:headerReference w:type="default" r:id="rId7"/>
      <w:pgSz w:w="11906" w:h="16838"/>
      <w:pgMar w:top="360" w:right="566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6FD" w:rsidRDefault="004E16FD">
      <w:r>
        <w:separator/>
      </w:r>
    </w:p>
  </w:endnote>
  <w:endnote w:type="continuationSeparator" w:id="0">
    <w:p w:rsidR="004E16FD" w:rsidRDefault="004E16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6FD" w:rsidRDefault="004E16FD">
      <w:r>
        <w:separator/>
      </w:r>
    </w:p>
  </w:footnote>
  <w:footnote w:type="continuationSeparator" w:id="0">
    <w:p w:rsidR="004E16FD" w:rsidRDefault="004E16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6FD" w:rsidRDefault="004E16FD" w:rsidP="0060331F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</w:t>
    </w:r>
    <w:r>
      <w:rPr>
        <w:rStyle w:val="PageNumber"/>
      </w:rPr>
      <w:fldChar w:fldCharType="end"/>
    </w:r>
  </w:p>
  <w:p w:rsidR="004E16FD" w:rsidRDefault="004E16F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E2C6A"/>
    <w:lvl w:ilvl="0">
      <w:numFmt w:val="bullet"/>
      <w:lvlText w:val="*"/>
      <w:lvlJc w:val="left"/>
    </w:lvl>
  </w:abstractNum>
  <w:abstractNum w:abstractNumId="1">
    <w:nsid w:val="1A0746D5"/>
    <w:multiLevelType w:val="hybridMultilevel"/>
    <w:tmpl w:val="32961890"/>
    <w:lvl w:ilvl="0" w:tplc="B1D82D10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5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7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1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3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77" w:hanging="360"/>
      </w:pPr>
      <w:rPr>
        <w:rFonts w:ascii="Wingdings" w:hAnsi="Wingdings" w:cs="Wingdings" w:hint="default"/>
      </w:rPr>
    </w:lvl>
  </w:abstractNum>
  <w:abstractNum w:abstractNumId="2">
    <w:nsid w:val="3735207D"/>
    <w:multiLevelType w:val="hybridMultilevel"/>
    <w:tmpl w:val="C9BA5C5C"/>
    <w:lvl w:ilvl="0" w:tplc="94DC69FE">
      <w:numFmt w:val="bullet"/>
      <w:lvlText w:val="–"/>
      <w:lvlJc w:val="left"/>
      <w:pPr>
        <w:tabs>
          <w:tab w:val="num" w:pos="447"/>
        </w:tabs>
        <w:ind w:left="447" w:hanging="45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077"/>
        </w:tabs>
        <w:ind w:left="107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1797"/>
        </w:tabs>
        <w:ind w:left="179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237"/>
        </w:tabs>
        <w:ind w:left="323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3957"/>
        </w:tabs>
        <w:ind w:left="395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4677"/>
        </w:tabs>
        <w:ind w:left="467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397"/>
        </w:tabs>
        <w:ind w:left="539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117"/>
        </w:tabs>
        <w:ind w:left="6117" w:hanging="360"/>
      </w:pPr>
      <w:rPr>
        <w:rFonts w:ascii="Wingdings" w:hAnsi="Wingdings" w:cs="Wingdings" w:hint="default"/>
      </w:rPr>
    </w:lvl>
  </w:abstractNum>
  <w:abstractNum w:abstractNumId="3">
    <w:nsid w:val="64B94893"/>
    <w:multiLevelType w:val="hybridMultilevel"/>
    <w:tmpl w:val="70CA9824"/>
    <w:lvl w:ilvl="0" w:tplc="98406A24">
      <w:numFmt w:val="bullet"/>
      <w:lvlText w:val="-"/>
      <w:lvlJc w:val="left"/>
      <w:pPr>
        <w:ind w:left="35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79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1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5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7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17" w:hanging="360"/>
      </w:pPr>
      <w:rPr>
        <w:rFonts w:ascii="Wingdings" w:hAnsi="Wingdings" w:cs="Wingdings" w:hint="default"/>
      </w:rPr>
    </w:lvl>
  </w:abstractNum>
  <w:abstractNum w:abstractNumId="4">
    <w:nsid w:val="778F68AD"/>
    <w:multiLevelType w:val="hybridMultilevel"/>
    <w:tmpl w:val="72DAB366"/>
    <w:lvl w:ilvl="0" w:tplc="EE26E94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w w:val="9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lvl w:ilvl="0">
        <w:start w:val="1"/>
        <w:numFmt w:val="decimal"/>
        <w:lvlText w:val="%1)"/>
        <w:legacy w:legacy="1" w:legacySpace="0" w:legacyIndent="159"/>
        <w:lvlJc w:val="left"/>
        <w:rPr>
          <w:rFonts w:ascii="Times New Roman" w:eastAsia="Times New Roman" w:hAnsi="Times New Roman"/>
        </w:rPr>
      </w:lvl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2B72"/>
    <w:rsid w:val="000123F4"/>
    <w:rsid w:val="000316CF"/>
    <w:rsid w:val="00083695"/>
    <w:rsid w:val="000B2126"/>
    <w:rsid w:val="000C5E25"/>
    <w:rsid w:val="000E5A7E"/>
    <w:rsid w:val="001256E3"/>
    <w:rsid w:val="00132B72"/>
    <w:rsid w:val="002270B9"/>
    <w:rsid w:val="0023273E"/>
    <w:rsid w:val="00285E33"/>
    <w:rsid w:val="0029048F"/>
    <w:rsid w:val="002A7116"/>
    <w:rsid w:val="002D31AB"/>
    <w:rsid w:val="002E2E50"/>
    <w:rsid w:val="002F135A"/>
    <w:rsid w:val="00370143"/>
    <w:rsid w:val="00381C3C"/>
    <w:rsid w:val="003A025F"/>
    <w:rsid w:val="003F5DC0"/>
    <w:rsid w:val="00444068"/>
    <w:rsid w:val="00467908"/>
    <w:rsid w:val="00486864"/>
    <w:rsid w:val="004A025B"/>
    <w:rsid w:val="004D41A0"/>
    <w:rsid w:val="004E16FD"/>
    <w:rsid w:val="004F6596"/>
    <w:rsid w:val="00530932"/>
    <w:rsid w:val="00531BF3"/>
    <w:rsid w:val="00535ED6"/>
    <w:rsid w:val="00545F18"/>
    <w:rsid w:val="00550F2C"/>
    <w:rsid w:val="005628EE"/>
    <w:rsid w:val="005668E1"/>
    <w:rsid w:val="00577F90"/>
    <w:rsid w:val="005F43F1"/>
    <w:rsid w:val="0060331F"/>
    <w:rsid w:val="00634DCA"/>
    <w:rsid w:val="006421A2"/>
    <w:rsid w:val="006714B4"/>
    <w:rsid w:val="00694F8B"/>
    <w:rsid w:val="00727579"/>
    <w:rsid w:val="007B02C2"/>
    <w:rsid w:val="007B3137"/>
    <w:rsid w:val="007E2C36"/>
    <w:rsid w:val="007F67DF"/>
    <w:rsid w:val="00800505"/>
    <w:rsid w:val="00803930"/>
    <w:rsid w:val="008403F0"/>
    <w:rsid w:val="0084570C"/>
    <w:rsid w:val="0085633B"/>
    <w:rsid w:val="008B3B0A"/>
    <w:rsid w:val="00921946"/>
    <w:rsid w:val="00975F43"/>
    <w:rsid w:val="0098181E"/>
    <w:rsid w:val="009830FE"/>
    <w:rsid w:val="00994794"/>
    <w:rsid w:val="00995395"/>
    <w:rsid w:val="00A826BB"/>
    <w:rsid w:val="00B11C00"/>
    <w:rsid w:val="00BD6E79"/>
    <w:rsid w:val="00C42347"/>
    <w:rsid w:val="00C51215"/>
    <w:rsid w:val="00C95279"/>
    <w:rsid w:val="00CA5445"/>
    <w:rsid w:val="00CD297D"/>
    <w:rsid w:val="00CF58EF"/>
    <w:rsid w:val="00D008A0"/>
    <w:rsid w:val="00D117D4"/>
    <w:rsid w:val="00D40ECE"/>
    <w:rsid w:val="00D44752"/>
    <w:rsid w:val="00D576EB"/>
    <w:rsid w:val="00D60A08"/>
    <w:rsid w:val="00D62280"/>
    <w:rsid w:val="00D84299"/>
    <w:rsid w:val="00DD2785"/>
    <w:rsid w:val="00DE0123"/>
    <w:rsid w:val="00E240AF"/>
    <w:rsid w:val="00E818F0"/>
    <w:rsid w:val="00EB7250"/>
    <w:rsid w:val="00ED2D22"/>
    <w:rsid w:val="00EE38DC"/>
    <w:rsid w:val="00F112D4"/>
    <w:rsid w:val="00F15251"/>
    <w:rsid w:val="00F31C84"/>
    <w:rsid w:val="00F401C5"/>
    <w:rsid w:val="00F44C32"/>
    <w:rsid w:val="00F97B18"/>
    <w:rsid w:val="00FE2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995395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5395"/>
    <w:pPr>
      <w:keepNext/>
      <w:ind w:right="-1192"/>
      <w:outlineLvl w:val="0"/>
    </w:pPr>
    <w:rPr>
      <w:sz w:val="36"/>
      <w:szCs w:val="36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95395"/>
    <w:pPr>
      <w:keepNext/>
      <w:ind w:right="-1192"/>
      <w:outlineLvl w:val="1"/>
    </w:pPr>
    <w:rPr>
      <w:b/>
      <w:bCs/>
      <w:sz w:val="36"/>
      <w:szCs w:val="36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5395"/>
    <w:pPr>
      <w:keepNext/>
      <w:spacing w:line="360" w:lineRule="auto"/>
      <w:outlineLvl w:val="2"/>
    </w:pPr>
    <w:rPr>
      <w:sz w:val="28"/>
      <w:szCs w:val="28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9539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95395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95395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95395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9539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5395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95395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95395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95395"/>
    <w:rPr>
      <w:rFonts w:ascii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95395"/>
    <w:rPr>
      <w:rFonts w:ascii="Times New Roman" w:hAnsi="Times New Roman" w:cs="Times New Roman"/>
      <w:b/>
      <w:bCs/>
      <w:lang w:val="ru-RU"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99539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995395"/>
    <w:rPr>
      <w:rFonts w:ascii="Times New Roman" w:hAnsi="Times New Roman" w:cs="Times New Roman"/>
      <w:i/>
      <w:iCs/>
      <w:sz w:val="24"/>
      <w:szCs w:val="24"/>
      <w:lang w:val="ru-RU"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95395"/>
    <w:rPr>
      <w:rFonts w:ascii="Arial" w:hAnsi="Arial" w:cs="Arial"/>
      <w:lang w:val="ru-RU" w:eastAsia="ru-RU"/>
    </w:rPr>
  </w:style>
  <w:style w:type="paragraph" w:styleId="Header">
    <w:name w:val="header"/>
    <w:basedOn w:val="Normal"/>
    <w:link w:val="HeaderChar"/>
    <w:uiPriority w:val="99"/>
    <w:rsid w:val="00995395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95395"/>
    <w:rPr>
      <w:rFonts w:ascii="Times New Roman" w:hAnsi="Times New Roman" w:cs="Times New Roman"/>
      <w:sz w:val="20"/>
      <w:szCs w:val="20"/>
      <w:lang w:val="ru-RU" w:eastAsia="ru-RU"/>
    </w:rPr>
  </w:style>
  <w:style w:type="character" w:styleId="PageNumber">
    <w:name w:val="page number"/>
    <w:basedOn w:val="DefaultParagraphFont"/>
    <w:uiPriority w:val="99"/>
    <w:rsid w:val="00995395"/>
  </w:style>
  <w:style w:type="paragraph" w:styleId="ListParagraph">
    <w:name w:val="List Paragraph"/>
    <w:basedOn w:val="Normal"/>
    <w:uiPriority w:val="99"/>
    <w:qFormat/>
    <w:rsid w:val="0080393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550F2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50F2C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175</TotalTime>
  <Pages>8</Pages>
  <Words>5517</Words>
  <Characters>3146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Myroslav</dc:creator>
  <cp:keywords/>
  <dc:description/>
  <cp:lastModifiedBy>Gavrulyk M</cp:lastModifiedBy>
  <cp:revision>18</cp:revision>
  <cp:lastPrinted>2020-09-09T08:40:00Z</cp:lastPrinted>
  <dcterms:created xsi:type="dcterms:W3CDTF">2020-03-16T10:56:00Z</dcterms:created>
  <dcterms:modified xsi:type="dcterms:W3CDTF">2020-09-09T09:36:00Z</dcterms:modified>
</cp:coreProperties>
</file>