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BA" w:rsidRDefault="00CA07BA" w:rsidP="003B5B2F">
      <w:pPr>
        <w:jc w:val="center"/>
        <w:rPr>
          <w:snapToGrid w:val="0"/>
          <w:spacing w:val="8"/>
          <w:lang w:val="uk-UA"/>
        </w:rPr>
      </w:pPr>
      <w:r w:rsidRPr="00955C19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5" o:title=""/>
          </v:shape>
        </w:pict>
      </w:r>
    </w:p>
    <w:p w:rsidR="00CA07BA" w:rsidRDefault="00CA07BA" w:rsidP="00CB596A">
      <w:pPr>
        <w:pStyle w:val="Heading1"/>
        <w:rPr>
          <w:spacing w:val="8"/>
          <w:sz w:val="16"/>
          <w:szCs w:val="16"/>
          <w:lang w:val="ru-RU"/>
        </w:rPr>
      </w:pPr>
    </w:p>
    <w:p w:rsidR="00CA07BA" w:rsidRDefault="00CA07BA" w:rsidP="00CB596A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 АДМІНІСТРАЦІЯ</w:t>
      </w:r>
    </w:p>
    <w:p w:rsidR="00CA07BA" w:rsidRDefault="00CA07BA" w:rsidP="003B5B2F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CA07BA" w:rsidRDefault="00CA07BA" w:rsidP="003B5B2F">
      <w:pPr>
        <w:rPr>
          <w:sz w:val="28"/>
          <w:szCs w:val="28"/>
        </w:rPr>
      </w:pPr>
    </w:p>
    <w:p w:rsidR="00CA07BA" w:rsidRDefault="00CA07BA" w:rsidP="003B5B2F">
      <w:pPr>
        <w:pStyle w:val="Heading2"/>
      </w:pPr>
      <w:r>
        <w:t>РОЗПОРЯДЖЕННЯ</w:t>
      </w:r>
    </w:p>
    <w:p w:rsidR="00CA07BA" w:rsidRDefault="00CA07BA" w:rsidP="003B5B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CA07BA" w:rsidRPr="00B8615F" w:rsidRDefault="00CA07BA" w:rsidP="003B5B2F">
      <w:pPr>
        <w:rPr>
          <w:sz w:val="28"/>
          <w:szCs w:val="28"/>
        </w:rPr>
      </w:pPr>
      <w:r w:rsidRPr="00B8615F">
        <w:rPr>
          <w:sz w:val="28"/>
          <w:szCs w:val="28"/>
        </w:rPr>
        <w:t>17</w:t>
      </w:r>
      <w:r>
        <w:rPr>
          <w:sz w:val="28"/>
          <w:szCs w:val="28"/>
          <w:lang w:val="uk-UA"/>
        </w:rPr>
        <w:t xml:space="preserve"> березня  2017 року        </w:t>
      </w:r>
      <w:r w:rsidRPr="00CB596A">
        <w:rPr>
          <w:sz w:val="28"/>
          <w:szCs w:val="28"/>
          <w:lang w:val="uk-UA"/>
        </w:rPr>
        <w:t xml:space="preserve">м. Володимир-Волинський   </w:t>
      </w:r>
      <w:r>
        <w:rPr>
          <w:sz w:val="28"/>
          <w:szCs w:val="28"/>
          <w:lang w:val="uk-UA"/>
        </w:rPr>
        <w:t xml:space="preserve">                             №</w:t>
      </w:r>
      <w:r w:rsidRPr="00B8615F">
        <w:rPr>
          <w:sz w:val="28"/>
          <w:szCs w:val="28"/>
        </w:rPr>
        <w:t xml:space="preserve"> 97</w:t>
      </w:r>
    </w:p>
    <w:p w:rsidR="00CA07BA" w:rsidRPr="00CB596A" w:rsidRDefault="00CA07BA" w:rsidP="003B5B2F">
      <w:pPr>
        <w:jc w:val="center"/>
        <w:rPr>
          <w:sz w:val="28"/>
          <w:szCs w:val="28"/>
          <w:lang w:val="uk-UA"/>
        </w:rPr>
      </w:pPr>
    </w:p>
    <w:p w:rsidR="00CA07BA" w:rsidRPr="00CB596A" w:rsidRDefault="00CA07BA" w:rsidP="003B5B2F">
      <w:pPr>
        <w:pStyle w:val="Heading3"/>
        <w:ind w:right="78"/>
        <w:rPr>
          <w:b w:val="0"/>
          <w:bCs w:val="0"/>
          <w:sz w:val="28"/>
          <w:szCs w:val="28"/>
        </w:rPr>
      </w:pPr>
      <w:r w:rsidRPr="00CB596A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CA07BA" w:rsidRPr="006D51DE" w:rsidRDefault="00CA07BA" w:rsidP="003B5B2F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6"/>
          <w:szCs w:val="26"/>
          <w:lang w:val="uk-UA"/>
        </w:rPr>
      </w:pPr>
      <w:r w:rsidRPr="006D51DE">
        <w:rPr>
          <w:color w:val="000000"/>
          <w:sz w:val="26"/>
          <w:szCs w:val="26"/>
          <w:lang w:val="uk-UA"/>
        </w:rPr>
        <w:tab/>
      </w:r>
    </w:p>
    <w:p w:rsidR="00CA07BA" w:rsidRPr="00CE5596" w:rsidRDefault="00CA07BA" w:rsidP="003B5B2F">
      <w:pPr>
        <w:ind w:right="78" w:firstLine="708"/>
        <w:jc w:val="both"/>
        <w:rPr>
          <w:color w:val="000000"/>
          <w:sz w:val="28"/>
          <w:szCs w:val="28"/>
          <w:lang w:val="uk-UA"/>
        </w:rPr>
      </w:pPr>
      <w:r w:rsidRPr="00CE5596">
        <w:rPr>
          <w:color w:val="000000"/>
          <w:sz w:val="28"/>
          <w:szCs w:val="28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CE5596">
        <w:rPr>
          <w:color w:val="FFFFFF"/>
          <w:sz w:val="28"/>
          <w:szCs w:val="28"/>
          <w:lang w:val="uk-UA"/>
        </w:rPr>
        <w:t>_</w:t>
      </w:r>
      <w:r w:rsidRPr="00CE5596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CE5596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CE5596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</w:t>
      </w:r>
      <w:r w:rsidRPr="00CE5596">
        <w:rPr>
          <w:color w:val="000000"/>
          <w:sz w:val="28"/>
          <w:szCs w:val="28"/>
        </w:rPr>
        <w:t>16</w:t>
      </w:r>
      <w:r w:rsidRPr="00CE5596">
        <w:rPr>
          <w:color w:val="000000"/>
          <w:sz w:val="28"/>
          <w:szCs w:val="28"/>
          <w:lang w:val="uk-UA"/>
        </w:rPr>
        <w:t>.0</w:t>
      </w:r>
      <w:r w:rsidRPr="00CE5596">
        <w:rPr>
          <w:color w:val="000000"/>
          <w:sz w:val="28"/>
          <w:szCs w:val="28"/>
        </w:rPr>
        <w:t>3</w:t>
      </w:r>
      <w:r w:rsidRPr="00CE5596">
        <w:rPr>
          <w:color w:val="000000"/>
          <w:sz w:val="28"/>
          <w:szCs w:val="28"/>
          <w:lang w:val="uk-UA"/>
        </w:rPr>
        <w:t xml:space="preserve">.2017 № </w:t>
      </w:r>
      <w:r w:rsidRPr="00CE5596">
        <w:rPr>
          <w:color w:val="000000"/>
          <w:sz w:val="28"/>
          <w:szCs w:val="28"/>
        </w:rPr>
        <w:t>6</w:t>
      </w:r>
      <w:r w:rsidRPr="00CE5596">
        <w:rPr>
          <w:color w:val="000000"/>
          <w:sz w:val="28"/>
          <w:szCs w:val="28"/>
          <w:lang w:val="uk-UA"/>
        </w:rPr>
        <w:t xml:space="preserve">:  </w:t>
      </w:r>
    </w:p>
    <w:p w:rsidR="00CA07BA" w:rsidRPr="00CE5596" w:rsidRDefault="00CA07BA" w:rsidP="003B5B2F">
      <w:pPr>
        <w:ind w:right="78" w:firstLine="70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1) Надати грошову допомогу громадянам, які потрапили в скрутне матеріальне становище</w:t>
      </w:r>
      <w:r w:rsidRPr="00CE5596">
        <w:rPr>
          <w:sz w:val="28"/>
          <w:szCs w:val="28"/>
        </w:rPr>
        <w:t>: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Романюку Віктору Євгеновичу, с.Заріччя – 5000,0 (п’ять тисяч) гривень;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Гайнацькій Надії Федорівні, с.Верба – 300,0 (триста) гривень;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Швораку Юрію Вікторовичу, с.Житані – 2000,00 (дві тисячі) гривень;</w:t>
      </w:r>
    </w:p>
    <w:p w:rsidR="00CA07BA" w:rsidRPr="00CE5596" w:rsidRDefault="00CA07BA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Левчуку Павлу Павловичу, с.Верба – 2000,00 (дві тисячі) гривень;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Дружуку Юрію Миколайовичу, с.Тростянка – 500,0 (п’ятсот) гривень;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Місячук Любові Володимирівні, с.П</w:t>
      </w:r>
      <w:r w:rsidRPr="00CE5596">
        <w:rPr>
          <w:sz w:val="28"/>
          <w:szCs w:val="28"/>
        </w:rPr>
        <w:t>’</w:t>
      </w:r>
      <w:r w:rsidRPr="00CE5596">
        <w:rPr>
          <w:sz w:val="28"/>
          <w:szCs w:val="28"/>
          <w:lang w:val="uk-UA"/>
        </w:rPr>
        <w:t>ятидні – 1000,0 (одна тисяч) гривень;</w:t>
      </w:r>
    </w:p>
    <w:p w:rsidR="00CA07BA" w:rsidRPr="00CE5596" w:rsidRDefault="00CA07BA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Сидоруку Василю Фотійовичу, с.Володимирівка – 500,0 (п’ятсот) гривень;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Брагнюку Василю Івановичу,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с.Овадне –300,0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(триста) гривень;</w:t>
      </w:r>
    </w:p>
    <w:p w:rsidR="00CA07BA" w:rsidRPr="00CE5596" w:rsidRDefault="00CA07BA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 Носальському Артему Сергійовичу, м.Устилуг – 500,0 (п’ятсот) гривень;</w:t>
      </w:r>
    </w:p>
    <w:p w:rsidR="00CA07BA" w:rsidRPr="00CE5596" w:rsidRDefault="00CA07BA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 Т</w:t>
      </w:r>
      <w:r>
        <w:rPr>
          <w:sz w:val="28"/>
          <w:szCs w:val="28"/>
          <w:lang w:val="uk-UA"/>
        </w:rPr>
        <w:t>ю</w:t>
      </w:r>
      <w:r w:rsidRPr="00CE5596">
        <w:rPr>
          <w:sz w:val="28"/>
          <w:szCs w:val="28"/>
          <w:lang w:val="uk-UA"/>
        </w:rPr>
        <w:t>хті Віталію Ананійовичу, с.Ласків– 300,0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(триста) гривень;</w:t>
      </w:r>
    </w:p>
    <w:p w:rsidR="00CA07BA" w:rsidRPr="00CE5596" w:rsidRDefault="00CA07BA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 Шейчук Валентині Леонтіївні, м.Устилуг– 500,0 (п’ятсот) гривень;</w:t>
      </w:r>
    </w:p>
    <w:p w:rsidR="00CA07BA" w:rsidRPr="00CE5596" w:rsidRDefault="00CA07BA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 Нестеренко Надії Миколаївні, с.Льотниче– 500,0 (п’ятсот) гривень;</w:t>
      </w:r>
    </w:p>
    <w:p w:rsidR="00CA07BA" w:rsidRPr="00CE5596" w:rsidRDefault="00CA07BA" w:rsidP="00F36E5D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 Подзізей Таїсії Яківні, с.Льотниче– 200,0 (двісті) гривень;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 Григоришак Тамарі Євгенівні, с.Острівок– 300,0 (триста) гривень;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 xml:space="preserve"> -Потейчуку Андрію Вікторовичу, с.Сусваль – 2000,0 (дві тисячі) гривень; </w:t>
      </w:r>
    </w:p>
    <w:p w:rsidR="00CA07BA" w:rsidRPr="00CE5596" w:rsidRDefault="00CA07BA" w:rsidP="0079595D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>Анзилевич Оксані Миколаївні, с.Білин – 500,0 (п’ятсот</w:t>
      </w:r>
      <w:r>
        <w:rPr>
          <w:sz w:val="28"/>
          <w:szCs w:val="28"/>
          <w:lang w:val="uk-UA"/>
        </w:rPr>
        <w:t>)</w:t>
      </w:r>
      <w:r w:rsidRPr="00CE5596">
        <w:rPr>
          <w:sz w:val="28"/>
          <w:szCs w:val="28"/>
          <w:lang w:val="uk-UA"/>
        </w:rPr>
        <w:t xml:space="preserve"> гривень; </w:t>
      </w:r>
    </w:p>
    <w:p w:rsidR="00CA07BA" w:rsidRPr="00CE5596" w:rsidRDefault="00CA07BA" w:rsidP="0079595D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 xml:space="preserve">Ткачук Зої Василівні, с.П’ятидні – 300,0 (триста) гривень; </w:t>
      </w:r>
    </w:p>
    <w:p w:rsidR="00CA07BA" w:rsidRPr="00CE5596" w:rsidRDefault="00CA07BA" w:rsidP="0079595D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 xml:space="preserve">Трофімуку Самуїлу Іларіоновичу, с.Верба – 200,0 (двісті) гривень; </w:t>
      </w:r>
    </w:p>
    <w:p w:rsidR="00CA07BA" w:rsidRPr="00CE5596" w:rsidRDefault="00CA07BA" w:rsidP="0079595D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 xml:space="preserve">Туревич Раїсі Дмитрівні, с.Галинівка – 200,0 (двісті) гривень; </w:t>
      </w:r>
    </w:p>
    <w:p w:rsidR="00CA07BA" w:rsidRDefault="00CA07BA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 xml:space="preserve">Скороход Любові Сергіївні, с.Заріччя – 2000,0 (дві тисячі) гривень; </w:t>
      </w:r>
    </w:p>
    <w:p w:rsidR="00CA07BA" w:rsidRDefault="00CA07BA" w:rsidP="00B75042">
      <w:pPr>
        <w:ind w:right="78"/>
        <w:jc w:val="both"/>
        <w:rPr>
          <w:sz w:val="28"/>
          <w:szCs w:val="28"/>
          <w:lang w:val="uk-UA"/>
        </w:rPr>
      </w:pPr>
    </w:p>
    <w:p w:rsidR="00CA07BA" w:rsidRPr="00CE5596" w:rsidRDefault="00CA07BA" w:rsidP="00B75042">
      <w:pPr>
        <w:ind w:right="78"/>
        <w:jc w:val="both"/>
        <w:rPr>
          <w:sz w:val="28"/>
          <w:szCs w:val="28"/>
          <w:lang w:val="uk-UA"/>
        </w:rPr>
      </w:pP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 w:rsidRPr="00CE5596">
        <w:rPr>
          <w:sz w:val="28"/>
          <w:szCs w:val="28"/>
          <w:lang w:val="uk-UA"/>
        </w:rPr>
        <w:t xml:space="preserve">Янкевичу Петру Анатолійовичу, с.Новосілки – 2000,0 (дві тисячі) гривень. </w:t>
      </w:r>
    </w:p>
    <w:p w:rsidR="00CA07BA" w:rsidRPr="00CE5596" w:rsidRDefault="00CA07BA" w:rsidP="006D51DE">
      <w:pPr>
        <w:ind w:right="78" w:firstLine="70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2)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</w:p>
    <w:p w:rsidR="00CA07BA" w:rsidRPr="002E54DE" w:rsidRDefault="00CA07BA" w:rsidP="003B5B2F">
      <w:pPr>
        <w:ind w:right="78"/>
        <w:jc w:val="both"/>
        <w:rPr>
          <w:b/>
          <w:bCs/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 xml:space="preserve">Голова                             </w:t>
      </w:r>
      <w:r w:rsidRPr="00CE5596">
        <w:rPr>
          <w:sz w:val="28"/>
          <w:szCs w:val="28"/>
          <w:lang w:val="uk-UA"/>
        </w:rPr>
        <w:tab/>
      </w:r>
      <w:r w:rsidRPr="00CE5596">
        <w:rPr>
          <w:sz w:val="28"/>
          <w:szCs w:val="28"/>
          <w:lang w:val="uk-UA"/>
        </w:rPr>
        <w:tab/>
        <w:t xml:space="preserve">                                           </w:t>
      </w:r>
      <w:r w:rsidRPr="002E54DE">
        <w:rPr>
          <w:b/>
          <w:bCs/>
          <w:sz w:val="28"/>
          <w:szCs w:val="28"/>
          <w:lang w:val="uk-UA"/>
        </w:rPr>
        <w:t>Н.ВАСИЛЕЦЬ</w:t>
      </w: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</w:p>
    <w:p w:rsidR="00CA07BA" w:rsidRPr="00CE5596" w:rsidRDefault="00CA07BA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Голюк 23</w:t>
      </w:r>
      <w:r w:rsidRPr="00CE5596">
        <w:rPr>
          <w:sz w:val="28"/>
          <w:szCs w:val="28"/>
        </w:rPr>
        <w:t> </w:t>
      </w:r>
      <w:r w:rsidRPr="00CE5596">
        <w:rPr>
          <w:sz w:val="28"/>
          <w:szCs w:val="28"/>
          <w:lang w:val="uk-UA"/>
        </w:rPr>
        <w:t>394</w:t>
      </w:r>
    </w:p>
    <w:sectPr w:rsidR="00CA07BA" w:rsidRPr="00CE5596" w:rsidSect="00CB596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B6E"/>
    <w:rsid w:val="00224139"/>
    <w:rsid w:val="00225252"/>
    <w:rsid w:val="002A3EB1"/>
    <w:rsid w:val="002E54DE"/>
    <w:rsid w:val="003210D3"/>
    <w:rsid w:val="00330D03"/>
    <w:rsid w:val="00343FC7"/>
    <w:rsid w:val="0036348B"/>
    <w:rsid w:val="003B5B2F"/>
    <w:rsid w:val="006325A8"/>
    <w:rsid w:val="006D51DE"/>
    <w:rsid w:val="006F7D64"/>
    <w:rsid w:val="0079595D"/>
    <w:rsid w:val="007D3A0B"/>
    <w:rsid w:val="00940DE5"/>
    <w:rsid w:val="00955C19"/>
    <w:rsid w:val="00B16B6E"/>
    <w:rsid w:val="00B75042"/>
    <w:rsid w:val="00B8615F"/>
    <w:rsid w:val="00BE30B7"/>
    <w:rsid w:val="00C5416F"/>
    <w:rsid w:val="00CA07BA"/>
    <w:rsid w:val="00CA13BB"/>
    <w:rsid w:val="00CB596A"/>
    <w:rsid w:val="00CE5596"/>
    <w:rsid w:val="00CE7952"/>
    <w:rsid w:val="00CF00A1"/>
    <w:rsid w:val="00D01597"/>
    <w:rsid w:val="00D347B7"/>
    <w:rsid w:val="00D51D16"/>
    <w:rsid w:val="00E23A17"/>
    <w:rsid w:val="00E617E9"/>
    <w:rsid w:val="00E72154"/>
    <w:rsid w:val="00F36E5D"/>
    <w:rsid w:val="00FB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2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B2F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B2F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B2F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B5B2F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5B2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B5B2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B5B2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B5B2F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B5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5B2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84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401</Words>
  <Characters>2287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Mirek</cp:lastModifiedBy>
  <cp:revision>4</cp:revision>
  <cp:lastPrinted>2017-03-17T08:18:00Z</cp:lastPrinted>
  <dcterms:created xsi:type="dcterms:W3CDTF">2017-03-17T08:14:00Z</dcterms:created>
  <dcterms:modified xsi:type="dcterms:W3CDTF">2017-03-28T06:41:00Z</dcterms:modified>
</cp:coreProperties>
</file>