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52" w:rsidRDefault="00397652" w:rsidP="00424822">
      <w:pPr>
        <w:ind w:right="-143"/>
        <w:jc w:val="center"/>
        <w:rPr>
          <w:snapToGrid w:val="0"/>
          <w:spacing w:val="8"/>
          <w:lang w:val="uk-UA"/>
        </w:rPr>
      </w:pPr>
      <w:r w:rsidRPr="006E092A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397652" w:rsidRDefault="00397652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397652" w:rsidRDefault="00397652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397652" w:rsidRDefault="00397652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397652" w:rsidRDefault="00397652" w:rsidP="00424822">
      <w:pPr>
        <w:rPr>
          <w:sz w:val="28"/>
          <w:szCs w:val="28"/>
        </w:rPr>
      </w:pPr>
    </w:p>
    <w:p w:rsidR="00397652" w:rsidRDefault="00397652" w:rsidP="00424822">
      <w:pPr>
        <w:pStyle w:val="Heading2"/>
      </w:pPr>
      <w:r>
        <w:t>РОЗПОРЯДЖЕННЯ</w:t>
      </w:r>
    </w:p>
    <w:p w:rsidR="00397652" w:rsidRDefault="00397652" w:rsidP="00424822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397652" w:rsidRPr="009A1347" w:rsidRDefault="00397652" w:rsidP="00424822">
      <w:pPr>
        <w:rPr>
          <w:sz w:val="26"/>
          <w:szCs w:val="26"/>
        </w:rPr>
      </w:pPr>
      <w:r w:rsidRPr="009A1347">
        <w:rPr>
          <w:sz w:val="28"/>
          <w:szCs w:val="28"/>
        </w:rPr>
        <w:t xml:space="preserve"> </w:t>
      </w:r>
      <w:r w:rsidRPr="009A1347">
        <w:rPr>
          <w:sz w:val="28"/>
          <w:szCs w:val="28"/>
          <w:lang w:val="uk-UA"/>
        </w:rPr>
        <w:t xml:space="preserve"> </w:t>
      </w:r>
      <w:r w:rsidRPr="009A1347">
        <w:rPr>
          <w:sz w:val="28"/>
          <w:szCs w:val="28"/>
        </w:rPr>
        <w:t xml:space="preserve"> 15</w:t>
      </w:r>
      <w:r>
        <w:rPr>
          <w:sz w:val="26"/>
          <w:szCs w:val="26"/>
        </w:rPr>
        <w:t xml:space="preserve"> </w:t>
      </w:r>
      <w:r>
        <w:rPr>
          <w:sz w:val="28"/>
          <w:szCs w:val="28"/>
          <w:lang w:val="uk-UA"/>
        </w:rPr>
        <w:t xml:space="preserve">грудня </w:t>
      </w:r>
      <w:r w:rsidRPr="0090013B">
        <w:rPr>
          <w:sz w:val="28"/>
          <w:szCs w:val="28"/>
          <w:lang w:val="uk-UA"/>
        </w:rPr>
        <w:t>2017 року</w:t>
      </w:r>
      <w:r>
        <w:rPr>
          <w:sz w:val="26"/>
          <w:szCs w:val="26"/>
          <w:lang w:val="uk-UA"/>
        </w:rPr>
        <w:t xml:space="preserve">        </w:t>
      </w:r>
      <w:r w:rsidRPr="0090013B">
        <w:rPr>
          <w:sz w:val="28"/>
          <w:szCs w:val="28"/>
          <w:lang w:val="uk-UA"/>
        </w:rPr>
        <w:t xml:space="preserve">м. Володимир-Волинський                            </w:t>
      </w:r>
      <w:r w:rsidRPr="009A1347">
        <w:rPr>
          <w:sz w:val="28"/>
          <w:szCs w:val="28"/>
          <w:lang w:val="uk-UA"/>
        </w:rPr>
        <w:t xml:space="preserve">№ </w:t>
      </w:r>
      <w:r w:rsidRPr="009A1347">
        <w:rPr>
          <w:sz w:val="28"/>
          <w:szCs w:val="28"/>
        </w:rPr>
        <w:t>500</w:t>
      </w:r>
    </w:p>
    <w:p w:rsidR="00397652" w:rsidRDefault="00397652" w:rsidP="00424822">
      <w:pPr>
        <w:jc w:val="center"/>
        <w:rPr>
          <w:sz w:val="26"/>
          <w:szCs w:val="26"/>
          <w:lang w:val="uk-UA"/>
        </w:rPr>
      </w:pPr>
    </w:p>
    <w:p w:rsidR="00397652" w:rsidRPr="0090013B" w:rsidRDefault="00397652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90013B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397652" w:rsidRPr="00F44F5C" w:rsidRDefault="00397652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7"/>
          <w:szCs w:val="27"/>
          <w:lang w:val="uk-UA"/>
        </w:rPr>
      </w:pPr>
      <w:r w:rsidRPr="00F44F5C">
        <w:rPr>
          <w:color w:val="000000"/>
          <w:sz w:val="27"/>
          <w:szCs w:val="27"/>
          <w:lang w:val="uk-UA"/>
        </w:rPr>
        <w:tab/>
      </w:r>
    </w:p>
    <w:p w:rsidR="00397652" w:rsidRPr="0090013B" w:rsidRDefault="00397652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F44F5C">
        <w:rPr>
          <w:color w:val="000000"/>
          <w:sz w:val="27"/>
          <w:szCs w:val="27"/>
          <w:lang w:val="uk-UA"/>
        </w:rPr>
        <w:t xml:space="preserve">          </w:t>
      </w:r>
      <w:r w:rsidRPr="0090013B">
        <w:rPr>
          <w:color w:val="000000"/>
          <w:sz w:val="28"/>
          <w:szCs w:val="28"/>
          <w:lang w:val="uk-UA"/>
        </w:rPr>
        <w:t>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</w:t>
      </w:r>
      <w:r>
        <w:rPr>
          <w:color w:val="000000"/>
          <w:sz w:val="28"/>
          <w:szCs w:val="28"/>
          <w:lang w:val="uk-UA"/>
        </w:rPr>
        <w:t>15.12</w:t>
      </w:r>
      <w:r w:rsidRPr="0090013B">
        <w:rPr>
          <w:color w:val="000000"/>
          <w:sz w:val="28"/>
          <w:szCs w:val="28"/>
          <w:lang w:val="uk-UA"/>
        </w:rPr>
        <w:t xml:space="preserve">.2017 № </w:t>
      </w:r>
      <w:r>
        <w:rPr>
          <w:color w:val="000000"/>
          <w:sz w:val="28"/>
          <w:szCs w:val="28"/>
          <w:lang w:val="uk-UA"/>
        </w:rPr>
        <w:t>25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397652" w:rsidRPr="0090013B" w:rsidRDefault="00397652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397652" w:rsidRPr="0090013B" w:rsidRDefault="00397652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Ткачук Тамілі Петрівні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Свійчів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10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(одна тисяча</w:t>
      </w:r>
      <w:r w:rsidRPr="0090013B">
        <w:rPr>
          <w:sz w:val="28"/>
          <w:szCs w:val="28"/>
          <w:lang w:val="uk-UA"/>
        </w:rPr>
        <w:t>) гривень;</w:t>
      </w:r>
    </w:p>
    <w:p w:rsidR="00397652" w:rsidRDefault="00397652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Літвінчук Тетяні Олексіївні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Охнівка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</w:t>
      </w:r>
      <w:r w:rsidRPr="00F35384">
        <w:rPr>
          <w:sz w:val="28"/>
          <w:szCs w:val="28"/>
          <w:lang w:val="uk-UA"/>
        </w:rPr>
        <w:t>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п’ятсот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;</w:t>
      </w:r>
    </w:p>
    <w:p w:rsidR="00397652" w:rsidRPr="0097576A" w:rsidRDefault="00397652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Степасюку Леоніду Олексійовичу, с.Бобичі – 2000,00 (дві тисячі)</w:t>
      </w:r>
      <w:r w:rsidRPr="004849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гривень;</w:t>
      </w:r>
    </w:p>
    <w:p w:rsidR="00397652" w:rsidRPr="0097576A" w:rsidRDefault="00397652" w:rsidP="002854EB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Пюрко Ірині Павлівні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Овадне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</w:t>
      </w:r>
      <w:r w:rsidRPr="00F35384">
        <w:rPr>
          <w:sz w:val="28"/>
          <w:szCs w:val="28"/>
          <w:lang w:val="uk-UA"/>
        </w:rPr>
        <w:t>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п’ятсот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;</w:t>
      </w:r>
    </w:p>
    <w:p w:rsidR="00397652" w:rsidRDefault="00397652" w:rsidP="00145686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Гайкевич Катерині Михайлівні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Верба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500,00 (п’ятсот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;</w:t>
      </w:r>
    </w:p>
    <w:p w:rsidR="00397652" w:rsidRDefault="00397652" w:rsidP="0097576A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Пужику Миколі Васильовичу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Ласків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(п’ятсот</w:t>
      </w:r>
      <w:r w:rsidRPr="0090013B">
        <w:rPr>
          <w:sz w:val="28"/>
          <w:szCs w:val="28"/>
          <w:lang w:val="uk-UA"/>
        </w:rPr>
        <w:t>) гривень;</w:t>
      </w:r>
    </w:p>
    <w:p w:rsidR="00397652" w:rsidRDefault="00397652" w:rsidP="0097576A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Голубу Віталію Віталійовичу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Сусваль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(п’ятсот</w:t>
      </w:r>
      <w:r w:rsidRPr="0090013B">
        <w:rPr>
          <w:sz w:val="28"/>
          <w:szCs w:val="28"/>
          <w:lang w:val="uk-UA"/>
        </w:rPr>
        <w:t>) гривень;</w:t>
      </w:r>
    </w:p>
    <w:p w:rsidR="00397652" w:rsidRDefault="00397652" w:rsidP="0097576A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Похильчук Євгенії Юхимівні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Хобултова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(дві тисячі</w:t>
      </w:r>
      <w:r w:rsidRPr="0090013B">
        <w:rPr>
          <w:sz w:val="28"/>
          <w:szCs w:val="28"/>
          <w:lang w:val="uk-UA"/>
        </w:rPr>
        <w:t>) гривень;</w:t>
      </w:r>
    </w:p>
    <w:p w:rsidR="00397652" w:rsidRDefault="00397652" w:rsidP="00E64BCD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Кисілю Роману Терентійовичу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Заріччя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(п’ять тисяч</w:t>
      </w:r>
      <w:r w:rsidRPr="0090013B">
        <w:rPr>
          <w:sz w:val="28"/>
          <w:szCs w:val="28"/>
          <w:lang w:val="uk-UA"/>
        </w:rPr>
        <w:t>) гривень;</w:t>
      </w:r>
    </w:p>
    <w:p w:rsidR="00397652" w:rsidRPr="0090013B" w:rsidRDefault="00397652" w:rsidP="00E64BCD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Литвинчук Ніні Павлівні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Красностав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(дві тисячі) гривень.</w:t>
      </w:r>
    </w:p>
    <w:p w:rsidR="00397652" w:rsidRPr="0090013B" w:rsidRDefault="00397652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397652" w:rsidRPr="0090013B" w:rsidRDefault="00397652" w:rsidP="00424822">
      <w:pPr>
        <w:ind w:right="78"/>
        <w:jc w:val="both"/>
        <w:rPr>
          <w:sz w:val="28"/>
          <w:szCs w:val="28"/>
          <w:lang w:val="uk-UA"/>
        </w:rPr>
      </w:pPr>
    </w:p>
    <w:p w:rsidR="00397652" w:rsidRPr="00F35384" w:rsidRDefault="00397652" w:rsidP="00424822">
      <w:pPr>
        <w:ind w:right="78"/>
        <w:jc w:val="both"/>
        <w:rPr>
          <w:sz w:val="28"/>
          <w:szCs w:val="28"/>
        </w:rPr>
      </w:pPr>
    </w:p>
    <w:p w:rsidR="00397652" w:rsidRPr="00F35384" w:rsidRDefault="00397652" w:rsidP="00424822">
      <w:pPr>
        <w:ind w:right="78"/>
        <w:jc w:val="both"/>
        <w:rPr>
          <w:sz w:val="28"/>
          <w:szCs w:val="28"/>
        </w:rPr>
      </w:pPr>
    </w:p>
    <w:p w:rsidR="00397652" w:rsidRPr="001F5486" w:rsidRDefault="00397652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397652" w:rsidRPr="001F5486" w:rsidRDefault="00397652" w:rsidP="00424822">
      <w:pPr>
        <w:ind w:right="78"/>
        <w:jc w:val="both"/>
        <w:rPr>
          <w:b/>
          <w:bCs/>
          <w:sz w:val="28"/>
          <w:szCs w:val="28"/>
        </w:rPr>
      </w:pPr>
    </w:p>
    <w:p w:rsidR="00397652" w:rsidRPr="007F17FB" w:rsidRDefault="00397652" w:rsidP="00424822">
      <w:pPr>
        <w:ind w:right="78"/>
        <w:jc w:val="both"/>
        <w:rPr>
          <w:b/>
          <w:bCs/>
          <w:sz w:val="28"/>
          <w:szCs w:val="28"/>
        </w:rPr>
      </w:pPr>
    </w:p>
    <w:p w:rsidR="00397652" w:rsidRPr="007F17FB" w:rsidRDefault="00397652" w:rsidP="00424822">
      <w:pPr>
        <w:ind w:right="78"/>
        <w:jc w:val="both"/>
        <w:rPr>
          <w:b/>
          <w:bCs/>
          <w:sz w:val="28"/>
          <w:szCs w:val="28"/>
        </w:rPr>
      </w:pPr>
    </w:p>
    <w:p w:rsidR="00397652" w:rsidRPr="00AC604D" w:rsidRDefault="00397652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</w:t>
      </w:r>
      <w:r>
        <w:rPr>
          <w:sz w:val="28"/>
          <w:szCs w:val="28"/>
          <w:lang w:val="uk-UA"/>
        </w:rPr>
        <w:t xml:space="preserve"> 38 115</w:t>
      </w:r>
    </w:p>
    <w:sectPr w:rsidR="00397652" w:rsidRPr="00AC604D" w:rsidSect="0087379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652" w:rsidRDefault="00397652" w:rsidP="00424822">
      <w:r>
        <w:separator/>
      </w:r>
    </w:p>
  </w:endnote>
  <w:endnote w:type="continuationSeparator" w:id="0">
    <w:p w:rsidR="00397652" w:rsidRDefault="00397652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652" w:rsidRDefault="00397652" w:rsidP="00424822">
      <w:r>
        <w:separator/>
      </w:r>
    </w:p>
  </w:footnote>
  <w:footnote w:type="continuationSeparator" w:id="0">
    <w:p w:rsidR="00397652" w:rsidRDefault="00397652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4232A"/>
    <w:rsid w:val="00075911"/>
    <w:rsid w:val="000A6134"/>
    <w:rsid w:val="000F42FF"/>
    <w:rsid w:val="000F4E92"/>
    <w:rsid w:val="00123FE7"/>
    <w:rsid w:val="00124EBE"/>
    <w:rsid w:val="00133D03"/>
    <w:rsid w:val="00134757"/>
    <w:rsid w:val="00145686"/>
    <w:rsid w:val="001F5486"/>
    <w:rsid w:val="002854EB"/>
    <w:rsid w:val="00290AED"/>
    <w:rsid w:val="002E450F"/>
    <w:rsid w:val="002F1123"/>
    <w:rsid w:val="00322AD7"/>
    <w:rsid w:val="00323EDE"/>
    <w:rsid w:val="00342B4E"/>
    <w:rsid w:val="003537FE"/>
    <w:rsid w:val="00364A6D"/>
    <w:rsid w:val="00397652"/>
    <w:rsid w:val="003979A8"/>
    <w:rsid w:val="004050A1"/>
    <w:rsid w:val="00424822"/>
    <w:rsid w:val="00435E4A"/>
    <w:rsid w:val="00437A1A"/>
    <w:rsid w:val="00484944"/>
    <w:rsid w:val="00484ACF"/>
    <w:rsid w:val="0048757C"/>
    <w:rsid w:val="004D72E1"/>
    <w:rsid w:val="00515111"/>
    <w:rsid w:val="00583246"/>
    <w:rsid w:val="005A3456"/>
    <w:rsid w:val="005D2995"/>
    <w:rsid w:val="005E17F2"/>
    <w:rsid w:val="005E5DF7"/>
    <w:rsid w:val="00620276"/>
    <w:rsid w:val="00656185"/>
    <w:rsid w:val="0067298C"/>
    <w:rsid w:val="006E092A"/>
    <w:rsid w:val="006F3C87"/>
    <w:rsid w:val="006F470E"/>
    <w:rsid w:val="00754116"/>
    <w:rsid w:val="0078765C"/>
    <w:rsid w:val="007D4FEF"/>
    <w:rsid w:val="007F17FB"/>
    <w:rsid w:val="00821112"/>
    <w:rsid w:val="00871FBE"/>
    <w:rsid w:val="0087379F"/>
    <w:rsid w:val="00877BE5"/>
    <w:rsid w:val="00896947"/>
    <w:rsid w:val="008C5D86"/>
    <w:rsid w:val="0090013B"/>
    <w:rsid w:val="00906205"/>
    <w:rsid w:val="0097576A"/>
    <w:rsid w:val="00976B46"/>
    <w:rsid w:val="009A1347"/>
    <w:rsid w:val="00A0234F"/>
    <w:rsid w:val="00AC24AD"/>
    <w:rsid w:val="00AC604D"/>
    <w:rsid w:val="00B73D7C"/>
    <w:rsid w:val="00B9200B"/>
    <w:rsid w:val="00BA2433"/>
    <w:rsid w:val="00BD05BC"/>
    <w:rsid w:val="00BD68DE"/>
    <w:rsid w:val="00C147AC"/>
    <w:rsid w:val="00C231FB"/>
    <w:rsid w:val="00C73637"/>
    <w:rsid w:val="00D548CE"/>
    <w:rsid w:val="00D6294F"/>
    <w:rsid w:val="00DA17E7"/>
    <w:rsid w:val="00DF6AC7"/>
    <w:rsid w:val="00E27B61"/>
    <w:rsid w:val="00E46691"/>
    <w:rsid w:val="00E64BCD"/>
    <w:rsid w:val="00EA0187"/>
    <w:rsid w:val="00EF3FAD"/>
    <w:rsid w:val="00EF6B8D"/>
    <w:rsid w:val="00F35384"/>
    <w:rsid w:val="00F40507"/>
    <w:rsid w:val="00F44F5C"/>
    <w:rsid w:val="00F60853"/>
    <w:rsid w:val="00F66DF9"/>
    <w:rsid w:val="00FA7C40"/>
    <w:rsid w:val="00FE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16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506</TotalTime>
  <Pages>1</Pages>
  <Words>292</Words>
  <Characters>1669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GOLIANOVSKA</dc:creator>
  <cp:keywords/>
  <dc:description/>
  <cp:lastModifiedBy>Mirek</cp:lastModifiedBy>
  <cp:revision>63</cp:revision>
  <cp:lastPrinted>2017-12-06T06:54:00Z</cp:lastPrinted>
  <dcterms:created xsi:type="dcterms:W3CDTF">2017-04-19T11:15:00Z</dcterms:created>
  <dcterms:modified xsi:type="dcterms:W3CDTF">2017-12-21T07:48:00Z</dcterms:modified>
</cp:coreProperties>
</file>