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6204"/>
        <w:gridCol w:w="3650"/>
      </w:tblGrid>
      <w:tr w:rsidR="00A95EC1" w:rsidTr="00A11E24">
        <w:tc>
          <w:tcPr>
            <w:tcW w:w="6204" w:type="dxa"/>
          </w:tcPr>
          <w:p w:rsidR="00A95EC1" w:rsidRDefault="00A95EC1">
            <w:pPr>
              <w:rPr>
                <w:bCs/>
                <w:sz w:val="28"/>
                <w:lang w:val="uk-UA"/>
              </w:rPr>
            </w:pPr>
          </w:p>
        </w:tc>
        <w:tc>
          <w:tcPr>
            <w:tcW w:w="3650" w:type="dxa"/>
          </w:tcPr>
          <w:p w:rsidR="00A95EC1" w:rsidRDefault="00A95EC1">
            <w:pPr>
              <w:spacing w:line="360" w:lineRule="auto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 xml:space="preserve">ЗАТВЕРДЖЕНО </w:t>
            </w:r>
          </w:p>
          <w:p w:rsidR="00A95EC1" w:rsidRDefault="00A95EC1">
            <w:pPr>
              <w:spacing w:line="360" w:lineRule="auto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 xml:space="preserve">Розпорядження голови </w:t>
            </w:r>
          </w:p>
          <w:p w:rsidR="00A95EC1" w:rsidRDefault="00A95EC1">
            <w:pPr>
              <w:spacing w:line="360" w:lineRule="auto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 xml:space="preserve">райдержадміністрації </w:t>
            </w:r>
          </w:p>
          <w:p w:rsidR="00A95EC1" w:rsidRPr="00FE3E72" w:rsidRDefault="00A95EC1" w:rsidP="008B5B2A">
            <w:pPr>
              <w:spacing w:line="360" w:lineRule="auto"/>
              <w:rPr>
                <w:bCs/>
                <w:sz w:val="28"/>
              </w:rPr>
            </w:pPr>
            <w:r w:rsidRPr="00FE3E72">
              <w:rPr>
                <w:bCs/>
                <w:sz w:val="28"/>
              </w:rPr>
              <w:t>23</w:t>
            </w:r>
            <w:r>
              <w:rPr>
                <w:bCs/>
                <w:sz w:val="28"/>
              </w:rPr>
              <w:t>.</w:t>
            </w:r>
            <w:r w:rsidRPr="002F26EB">
              <w:rPr>
                <w:bCs/>
                <w:sz w:val="28"/>
              </w:rPr>
              <w:t>11.</w:t>
            </w:r>
            <w:r>
              <w:rPr>
                <w:bCs/>
                <w:sz w:val="28"/>
                <w:lang w:val="uk-UA"/>
              </w:rPr>
              <w:t>201</w:t>
            </w:r>
            <w:r w:rsidRPr="008B5B2A">
              <w:rPr>
                <w:bCs/>
                <w:sz w:val="28"/>
              </w:rPr>
              <w:t>7</w:t>
            </w:r>
            <w:r>
              <w:rPr>
                <w:bCs/>
                <w:sz w:val="28"/>
                <w:lang w:val="uk-UA"/>
              </w:rPr>
              <w:t xml:space="preserve"> року </w:t>
            </w:r>
            <w:r w:rsidRPr="00FE3E72">
              <w:rPr>
                <w:bCs/>
                <w:sz w:val="28"/>
              </w:rPr>
              <w:t xml:space="preserve"> </w:t>
            </w:r>
            <w:bookmarkStart w:id="0" w:name="_GoBack"/>
            <w:bookmarkEnd w:id="0"/>
            <w:r>
              <w:rPr>
                <w:bCs/>
                <w:sz w:val="28"/>
                <w:lang w:val="uk-UA"/>
              </w:rPr>
              <w:t>№</w:t>
            </w:r>
            <w:r>
              <w:rPr>
                <w:bCs/>
                <w:sz w:val="28"/>
              </w:rPr>
              <w:t xml:space="preserve"> </w:t>
            </w:r>
            <w:r w:rsidRPr="00FE3E72">
              <w:rPr>
                <w:bCs/>
                <w:sz w:val="28"/>
              </w:rPr>
              <w:t>446</w:t>
            </w:r>
          </w:p>
        </w:tc>
      </w:tr>
    </w:tbl>
    <w:p w:rsidR="00A95EC1" w:rsidRDefault="00A95EC1" w:rsidP="00A11E24">
      <w:pPr>
        <w:ind w:left="-709"/>
        <w:rPr>
          <w:bCs/>
          <w:sz w:val="28"/>
          <w:lang w:val="uk-UA"/>
        </w:rPr>
      </w:pPr>
    </w:p>
    <w:p w:rsidR="00A95EC1" w:rsidRDefault="00A95EC1" w:rsidP="00A11E24">
      <w:pPr>
        <w:pStyle w:val="Heading3"/>
        <w:ind w:right="78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 xml:space="preserve">Кошторис витрат на </w:t>
      </w:r>
      <w:r>
        <w:rPr>
          <w:b w:val="0"/>
          <w:bCs/>
          <w:sz w:val="28"/>
          <w:szCs w:val="28"/>
        </w:rPr>
        <w:t>проведення районного фестивалю дитячої творчості для дітей з обмеженими фізичними можливостями</w:t>
      </w:r>
    </w:p>
    <w:p w:rsidR="00A95EC1" w:rsidRDefault="00A95EC1" w:rsidP="00A11E24">
      <w:pPr>
        <w:jc w:val="center"/>
        <w:rPr>
          <w:sz w:val="28"/>
          <w:szCs w:val="28"/>
        </w:rPr>
      </w:pPr>
      <w:r>
        <w:rPr>
          <w:sz w:val="28"/>
          <w:szCs w:val="28"/>
        </w:rPr>
        <w:t>“Повір у себе, і у тебе повірять інші</w:t>
      </w:r>
      <w:r>
        <w:rPr>
          <w:sz w:val="28"/>
          <w:szCs w:val="28"/>
          <w:lang w:val="uk-UA"/>
        </w:rPr>
        <w:t>!</w:t>
      </w:r>
      <w:r>
        <w:rPr>
          <w:sz w:val="28"/>
          <w:szCs w:val="28"/>
        </w:rPr>
        <w:t>”</w:t>
      </w:r>
    </w:p>
    <w:p w:rsidR="00A95EC1" w:rsidRDefault="00A95EC1" w:rsidP="00A11E24">
      <w:pPr>
        <w:jc w:val="both"/>
        <w:rPr>
          <w:sz w:val="28"/>
          <w:lang w:val="uk-UA"/>
        </w:rPr>
      </w:pPr>
    </w:p>
    <w:p w:rsidR="00A95EC1" w:rsidRDefault="00A95EC1" w:rsidP="002F26EB">
      <w:pPr>
        <w:jc w:val="center"/>
        <w:rPr>
          <w:lang w:val="uk-UA"/>
        </w:rPr>
      </w:pPr>
    </w:p>
    <w:p w:rsidR="00A95EC1" w:rsidRDefault="00A95EC1" w:rsidP="002F26EB">
      <w:pPr>
        <w:tabs>
          <w:tab w:val="left" w:pos="1395"/>
        </w:tabs>
        <w:rPr>
          <w:lang w:val="uk-UA"/>
        </w:rPr>
      </w:pPr>
      <w:r>
        <w:rPr>
          <w:lang w:val="uk-UA"/>
        </w:rPr>
        <w:tab/>
      </w: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0"/>
        <w:gridCol w:w="3142"/>
        <w:gridCol w:w="1546"/>
        <w:gridCol w:w="1337"/>
        <w:gridCol w:w="1528"/>
        <w:gridCol w:w="1684"/>
      </w:tblGrid>
      <w:tr w:rsidR="00A95EC1" w:rsidTr="00F97685">
        <w:tc>
          <w:tcPr>
            <w:tcW w:w="510" w:type="dxa"/>
            <w:vMerge w:val="restart"/>
          </w:tcPr>
          <w:p w:rsidR="00A95EC1" w:rsidRDefault="00A95EC1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№</w:t>
            </w:r>
          </w:p>
        </w:tc>
        <w:tc>
          <w:tcPr>
            <w:tcW w:w="3142" w:type="dxa"/>
            <w:vMerge w:val="restart"/>
          </w:tcPr>
          <w:p w:rsidR="00A95EC1" w:rsidRDefault="00A95EC1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Види витрат</w:t>
            </w:r>
          </w:p>
        </w:tc>
        <w:tc>
          <w:tcPr>
            <w:tcW w:w="1546" w:type="dxa"/>
            <w:vMerge w:val="restart"/>
          </w:tcPr>
          <w:p w:rsidR="00A95EC1" w:rsidRDefault="00A95EC1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Необхідна сума  (усього грн.)</w:t>
            </w:r>
          </w:p>
        </w:tc>
        <w:tc>
          <w:tcPr>
            <w:tcW w:w="1337" w:type="dxa"/>
            <w:vMerge w:val="restart"/>
          </w:tcPr>
          <w:p w:rsidR="00A95EC1" w:rsidRDefault="00A95EC1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Кількість</w:t>
            </w:r>
          </w:p>
          <w:p w:rsidR="00A95EC1" w:rsidRDefault="00A95EC1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(шт.)</w:t>
            </w:r>
          </w:p>
        </w:tc>
        <w:tc>
          <w:tcPr>
            <w:tcW w:w="3212" w:type="dxa"/>
            <w:gridSpan w:val="2"/>
          </w:tcPr>
          <w:p w:rsidR="00A95EC1" w:rsidRDefault="00A95EC1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  тому числі :</w:t>
            </w:r>
          </w:p>
        </w:tc>
      </w:tr>
      <w:tr w:rsidR="00A95EC1" w:rsidTr="00F97685">
        <w:tc>
          <w:tcPr>
            <w:tcW w:w="0" w:type="auto"/>
            <w:vMerge/>
            <w:vAlign w:val="center"/>
          </w:tcPr>
          <w:p w:rsidR="00A95EC1" w:rsidRDefault="00A95EC1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142" w:type="dxa"/>
            <w:vMerge/>
            <w:vAlign w:val="center"/>
          </w:tcPr>
          <w:p w:rsidR="00A95EC1" w:rsidRDefault="00A95EC1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46" w:type="dxa"/>
            <w:vMerge/>
            <w:vAlign w:val="center"/>
          </w:tcPr>
          <w:p w:rsidR="00A95EC1" w:rsidRDefault="00A95EC1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95EC1" w:rsidRDefault="00A95EC1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28" w:type="dxa"/>
          </w:tcPr>
          <w:p w:rsidR="00A95EC1" w:rsidRDefault="00A95EC1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загальний  фонд</w:t>
            </w:r>
          </w:p>
          <w:p w:rsidR="00A95EC1" w:rsidRDefault="00A95EC1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(грн.)</w:t>
            </w:r>
          </w:p>
        </w:tc>
        <w:tc>
          <w:tcPr>
            <w:tcW w:w="1684" w:type="dxa"/>
          </w:tcPr>
          <w:p w:rsidR="00A95EC1" w:rsidRDefault="00A95EC1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спеціальний фонд  (грн.)</w:t>
            </w:r>
          </w:p>
        </w:tc>
      </w:tr>
      <w:tr w:rsidR="00A95EC1" w:rsidTr="00F97685">
        <w:tc>
          <w:tcPr>
            <w:tcW w:w="510" w:type="dxa"/>
          </w:tcPr>
          <w:p w:rsidR="00A95EC1" w:rsidRDefault="00A95EC1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1.</w:t>
            </w:r>
          </w:p>
        </w:tc>
        <w:tc>
          <w:tcPr>
            <w:tcW w:w="3142" w:type="dxa"/>
          </w:tcPr>
          <w:p w:rsidR="00A95EC1" w:rsidRDefault="00A95EC1" w:rsidP="0045167F">
            <w:pPr>
              <w:pStyle w:val="BodyTextIndent2"/>
              <w:ind w:left="0"/>
            </w:pPr>
            <w:r>
              <w:t>Придбання наборів  солодощів  для дітей з обмеженими фізичними можливостями віком до 14 років (та яким у поточному році виповнюється 14 років),  які проживають у районі</w:t>
            </w:r>
          </w:p>
          <w:p w:rsidR="00A95EC1" w:rsidRDefault="00A95EC1" w:rsidP="0045167F">
            <w:pPr>
              <w:pStyle w:val="BodyTextIndent2"/>
              <w:ind w:left="0"/>
            </w:pPr>
          </w:p>
        </w:tc>
        <w:tc>
          <w:tcPr>
            <w:tcW w:w="1546" w:type="dxa"/>
          </w:tcPr>
          <w:p w:rsidR="00A95EC1" w:rsidRDefault="00A95EC1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  <w:p w:rsidR="00A95EC1" w:rsidRPr="00F97685" w:rsidRDefault="00A95EC1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8800</w:t>
            </w:r>
          </w:p>
        </w:tc>
        <w:tc>
          <w:tcPr>
            <w:tcW w:w="1337" w:type="dxa"/>
          </w:tcPr>
          <w:p w:rsidR="00A95EC1" w:rsidRDefault="00A95EC1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  <w:p w:rsidR="00A95EC1" w:rsidRDefault="00A95EC1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44</w:t>
            </w:r>
          </w:p>
        </w:tc>
        <w:tc>
          <w:tcPr>
            <w:tcW w:w="1528" w:type="dxa"/>
          </w:tcPr>
          <w:p w:rsidR="00A95EC1" w:rsidRDefault="00A95EC1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  <w:p w:rsidR="00A95EC1" w:rsidRDefault="00A95EC1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8800</w:t>
            </w:r>
          </w:p>
        </w:tc>
        <w:tc>
          <w:tcPr>
            <w:tcW w:w="1684" w:type="dxa"/>
          </w:tcPr>
          <w:p w:rsidR="00A95EC1" w:rsidRDefault="00A95EC1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  <w:p w:rsidR="00A95EC1" w:rsidRDefault="00A95EC1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</w:t>
            </w:r>
          </w:p>
        </w:tc>
      </w:tr>
      <w:tr w:rsidR="00A95EC1" w:rsidTr="00F97685">
        <w:tc>
          <w:tcPr>
            <w:tcW w:w="3652" w:type="dxa"/>
            <w:gridSpan w:val="2"/>
          </w:tcPr>
          <w:p w:rsidR="00A95EC1" w:rsidRDefault="00A95EC1">
            <w:pPr>
              <w:tabs>
                <w:tab w:val="left" w:pos="1395"/>
              </w:tabs>
              <w:rPr>
                <w:sz w:val="28"/>
                <w:szCs w:val="28"/>
                <w:lang w:val="uk-UA" w:eastAsia="en-US"/>
              </w:rPr>
            </w:pPr>
          </w:p>
          <w:p w:rsidR="00A95EC1" w:rsidRDefault="00A95EC1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Усього витрат:</w:t>
            </w:r>
          </w:p>
        </w:tc>
        <w:tc>
          <w:tcPr>
            <w:tcW w:w="6095" w:type="dxa"/>
            <w:gridSpan w:val="4"/>
          </w:tcPr>
          <w:p w:rsidR="00A95EC1" w:rsidRDefault="00A95EC1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8800 (</w:t>
            </w:r>
            <w:r>
              <w:rPr>
                <w:sz w:val="28"/>
                <w:szCs w:val="28"/>
                <w:lang w:val="uk-UA" w:eastAsia="en-US"/>
              </w:rPr>
              <w:t>вісім тисяч вісімсот</w:t>
            </w:r>
            <w:r>
              <w:rPr>
                <w:sz w:val="28"/>
                <w:szCs w:val="28"/>
                <w:lang w:val="en-US" w:eastAsia="en-US"/>
              </w:rPr>
              <w:t>)</w:t>
            </w:r>
            <w:r>
              <w:rPr>
                <w:sz w:val="28"/>
                <w:szCs w:val="28"/>
                <w:lang w:val="uk-UA" w:eastAsia="en-US"/>
              </w:rPr>
              <w:t xml:space="preserve">  грн.</w:t>
            </w:r>
          </w:p>
        </w:tc>
      </w:tr>
    </w:tbl>
    <w:p w:rsidR="00A95EC1" w:rsidRDefault="00A95EC1" w:rsidP="002F26EB">
      <w:pPr>
        <w:tabs>
          <w:tab w:val="left" w:pos="139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textWrapping" w:clear="all"/>
      </w:r>
    </w:p>
    <w:p w:rsidR="00A95EC1" w:rsidRDefault="00A95EC1" w:rsidP="002F26EB">
      <w:pPr>
        <w:tabs>
          <w:tab w:val="left" w:pos="1395"/>
        </w:tabs>
        <w:rPr>
          <w:sz w:val="28"/>
          <w:szCs w:val="28"/>
          <w:lang w:val="uk-UA"/>
        </w:rPr>
      </w:pPr>
    </w:p>
    <w:p w:rsidR="00A95EC1" w:rsidRDefault="00A95EC1" w:rsidP="002F26EB"/>
    <w:p w:rsidR="00A95EC1" w:rsidRDefault="00A95EC1"/>
    <w:sectPr w:rsidR="00A95EC1" w:rsidSect="00E07C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4866"/>
    <w:rsid w:val="002F26EB"/>
    <w:rsid w:val="003875A9"/>
    <w:rsid w:val="0045167F"/>
    <w:rsid w:val="004676ED"/>
    <w:rsid w:val="005A4725"/>
    <w:rsid w:val="005D28B1"/>
    <w:rsid w:val="00620F61"/>
    <w:rsid w:val="006D4E2D"/>
    <w:rsid w:val="008B5B2A"/>
    <w:rsid w:val="008D1050"/>
    <w:rsid w:val="0097736E"/>
    <w:rsid w:val="00A11E24"/>
    <w:rsid w:val="00A54249"/>
    <w:rsid w:val="00A95EC1"/>
    <w:rsid w:val="00BB09C3"/>
    <w:rsid w:val="00C84866"/>
    <w:rsid w:val="00E07CA0"/>
    <w:rsid w:val="00E62FF2"/>
    <w:rsid w:val="00EF64D5"/>
    <w:rsid w:val="00F97685"/>
    <w:rsid w:val="00FE3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E24"/>
    <w:rPr>
      <w:rFonts w:ascii="Times New Roman" w:eastAsia="Times New Roman" w:hAnsi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11E24"/>
    <w:pPr>
      <w:keepNext/>
      <w:jc w:val="center"/>
      <w:outlineLvl w:val="2"/>
    </w:pPr>
    <w:rPr>
      <w:b/>
      <w:sz w:val="32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11E24"/>
    <w:rPr>
      <w:rFonts w:ascii="Times New Roman" w:hAnsi="Times New Roman" w:cs="Times New Roman"/>
      <w:b/>
      <w:sz w:val="20"/>
      <w:szCs w:val="20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A11E24"/>
    <w:pPr>
      <w:ind w:left="720"/>
    </w:pPr>
    <w:rPr>
      <w:sz w:val="28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A11E24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79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92</Words>
  <Characters>528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Kyzmuch</dc:creator>
  <cp:keywords/>
  <dc:description/>
  <cp:lastModifiedBy>Mirek</cp:lastModifiedBy>
  <cp:revision>17</cp:revision>
  <dcterms:created xsi:type="dcterms:W3CDTF">2017-11-21T14:19:00Z</dcterms:created>
  <dcterms:modified xsi:type="dcterms:W3CDTF">2017-11-28T07:30:00Z</dcterms:modified>
</cp:coreProperties>
</file>