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D" w:rsidRDefault="0063572D" w:rsidP="00424822">
      <w:pPr>
        <w:ind w:right="-143"/>
        <w:jc w:val="center"/>
        <w:rPr>
          <w:snapToGrid w:val="0"/>
          <w:spacing w:val="8"/>
          <w:lang w:val="uk-UA"/>
        </w:rPr>
      </w:pPr>
      <w:r w:rsidRPr="00561721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63572D" w:rsidRDefault="0063572D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63572D" w:rsidRDefault="0063572D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63572D" w:rsidRDefault="0063572D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63572D" w:rsidRDefault="0063572D" w:rsidP="00424822">
      <w:pPr>
        <w:rPr>
          <w:sz w:val="28"/>
          <w:szCs w:val="28"/>
        </w:rPr>
      </w:pPr>
    </w:p>
    <w:p w:rsidR="0063572D" w:rsidRDefault="0063572D" w:rsidP="00424822">
      <w:pPr>
        <w:pStyle w:val="Heading2"/>
      </w:pPr>
      <w:r>
        <w:t>РОЗПОРЯДЖЕННЯ</w:t>
      </w:r>
    </w:p>
    <w:p w:rsidR="0063572D" w:rsidRPr="00E179BF" w:rsidRDefault="0063572D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63572D" w:rsidRPr="00833EC4" w:rsidRDefault="0063572D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 </w:t>
      </w:r>
      <w:r w:rsidRPr="00833EC4">
        <w:rPr>
          <w:sz w:val="28"/>
          <w:szCs w:val="28"/>
        </w:rPr>
        <w:t>07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червня 2017 року          м. Володимир-Волинський                  </w:t>
      </w:r>
      <w:r>
        <w:rPr>
          <w:sz w:val="28"/>
          <w:szCs w:val="28"/>
          <w:lang w:val="uk-UA"/>
        </w:rPr>
        <w:t xml:space="preserve">   № </w:t>
      </w:r>
      <w:r w:rsidRPr="00833EC4">
        <w:rPr>
          <w:sz w:val="28"/>
          <w:szCs w:val="28"/>
        </w:rPr>
        <w:t>195</w:t>
      </w:r>
    </w:p>
    <w:p w:rsidR="0063572D" w:rsidRPr="00E179BF" w:rsidRDefault="0063572D" w:rsidP="00424822">
      <w:pPr>
        <w:jc w:val="center"/>
        <w:rPr>
          <w:sz w:val="28"/>
          <w:szCs w:val="28"/>
          <w:lang w:val="uk-UA"/>
        </w:rPr>
      </w:pPr>
    </w:p>
    <w:p w:rsidR="0063572D" w:rsidRPr="00E179BF" w:rsidRDefault="0063572D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63572D" w:rsidRPr="00E179BF" w:rsidRDefault="0063572D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63572D" w:rsidRPr="0090013B" w:rsidRDefault="0063572D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02.06.2017 № 11:  </w:t>
      </w:r>
    </w:p>
    <w:p w:rsidR="0063572D" w:rsidRPr="0090013B" w:rsidRDefault="0063572D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63572D" w:rsidRPr="0090013B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 xml:space="preserve">Слюсар Катерині Петрівні, с.Новосілки – </w:t>
      </w:r>
      <w:r w:rsidRPr="0090013B">
        <w:rPr>
          <w:sz w:val="28"/>
          <w:szCs w:val="28"/>
        </w:rPr>
        <w:t>300</w:t>
      </w:r>
      <w:r w:rsidRPr="0090013B">
        <w:rPr>
          <w:sz w:val="28"/>
          <w:szCs w:val="28"/>
          <w:lang w:val="uk-UA"/>
        </w:rPr>
        <w:t>,00 (триста) гривень;</w:t>
      </w:r>
    </w:p>
    <w:p w:rsidR="0063572D" w:rsidRPr="0090013B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 xml:space="preserve">Слюсару Василю Михайловичу, с.Новосілки – </w:t>
      </w:r>
      <w:r w:rsidRPr="0090013B">
        <w:rPr>
          <w:sz w:val="28"/>
          <w:szCs w:val="28"/>
        </w:rPr>
        <w:t>200</w:t>
      </w:r>
      <w:r w:rsidRPr="0090013B">
        <w:rPr>
          <w:sz w:val="28"/>
          <w:szCs w:val="28"/>
          <w:lang w:val="uk-UA"/>
        </w:rPr>
        <w:t>,00 (двісті) гривень;</w:t>
      </w:r>
    </w:p>
    <w:p w:rsidR="0063572D" w:rsidRPr="0090013B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>Мінькевич Анастасії Прокопівні, с.Овадне – 500,00 (п’ятсот) гривень;</w:t>
      </w:r>
    </w:p>
    <w:p w:rsidR="0063572D" w:rsidRPr="00833EC4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833EC4">
        <w:rPr>
          <w:sz w:val="28"/>
          <w:szCs w:val="28"/>
          <w:lang w:val="uk-UA"/>
        </w:rPr>
        <w:t>-</w:t>
      </w:r>
      <w:r w:rsidRPr="00833EC4">
        <w:rPr>
          <w:sz w:val="28"/>
          <w:szCs w:val="28"/>
          <w:lang w:val="en-US"/>
        </w:rPr>
        <w:t> </w:t>
      </w:r>
      <w:r w:rsidRPr="00833EC4">
        <w:rPr>
          <w:sz w:val="28"/>
          <w:szCs w:val="28"/>
          <w:lang w:val="uk-UA"/>
        </w:rPr>
        <w:t>Ковальчуку Борису Петровичу, с.Заріччя – 500,00 (п’ятсот) гривень;</w:t>
      </w:r>
    </w:p>
    <w:p w:rsidR="0063572D" w:rsidRPr="00833EC4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833EC4">
        <w:rPr>
          <w:sz w:val="28"/>
          <w:szCs w:val="28"/>
          <w:lang w:val="uk-UA"/>
        </w:rPr>
        <w:t>-</w:t>
      </w:r>
      <w:r w:rsidRPr="00833EC4">
        <w:rPr>
          <w:sz w:val="28"/>
          <w:szCs w:val="28"/>
          <w:lang w:val="en-US"/>
        </w:rPr>
        <w:t> </w:t>
      </w:r>
      <w:r w:rsidRPr="00833EC4">
        <w:rPr>
          <w:sz w:val="28"/>
          <w:szCs w:val="28"/>
          <w:lang w:val="uk-UA"/>
        </w:rPr>
        <w:t>Харевичу Ігорю Євгеновичу, с.Ласків – 2000,00 (дві тисячі) гривень;</w:t>
      </w:r>
    </w:p>
    <w:p w:rsidR="0063572D" w:rsidRPr="0090013B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833EC4">
        <w:rPr>
          <w:sz w:val="28"/>
          <w:szCs w:val="28"/>
          <w:lang w:val="uk-UA"/>
        </w:rPr>
        <w:t>-</w:t>
      </w:r>
      <w:r w:rsidRPr="00833EC4">
        <w:rPr>
          <w:sz w:val="28"/>
          <w:szCs w:val="28"/>
          <w:lang w:val="en-US"/>
        </w:rPr>
        <w:t> </w:t>
      </w:r>
      <w:r w:rsidRPr="00833EC4">
        <w:rPr>
          <w:sz w:val="28"/>
          <w:szCs w:val="28"/>
          <w:lang w:val="uk-UA"/>
        </w:rPr>
        <w:t>Яковинцю Руслану Андрійовичу, с.Ласків</w:t>
      </w:r>
      <w:r w:rsidRPr="0090013B">
        <w:rPr>
          <w:sz w:val="28"/>
          <w:szCs w:val="28"/>
          <w:lang w:val="uk-UA"/>
        </w:rPr>
        <w:t xml:space="preserve"> – 1000,00 (одна тисяча) гривень;</w:t>
      </w:r>
    </w:p>
    <w:p w:rsidR="0063572D" w:rsidRPr="0090013B" w:rsidRDefault="0063572D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>Власюк Катерині Сергіївні, с.Ласків – 500,00 (п’ятсот) гривень.</w:t>
      </w:r>
    </w:p>
    <w:p w:rsidR="0063572D" w:rsidRPr="0090013B" w:rsidRDefault="0063572D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0013B">
        <w:rPr>
          <w:sz w:val="28"/>
          <w:szCs w:val="28"/>
          <w:lang w:val="uk-UA"/>
        </w:rPr>
        <w:t>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63572D" w:rsidRPr="0090013B" w:rsidRDefault="0063572D" w:rsidP="00424822">
      <w:pPr>
        <w:ind w:right="78"/>
        <w:jc w:val="both"/>
        <w:rPr>
          <w:sz w:val="28"/>
          <w:szCs w:val="28"/>
          <w:lang w:val="uk-UA"/>
        </w:rPr>
      </w:pPr>
    </w:p>
    <w:p w:rsidR="0063572D" w:rsidRDefault="0063572D" w:rsidP="00424822">
      <w:pPr>
        <w:ind w:right="78"/>
        <w:jc w:val="both"/>
        <w:rPr>
          <w:sz w:val="28"/>
          <w:szCs w:val="28"/>
          <w:lang w:val="uk-UA"/>
        </w:rPr>
      </w:pPr>
    </w:p>
    <w:p w:rsidR="0063572D" w:rsidRPr="001F5486" w:rsidRDefault="0063572D" w:rsidP="00424822">
      <w:pPr>
        <w:ind w:right="78"/>
        <w:jc w:val="both"/>
        <w:rPr>
          <w:sz w:val="28"/>
          <w:szCs w:val="28"/>
          <w:lang w:val="uk-UA"/>
        </w:rPr>
      </w:pPr>
    </w:p>
    <w:p w:rsidR="0063572D" w:rsidRPr="001F5486" w:rsidRDefault="0063572D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63572D" w:rsidRPr="001F5486" w:rsidRDefault="0063572D" w:rsidP="00424822">
      <w:pPr>
        <w:ind w:right="78"/>
        <w:jc w:val="both"/>
        <w:rPr>
          <w:b/>
          <w:bCs/>
          <w:sz w:val="28"/>
          <w:szCs w:val="28"/>
        </w:rPr>
      </w:pPr>
    </w:p>
    <w:p w:rsidR="0063572D" w:rsidRDefault="0063572D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63572D" w:rsidRPr="00E179BF" w:rsidRDefault="0063572D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63572D" w:rsidRPr="001F5486" w:rsidRDefault="0063572D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sectPr w:rsidR="0063572D" w:rsidRPr="001F5486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2D" w:rsidRDefault="0063572D" w:rsidP="00424822">
      <w:r>
        <w:separator/>
      </w:r>
    </w:p>
  </w:endnote>
  <w:endnote w:type="continuationSeparator" w:id="0">
    <w:p w:rsidR="0063572D" w:rsidRDefault="0063572D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2D" w:rsidRDefault="0063572D" w:rsidP="00424822">
      <w:r>
        <w:separator/>
      </w:r>
    </w:p>
  </w:footnote>
  <w:footnote w:type="continuationSeparator" w:id="0">
    <w:p w:rsidR="0063572D" w:rsidRDefault="0063572D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90725"/>
    <w:rsid w:val="00123FE7"/>
    <w:rsid w:val="00124EBE"/>
    <w:rsid w:val="00134757"/>
    <w:rsid w:val="00174976"/>
    <w:rsid w:val="001F5486"/>
    <w:rsid w:val="00290AED"/>
    <w:rsid w:val="003452AA"/>
    <w:rsid w:val="00364A6D"/>
    <w:rsid w:val="003D613D"/>
    <w:rsid w:val="00424822"/>
    <w:rsid w:val="00437A1A"/>
    <w:rsid w:val="00484ACF"/>
    <w:rsid w:val="004D72E1"/>
    <w:rsid w:val="00540FE0"/>
    <w:rsid w:val="00561721"/>
    <w:rsid w:val="005A3456"/>
    <w:rsid w:val="005D2995"/>
    <w:rsid w:val="005E17F2"/>
    <w:rsid w:val="005E5DF7"/>
    <w:rsid w:val="00620276"/>
    <w:rsid w:val="0063572D"/>
    <w:rsid w:val="0067298C"/>
    <w:rsid w:val="006E4C69"/>
    <w:rsid w:val="006F470E"/>
    <w:rsid w:val="0078765C"/>
    <w:rsid w:val="007B0486"/>
    <w:rsid w:val="007D4FEF"/>
    <w:rsid w:val="00833EC4"/>
    <w:rsid w:val="00863EEC"/>
    <w:rsid w:val="00864608"/>
    <w:rsid w:val="0087379F"/>
    <w:rsid w:val="00877BE5"/>
    <w:rsid w:val="00896947"/>
    <w:rsid w:val="008C5D86"/>
    <w:rsid w:val="008E1AC9"/>
    <w:rsid w:val="0090013B"/>
    <w:rsid w:val="009D36C7"/>
    <w:rsid w:val="00B73D7C"/>
    <w:rsid w:val="00B76DA9"/>
    <w:rsid w:val="00B9200B"/>
    <w:rsid w:val="00BA2433"/>
    <w:rsid w:val="00BD05BC"/>
    <w:rsid w:val="00BD68DE"/>
    <w:rsid w:val="00C231FB"/>
    <w:rsid w:val="00C73637"/>
    <w:rsid w:val="00D6294F"/>
    <w:rsid w:val="00E179BF"/>
    <w:rsid w:val="00E27B61"/>
    <w:rsid w:val="00E744C5"/>
    <w:rsid w:val="00EA0187"/>
    <w:rsid w:val="00EB6593"/>
    <w:rsid w:val="00EF3FAD"/>
    <w:rsid w:val="00F054FB"/>
    <w:rsid w:val="00F44F5C"/>
    <w:rsid w:val="00F60853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260</Words>
  <Characters>1487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5</cp:revision>
  <cp:lastPrinted>2017-06-06T12:17:00Z</cp:lastPrinted>
  <dcterms:created xsi:type="dcterms:W3CDTF">2017-06-06T11:50:00Z</dcterms:created>
  <dcterms:modified xsi:type="dcterms:W3CDTF">2017-06-08T06:34:00Z</dcterms:modified>
</cp:coreProperties>
</file>