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D3E" w:rsidRPr="002F0B7B" w:rsidRDefault="00FC1D3E" w:rsidP="002F0B7B">
      <w:pPr>
        <w:pStyle w:val="a"/>
        <w:spacing w:after="0"/>
        <w:ind w:left="10980" w:right="-730" w:hanging="90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t xml:space="preserve">         </w:t>
      </w:r>
      <w:r>
        <w:rPr>
          <w:rFonts w:ascii="Times New Roman" w:hAnsi="Times New Roman" w:cs="Times New Roman"/>
        </w:rPr>
        <w:t xml:space="preserve">                                                                 </w:t>
      </w:r>
      <w:r>
        <w:t xml:space="preserve"> </w:t>
      </w:r>
      <w:r w:rsidRPr="002F0B7B">
        <w:rPr>
          <w:sz w:val="28"/>
          <w:szCs w:val="28"/>
        </w:rPr>
        <w:t>Форма 4</w:t>
      </w:r>
    </w:p>
    <w:p w:rsidR="00FC1D3E" w:rsidRDefault="00FC1D3E" w:rsidP="00AF0017">
      <w:pPr>
        <w:pStyle w:val="a"/>
        <w:spacing w:after="0"/>
        <w:ind w:left="10980" w:right="-730" w:hanging="900"/>
        <w:jc w:val="left"/>
        <w:rPr>
          <w:rFonts w:ascii="Times New Roman" w:hAnsi="Times New Roman" w:cs="Times New Roman"/>
          <w:sz w:val="28"/>
          <w:szCs w:val="28"/>
        </w:rPr>
      </w:pPr>
    </w:p>
    <w:p w:rsidR="00FC1D3E" w:rsidRPr="002F3A73" w:rsidRDefault="00FC1D3E" w:rsidP="00AF0017">
      <w:pPr>
        <w:pStyle w:val="a"/>
        <w:spacing w:after="0"/>
        <w:ind w:left="10980" w:right="-730" w:hanging="90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F3A73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підпункту 5) </w:t>
      </w:r>
      <w:r w:rsidRPr="002F3A73">
        <w:rPr>
          <w:rFonts w:ascii="Times New Roman" w:hAnsi="Times New Roman" w:cs="Times New Roman"/>
          <w:sz w:val="28"/>
          <w:szCs w:val="28"/>
        </w:rPr>
        <w:t xml:space="preserve">пункту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FC1D3E" w:rsidRPr="00517D29" w:rsidRDefault="00FC1D3E" w:rsidP="00AF0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517D29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:rsidR="00FC1D3E" w:rsidRDefault="00FC1D3E" w:rsidP="00AF0017">
      <w:pPr>
        <w:spacing w:after="0" w:line="240" w:lineRule="auto"/>
        <w:ind w:left="9204" w:right="-37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район</w:t>
      </w:r>
      <w:r w:rsidRPr="00517D29">
        <w:rPr>
          <w:rFonts w:ascii="Times New Roman" w:hAnsi="Times New Roman" w:cs="Times New Roman"/>
          <w:sz w:val="28"/>
          <w:szCs w:val="28"/>
        </w:rPr>
        <w:t>ної державної адміністрації</w:t>
      </w:r>
    </w:p>
    <w:p w:rsidR="00FC1D3E" w:rsidRDefault="00FC1D3E" w:rsidP="00AF0017">
      <w:pPr>
        <w:tabs>
          <w:tab w:val="left" w:pos="11400"/>
        </w:tabs>
        <w:spacing w:after="0" w:line="240" w:lineRule="auto"/>
        <w:ind w:left="9204" w:right="-3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05.05.2017 № 159</w:t>
      </w:r>
    </w:p>
    <w:p w:rsidR="00FC1D3E" w:rsidRPr="00AF0017" w:rsidRDefault="00FC1D3E" w:rsidP="00AF0017">
      <w:pPr>
        <w:tabs>
          <w:tab w:val="left" w:pos="11400"/>
        </w:tabs>
        <w:spacing w:after="0" w:line="240" w:lineRule="auto"/>
        <w:ind w:left="9204" w:right="-370"/>
        <w:rPr>
          <w:rFonts w:ascii="Times New Roman" w:hAnsi="Times New Roman" w:cs="Times New Roman"/>
          <w:sz w:val="28"/>
          <w:szCs w:val="28"/>
          <w:lang w:val="uk-UA"/>
        </w:rPr>
      </w:pPr>
    </w:p>
    <w:p w:rsidR="00FC1D3E" w:rsidRPr="00AF0017" w:rsidRDefault="00FC1D3E" w:rsidP="00AF001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</w:t>
      </w:r>
    </w:p>
    <w:p w:rsidR="00FC1D3E" w:rsidRPr="00F47BA6" w:rsidRDefault="00FC1D3E" w:rsidP="008524B8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E7629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Інформація про земельні відносини в _________________________  </w:t>
      </w:r>
      <w:r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сільській раді</w:t>
      </w:r>
      <w:r w:rsidRPr="00E7629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(ОТГ) </w:t>
      </w:r>
    </w:p>
    <w:p w:rsidR="00FC1D3E" w:rsidRPr="00AF0017" w:rsidRDefault="00FC1D3E" w:rsidP="00AF0017">
      <w:pPr>
        <w:jc w:val="center"/>
        <w:rPr>
          <w:lang w:val="uk-UA"/>
        </w:rPr>
      </w:pPr>
      <w:r w:rsidRPr="00E7629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станом на 01.04.2017 року</w:t>
      </w:r>
    </w:p>
    <w:tbl>
      <w:tblPr>
        <w:tblW w:w="15747" w:type="dxa"/>
        <w:tblInd w:w="-106" w:type="dxa"/>
        <w:tblLayout w:type="fixed"/>
        <w:tblLook w:val="00A0"/>
      </w:tblPr>
      <w:tblGrid>
        <w:gridCol w:w="582"/>
        <w:gridCol w:w="2112"/>
        <w:gridCol w:w="1559"/>
        <w:gridCol w:w="991"/>
        <w:gridCol w:w="1276"/>
        <w:gridCol w:w="1276"/>
        <w:gridCol w:w="1417"/>
        <w:gridCol w:w="1701"/>
        <w:gridCol w:w="992"/>
        <w:gridCol w:w="1134"/>
        <w:gridCol w:w="1276"/>
        <w:gridCol w:w="1431"/>
      </w:tblGrid>
      <w:tr w:rsidR="00FC1D3E" w:rsidRPr="00D85936">
        <w:trPr>
          <w:trHeight w:val="37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D3E" w:rsidRPr="00E76295" w:rsidRDefault="00FC1D3E" w:rsidP="008F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D3E" w:rsidRPr="00E76295" w:rsidRDefault="00FC1D3E" w:rsidP="008F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 адміністративн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територіальної одиниці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D3E" w:rsidRPr="00E76295" w:rsidRDefault="00FC1D3E" w:rsidP="00AF00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Загальна площа земель с/г призначення в межах адміністра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тивно</w:t>
            </w:r>
            <w:r w:rsidRPr="009C36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0017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>територіальної</w:t>
            </w: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одиниці, га</w:t>
            </w:r>
          </w:p>
        </w:tc>
        <w:tc>
          <w:tcPr>
            <w:tcW w:w="1149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них перебуває:</w:t>
            </w:r>
          </w:p>
        </w:tc>
      </w:tr>
      <w:tr w:rsidR="00FC1D3E" w:rsidRPr="00D85936">
        <w:trPr>
          <w:trHeight w:val="18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C1D3E" w:rsidRPr="00E76295" w:rsidRDefault="00FC1D3E" w:rsidP="00AF001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оренді </w:t>
            </w:r>
            <w:r w:rsidRPr="00AF0017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сільськогосподарських</w:t>
            </w: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підприємств та фермерських господарств,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1D3E" w:rsidRDefault="00FC1D3E" w:rsidP="008F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власності громадян     (ОСГ до </w:t>
            </w:r>
          </w:p>
          <w:p w:rsidR="00FC1D3E" w:rsidRPr="00E76295" w:rsidRDefault="00FC1D3E" w:rsidP="008F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га),</w:t>
            </w: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га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1D3E" w:rsidRPr="00E76295" w:rsidRDefault="00FC1D3E" w:rsidP="008F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 власності громадян на рівні частки (паю), які осг використо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вують одноосібно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1D3E" w:rsidRPr="00E76295" w:rsidRDefault="00FC1D3E" w:rsidP="008F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користуванні закладів, установ, організацій, га</w:t>
            </w: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C1D3E" w:rsidRPr="00E76295" w:rsidRDefault="00FC1D3E" w:rsidP="008F3818">
            <w:pPr>
              <w:tabs>
                <w:tab w:val="left" w:pos="2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 надані у власність і користування, га</w:t>
            </w:r>
          </w:p>
        </w:tc>
      </w:tr>
      <w:tr w:rsidR="00FC1D3E" w:rsidRPr="00D85936">
        <w:trPr>
          <w:trHeight w:val="129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1D3E" w:rsidRPr="00E76295" w:rsidRDefault="00FC1D3E" w:rsidP="008F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частка       (паї)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1D3E" w:rsidRPr="00E76295" w:rsidRDefault="00FC1D3E" w:rsidP="008F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землі державної власності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1D3E" w:rsidRPr="00E76295" w:rsidRDefault="00FC1D3E" w:rsidP="008F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землі запасу, 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1D3E" w:rsidRPr="00E76295" w:rsidRDefault="00FC1D3E" w:rsidP="008F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землі резерву, 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1D3E" w:rsidRPr="00E76295" w:rsidRDefault="00FC1D3E" w:rsidP="008F3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резерв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межах населених пунктів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1D3E" w:rsidRPr="00E76295" w:rsidRDefault="00FC1D3E" w:rsidP="00AF0017">
            <w:pPr>
              <w:spacing w:after="0" w:line="240" w:lineRule="auto"/>
              <w:ind w:left="-57" w:right="-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землі загального </w:t>
            </w:r>
            <w:r w:rsidRPr="00AF0017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користування,</w:t>
            </w: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га</w:t>
            </w:r>
          </w:p>
        </w:tc>
      </w:tr>
      <w:tr w:rsidR="00FC1D3E" w:rsidRPr="00D85936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AF0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1D3E" w:rsidRPr="00D85936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AF0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C1D3E" w:rsidRPr="00D85936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AF0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1D3E" w:rsidRPr="00E76295" w:rsidRDefault="00FC1D3E" w:rsidP="008F3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62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C1D3E" w:rsidRPr="00613AE8" w:rsidRDefault="00FC1D3E">
      <w:pPr>
        <w:rPr>
          <w:lang w:val="en-US"/>
        </w:rPr>
      </w:pPr>
    </w:p>
    <w:sectPr w:rsidR="00FC1D3E" w:rsidRPr="00613AE8" w:rsidSect="002F0B7B">
      <w:pgSz w:w="16838" w:h="11906" w:orient="landscape"/>
      <w:pgMar w:top="71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3AE8"/>
    <w:rsid w:val="000005F7"/>
    <w:rsid w:val="00002579"/>
    <w:rsid w:val="000029D6"/>
    <w:rsid w:val="00004F7E"/>
    <w:rsid w:val="00007B95"/>
    <w:rsid w:val="000129A2"/>
    <w:rsid w:val="00013CB5"/>
    <w:rsid w:val="000144CF"/>
    <w:rsid w:val="00015791"/>
    <w:rsid w:val="00021DFC"/>
    <w:rsid w:val="00022594"/>
    <w:rsid w:val="0002314D"/>
    <w:rsid w:val="00023231"/>
    <w:rsid w:val="00027531"/>
    <w:rsid w:val="0003217D"/>
    <w:rsid w:val="00041EE9"/>
    <w:rsid w:val="000423B2"/>
    <w:rsid w:val="00042C3A"/>
    <w:rsid w:val="00043467"/>
    <w:rsid w:val="00043D29"/>
    <w:rsid w:val="00046034"/>
    <w:rsid w:val="00046503"/>
    <w:rsid w:val="00046760"/>
    <w:rsid w:val="000505E9"/>
    <w:rsid w:val="000529B3"/>
    <w:rsid w:val="00054C0B"/>
    <w:rsid w:val="00056977"/>
    <w:rsid w:val="00057D27"/>
    <w:rsid w:val="0006207E"/>
    <w:rsid w:val="000623D0"/>
    <w:rsid w:val="0006253A"/>
    <w:rsid w:val="000626A7"/>
    <w:rsid w:val="00066697"/>
    <w:rsid w:val="0006701F"/>
    <w:rsid w:val="00071FE9"/>
    <w:rsid w:val="00076617"/>
    <w:rsid w:val="00076C4A"/>
    <w:rsid w:val="00077020"/>
    <w:rsid w:val="00077A66"/>
    <w:rsid w:val="000811A1"/>
    <w:rsid w:val="00085B1E"/>
    <w:rsid w:val="000866DB"/>
    <w:rsid w:val="00090A65"/>
    <w:rsid w:val="00090C1C"/>
    <w:rsid w:val="000A29C3"/>
    <w:rsid w:val="000B0CFF"/>
    <w:rsid w:val="000B6B55"/>
    <w:rsid w:val="000C2219"/>
    <w:rsid w:val="000C78AB"/>
    <w:rsid w:val="000D0722"/>
    <w:rsid w:val="000D190F"/>
    <w:rsid w:val="000D4AD2"/>
    <w:rsid w:val="000D6511"/>
    <w:rsid w:val="000D65B8"/>
    <w:rsid w:val="000E0BC7"/>
    <w:rsid w:val="000E0E4B"/>
    <w:rsid w:val="000E2C75"/>
    <w:rsid w:val="000E6BEC"/>
    <w:rsid w:val="000F1B7F"/>
    <w:rsid w:val="000F4FE6"/>
    <w:rsid w:val="000F5B99"/>
    <w:rsid w:val="000F6280"/>
    <w:rsid w:val="000F63F7"/>
    <w:rsid w:val="00101C57"/>
    <w:rsid w:val="00104D80"/>
    <w:rsid w:val="00107C0A"/>
    <w:rsid w:val="001111CB"/>
    <w:rsid w:val="00112096"/>
    <w:rsid w:val="001148C8"/>
    <w:rsid w:val="0011502E"/>
    <w:rsid w:val="00115B0B"/>
    <w:rsid w:val="001216A7"/>
    <w:rsid w:val="0012309A"/>
    <w:rsid w:val="00123464"/>
    <w:rsid w:val="00124592"/>
    <w:rsid w:val="00127423"/>
    <w:rsid w:val="00130C2A"/>
    <w:rsid w:val="00133EDF"/>
    <w:rsid w:val="001347DA"/>
    <w:rsid w:val="00136840"/>
    <w:rsid w:val="001372A1"/>
    <w:rsid w:val="00137421"/>
    <w:rsid w:val="001424BE"/>
    <w:rsid w:val="00145614"/>
    <w:rsid w:val="00145981"/>
    <w:rsid w:val="00146A92"/>
    <w:rsid w:val="0014751C"/>
    <w:rsid w:val="00160426"/>
    <w:rsid w:val="001627AA"/>
    <w:rsid w:val="00163C77"/>
    <w:rsid w:val="00164578"/>
    <w:rsid w:val="001649CC"/>
    <w:rsid w:val="00165FC1"/>
    <w:rsid w:val="00166049"/>
    <w:rsid w:val="00171EBD"/>
    <w:rsid w:val="00174474"/>
    <w:rsid w:val="00176A41"/>
    <w:rsid w:val="0018728B"/>
    <w:rsid w:val="00187690"/>
    <w:rsid w:val="001901B7"/>
    <w:rsid w:val="0019078B"/>
    <w:rsid w:val="0019106B"/>
    <w:rsid w:val="00192875"/>
    <w:rsid w:val="00193B46"/>
    <w:rsid w:val="00196774"/>
    <w:rsid w:val="001A3071"/>
    <w:rsid w:val="001A5366"/>
    <w:rsid w:val="001A5593"/>
    <w:rsid w:val="001A5756"/>
    <w:rsid w:val="001B3138"/>
    <w:rsid w:val="001B3771"/>
    <w:rsid w:val="001B412A"/>
    <w:rsid w:val="001B5888"/>
    <w:rsid w:val="001B6FCD"/>
    <w:rsid w:val="001C2D7E"/>
    <w:rsid w:val="001D1540"/>
    <w:rsid w:val="001D58A2"/>
    <w:rsid w:val="001D6E18"/>
    <w:rsid w:val="001E49F9"/>
    <w:rsid w:val="001E59CB"/>
    <w:rsid w:val="001F0C5C"/>
    <w:rsid w:val="001F2382"/>
    <w:rsid w:val="001F2F3B"/>
    <w:rsid w:val="001F433C"/>
    <w:rsid w:val="001F558B"/>
    <w:rsid w:val="001F7743"/>
    <w:rsid w:val="00200CAE"/>
    <w:rsid w:val="0020329D"/>
    <w:rsid w:val="002104F6"/>
    <w:rsid w:val="00213659"/>
    <w:rsid w:val="00213910"/>
    <w:rsid w:val="002152B2"/>
    <w:rsid w:val="0021542C"/>
    <w:rsid w:val="00224757"/>
    <w:rsid w:val="00227720"/>
    <w:rsid w:val="00227BEA"/>
    <w:rsid w:val="00230CB6"/>
    <w:rsid w:val="00231A4B"/>
    <w:rsid w:val="00233DFB"/>
    <w:rsid w:val="00237475"/>
    <w:rsid w:val="002375A4"/>
    <w:rsid w:val="00240156"/>
    <w:rsid w:val="00242215"/>
    <w:rsid w:val="00242AF0"/>
    <w:rsid w:val="00242B95"/>
    <w:rsid w:val="00246A2B"/>
    <w:rsid w:val="00246ACC"/>
    <w:rsid w:val="00254265"/>
    <w:rsid w:val="002576EF"/>
    <w:rsid w:val="0026491C"/>
    <w:rsid w:val="00265A64"/>
    <w:rsid w:val="00266A01"/>
    <w:rsid w:val="0027138A"/>
    <w:rsid w:val="00272989"/>
    <w:rsid w:val="00273E17"/>
    <w:rsid w:val="00273F9A"/>
    <w:rsid w:val="0027442B"/>
    <w:rsid w:val="002759E2"/>
    <w:rsid w:val="002769C3"/>
    <w:rsid w:val="00276A07"/>
    <w:rsid w:val="00281760"/>
    <w:rsid w:val="00281B91"/>
    <w:rsid w:val="00283F97"/>
    <w:rsid w:val="00285102"/>
    <w:rsid w:val="00286F4C"/>
    <w:rsid w:val="00287BB0"/>
    <w:rsid w:val="002909DC"/>
    <w:rsid w:val="00292E70"/>
    <w:rsid w:val="00293834"/>
    <w:rsid w:val="002A0C92"/>
    <w:rsid w:val="002A10D9"/>
    <w:rsid w:val="002A2775"/>
    <w:rsid w:val="002A3C2B"/>
    <w:rsid w:val="002A4804"/>
    <w:rsid w:val="002A7C3B"/>
    <w:rsid w:val="002B386F"/>
    <w:rsid w:val="002C1011"/>
    <w:rsid w:val="002C43C0"/>
    <w:rsid w:val="002C4BAF"/>
    <w:rsid w:val="002C4D80"/>
    <w:rsid w:val="002C5145"/>
    <w:rsid w:val="002C693F"/>
    <w:rsid w:val="002C77D6"/>
    <w:rsid w:val="002D050A"/>
    <w:rsid w:val="002D0BAC"/>
    <w:rsid w:val="002D0DC8"/>
    <w:rsid w:val="002D24FD"/>
    <w:rsid w:val="002D679A"/>
    <w:rsid w:val="002E06DB"/>
    <w:rsid w:val="002E24E6"/>
    <w:rsid w:val="002E3964"/>
    <w:rsid w:val="002E4975"/>
    <w:rsid w:val="002E4B62"/>
    <w:rsid w:val="002E4E01"/>
    <w:rsid w:val="002E5C83"/>
    <w:rsid w:val="002E6097"/>
    <w:rsid w:val="002F0B7B"/>
    <w:rsid w:val="002F149B"/>
    <w:rsid w:val="002F27E3"/>
    <w:rsid w:val="002F3A05"/>
    <w:rsid w:val="002F3A73"/>
    <w:rsid w:val="00302DBC"/>
    <w:rsid w:val="00303109"/>
    <w:rsid w:val="00303490"/>
    <w:rsid w:val="00303565"/>
    <w:rsid w:val="003047B2"/>
    <w:rsid w:val="003048B8"/>
    <w:rsid w:val="00307011"/>
    <w:rsid w:val="00307690"/>
    <w:rsid w:val="003100FB"/>
    <w:rsid w:val="00310357"/>
    <w:rsid w:val="0031121B"/>
    <w:rsid w:val="00311355"/>
    <w:rsid w:val="00317B3E"/>
    <w:rsid w:val="00321D82"/>
    <w:rsid w:val="0032471A"/>
    <w:rsid w:val="0032476E"/>
    <w:rsid w:val="00326F4D"/>
    <w:rsid w:val="003340E4"/>
    <w:rsid w:val="00334289"/>
    <w:rsid w:val="003345C8"/>
    <w:rsid w:val="0033503C"/>
    <w:rsid w:val="003368B3"/>
    <w:rsid w:val="003378A7"/>
    <w:rsid w:val="00342A52"/>
    <w:rsid w:val="0034301B"/>
    <w:rsid w:val="00346A42"/>
    <w:rsid w:val="00347A85"/>
    <w:rsid w:val="0035030B"/>
    <w:rsid w:val="00350652"/>
    <w:rsid w:val="00351399"/>
    <w:rsid w:val="0035147D"/>
    <w:rsid w:val="003515B5"/>
    <w:rsid w:val="00351F3B"/>
    <w:rsid w:val="00353349"/>
    <w:rsid w:val="00354E9A"/>
    <w:rsid w:val="00363859"/>
    <w:rsid w:val="0036496E"/>
    <w:rsid w:val="00367B8E"/>
    <w:rsid w:val="0037655C"/>
    <w:rsid w:val="0038024F"/>
    <w:rsid w:val="00380987"/>
    <w:rsid w:val="00391118"/>
    <w:rsid w:val="00392FC0"/>
    <w:rsid w:val="003947AA"/>
    <w:rsid w:val="00395AD9"/>
    <w:rsid w:val="003A1264"/>
    <w:rsid w:val="003A2019"/>
    <w:rsid w:val="003B0A61"/>
    <w:rsid w:val="003B18A8"/>
    <w:rsid w:val="003B287F"/>
    <w:rsid w:val="003B68FA"/>
    <w:rsid w:val="003C009E"/>
    <w:rsid w:val="003C04D3"/>
    <w:rsid w:val="003C469D"/>
    <w:rsid w:val="003C516E"/>
    <w:rsid w:val="003C52CE"/>
    <w:rsid w:val="003C5664"/>
    <w:rsid w:val="003C5BFB"/>
    <w:rsid w:val="003D12E1"/>
    <w:rsid w:val="003D457F"/>
    <w:rsid w:val="003D4912"/>
    <w:rsid w:val="003D5548"/>
    <w:rsid w:val="003D6651"/>
    <w:rsid w:val="003D7CB5"/>
    <w:rsid w:val="003E1803"/>
    <w:rsid w:val="003F0243"/>
    <w:rsid w:val="003F30CA"/>
    <w:rsid w:val="003F55BB"/>
    <w:rsid w:val="004007E5"/>
    <w:rsid w:val="004009B0"/>
    <w:rsid w:val="004014FB"/>
    <w:rsid w:val="0040228D"/>
    <w:rsid w:val="00406E29"/>
    <w:rsid w:val="00410D82"/>
    <w:rsid w:val="004115B5"/>
    <w:rsid w:val="0041699B"/>
    <w:rsid w:val="0042020A"/>
    <w:rsid w:val="00425C83"/>
    <w:rsid w:val="004314C0"/>
    <w:rsid w:val="00433FEA"/>
    <w:rsid w:val="00437510"/>
    <w:rsid w:val="004437D7"/>
    <w:rsid w:val="00445EBC"/>
    <w:rsid w:val="00450816"/>
    <w:rsid w:val="00451055"/>
    <w:rsid w:val="004521A9"/>
    <w:rsid w:val="004524C7"/>
    <w:rsid w:val="004531CE"/>
    <w:rsid w:val="0045407F"/>
    <w:rsid w:val="0045486F"/>
    <w:rsid w:val="0045780E"/>
    <w:rsid w:val="00460D6D"/>
    <w:rsid w:val="004618DB"/>
    <w:rsid w:val="004641D2"/>
    <w:rsid w:val="00465944"/>
    <w:rsid w:val="00465949"/>
    <w:rsid w:val="004660FD"/>
    <w:rsid w:val="0047002A"/>
    <w:rsid w:val="00471909"/>
    <w:rsid w:val="00474AF2"/>
    <w:rsid w:val="00476026"/>
    <w:rsid w:val="0047700B"/>
    <w:rsid w:val="00481122"/>
    <w:rsid w:val="004833C6"/>
    <w:rsid w:val="0048486F"/>
    <w:rsid w:val="00486493"/>
    <w:rsid w:val="004934C5"/>
    <w:rsid w:val="0049531D"/>
    <w:rsid w:val="004960F2"/>
    <w:rsid w:val="004A32B9"/>
    <w:rsid w:val="004A3485"/>
    <w:rsid w:val="004A7389"/>
    <w:rsid w:val="004B0DB7"/>
    <w:rsid w:val="004B21B9"/>
    <w:rsid w:val="004B3362"/>
    <w:rsid w:val="004B3988"/>
    <w:rsid w:val="004B4682"/>
    <w:rsid w:val="004B536F"/>
    <w:rsid w:val="004B75CD"/>
    <w:rsid w:val="004C5B78"/>
    <w:rsid w:val="004C6CA7"/>
    <w:rsid w:val="004C775D"/>
    <w:rsid w:val="004D1B9C"/>
    <w:rsid w:val="004D1D34"/>
    <w:rsid w:val="004D706E"/>
    <w:rsid w:val="004E18FB"/>
    <w:rsid w:val="004E20AC"/>
    <w:rsid w:val="004E5D2A"/>
    <w:rsid w:val="004E7128"/>
    <w:rsid w:val="004F19EB"/>
    <w:rsid w:val="004F2063"/>
    <w:rsid w:val="004F3BCA"/>
    <w:rsid w:val="004F5482"/>
    <w:rsid w:val="004F60D2"/>
    <w:rsid w:val="0050061A"/>
    <w:rsid w:val="00501AE8"/>
    <w:rsid w:val="00503955"/>
    <w:rsid w:val="00503EF0"/>
    <w:rsid w:val="005040EF"/>
    <w:rsid w:val="00506174"/>
    <w:rsid w:val="005063B4"/>
    <w:rsid w:val="00506A29"/>
    <w:rsid w:val="00507F12"/>
    <w:rsid w:val="00512D25"/>
    <w:rsid w:val="00512EBF"/>
    <w:rsid w:val="0051741C"/>
    <w:rsid w:val="005177C2"/>
    <w:rsid w:val="00517D29"/>
    <w:rsid w:val="00522F8F"/>
    <w:rsid w:val="00523A8C"/>
    <w:rsid w:val="00524DCB"/>
    <w:rsid w:val="0052575B"/>
    <w:rsid w:val="00527F70"/>
    <w:rsid w:val="005408F2"/>
    <w:rsid w:val="00541084"/>
    <w:rsid w:val="00541E52"/>
    <w:rsid w:val="00542402"/>
    <w:rsid w:val="00542B26"/>
    <w:rsid w:val="00552E99"/>
    <w:rsid w:val="00553489"/>
    <w:rsid w:val="00554CC1"/>
    <w:rsid w:val="005623BC"/>
    <w:rsid w:val="00562B13"/>
    <w:rsid w:val="0056478A"/>
    <w:rsid w:val="00567771"/>
    <w:rsid w:val="005710A9"/>
    <w:rsid w:val="00574CB8"/>
    <w:rsid w:val="00575014"/>
    <w:rsid w:val="00575F9E"/>
    <w:rsid w:val="005769DC"/>
    <w:rsid w:val="00576A6F"/>
    <w:rsid w:val="00577556"/>
    <w:rsid w:val="005846CF"/>
    <w:rsid w:val="00587E45"/>
    <w:rsid w:val="00591E21"/>
    <w:rsid w:val="00595599"/>
    <w:rsid w:val="005A1AD2"/>
    <w:rsid w:val="005A2F12"/>
    <w:rsid w:val="005A53C4"/>
    <w:rsid w:val="005A7EF6"/>
    <w:rsid w:val="005B792E"/>
    <w:rsid w:val="005B796A"/>
    <w:rsid w:val="005C1ADD"/>
    <w:rsid w:val="005C36AA"/>
    <w:rsid w:val="005C36EF"/>
    <w:rsid w:val="005C3D3A"/>
    <w:rsid w:val="005D011C"/>
    <w:rsid w:val="005D03E3"/>
    <w:rsid w:val="005D07BA"/>
    <w:rsid w:val="005D3083"/>
    <w:rsid w:val="005D72FD"/>
    <w:rsid w:val="005E18AB"/>
    <w:rsid w:val="005E43AE"/>
    <w:rsid w:val="005E43BC"/>
    <w:rsid w:val="005E4F28"/>
    <w:rsid w:val="005E4F8D"/>
    <w:rsid w:val="005E7A40"/>
    <w:rsid w:val="005F37EC"/>
    <w:rsid w:val="005F6083"/>
    <w:rsid w:val="005F69C8"/>
    <w:rsid w:val="005F71DE"/>
    <w:rsid w:val="005F773F"/>
    <w:rsid w:val="0060036A"/>
    <w:rsid w:val="00604186"/>
    <w:rsid w:val="00610C9F"/>
    <w:rsid w:val="00613AE8"/>
    <w:rsid w:val="00614D02"/>
    <w:rsid w:val="00615F88"/>
    <w:rsid w:val="00616447"/>
    <w:rsid w:val="00623832"/>
    <w:rsid w:val="0062764E"/>
    <w:rsid w:val="00627830"/>
    <w:rsid w:val="006345D5"/>
    <w:rsid w:val="00635CEC"/>
    <w:rsid w:val="00635DE1"/>
    <w:rsid w:val="00644E0E"/>
    <w:rsid w:val="00656562"/>
    <w:rsid w:val="00660552"/>
    <w:rsid w:val="00662131"/>
    <w:rsid w:val="00667356"/>
    <w:rsid w:val="00667E09"/>
    <w:rsid w:val="00671F07"/>
    <w:rsid w:val="00672E19"/>
    <w:rsid w:val="006730F3"/>
    <w:rsid w:val="0067371D"/>
    <w:rsid w:val="006753F1"/>
    <w:rsid w:val="006762F6"/>
    <w:rsid w:val="00682F14"/>
    <w:rsid w:val="00685876"/>
    <w:rsid w:val="00685B97"/>
    <w:rsid w:val="00686E1C"/>
    <w:rsid w:val="00695959"/>
    <w:rsid w:val="0069678D"/>
    <w:rsid w:val="0069685F"/>
    <w:rsid w:val="006A14E4"/>
    <w:rsid w:val="006A2D8D"/>
    <w:rsid w:val="006A61DE"/>
    <w:rsid w:val="006A7375"/>
    <w:rsid w:val="006C2ED6"/>
    <w:rsid w:val="006C41C8"/>
    <w:rsid w:val="006C4459"/>
    <w:rsid w:val="006C6061"/>
    <w:rsid w:val="006D0ACA"/>
    <w:rsid w:val="006D3B8F"/>
    <w:rsid w:val="006D452C"/>
    <w:rsid w:val="006E0121"/>
    <w:rsid w:val="006E12AD"/>
    <w:rsid w:val="006E5281"/>
    <w:rsid w:val="006F552C"/>
    <w:rsid w:val="006F78C8"/>
    <w:rsid w:val="00700FC2"/>
    <w:rsid w:val="00701ADD"/>
    <w:rsid w:val="007065FE"/>
    <w:rsid w:val="0070700F"/>
    <w:rsid w:val="00707987"/>
    <w:rsid w:val="0071139C"/>
    <w:rsid w:val="00712340"/>
    <w:rsid w:val="00713B70"/>
    <w:rsid w:val="007152D9"/>
    <w:rsid w:val="00717E4C"/>
    <w:rsid w:val="00720CAE"/>
    <w:rsid w:val="007217D6"/>
    <w:rsid w:val="007236DF"/>
    <w:rsid w:val="00724CC6"/>
    <w:rsid w:val="00725736"/>
    <w:rsid w:val="00733665"/>
    <w:rsid w:val="00735B51"/>
    <w:rsid w:val="00736041"/>
    <w:rsid w:val="0074070D"/>
    <w:rsid w:val="00742A71"/>
    <w:rsid w:val="00742AAC"/>
    <w:rsid w:val="00745CBD"/>
    <w:rsid w:val="00750202"/>
    <w:rsid w:val="00752EC6"/>
    <w:rsid w:val="00753C49"/>
    <w:rsid w:val="00754687"/>
    <w:rsid w:val="00754824"/>
    <w:rsid w:val="007549AC"/>
    <w:rsid w:val="00754E92"/>
    <w:rsid w:val="00756E18"/>
    <w:rsid w:val="00757B78"/>
    <w:rsid w:val="007611BE"/>
    <w:rsid w:val="007615A7"/>
    <w:rsid w:val="00763007"/>
    <w:rsid w:val="0076577D"/>
    <w:rsid w:val="007755F0"/>
    <w:rsid w:val="00776372"/>
    <w:rsid w:val="0078288D"/>
    <w:rsid w:val="00791C21"/>
    <w:rsid w:val="00792887"/>
    <w:rsid w:val="00792F96"/>
    <w:rsid w:val="007943F9"/>
    <w:rsid w:val="00795CA5"/>
    <w:rsid w:val="007A0692"/>
    <w:rsid w:val="007A1E7B"/>
    <w:rsid w:val="007A38E3"/>
    <w:rsid w:val="007A5EEB"/>
    <w:rsid w:val="007B5700"/>
    <w:rsid w:val="007B5AC2"/>
    <w:rsid w:val="007C08A9"/>
    <w:rsid w:val="007C2433"/>
    <w:rsid w:val="007C35A7"/>
    <w:rsid w:val="007C3753"/>
    <w:rsid w:val="007C7757"/>
    <w:rsid w:val="007D135C"/>
    <w:rsid w:val="007D213C"/>
    <w:rsid w:val="007D291C"/>
    <w:rsid w:val="007D3981"/>
    <w:rsid w:val="007D52A9"/>
    <w:rsid w:val="007E014C"/>
    <w:rsid w:val="007E164C"/>
    <w:rsid w:val="007E1E14"/>
    <w:rsid w:val="007E2C42"/>
    <w:rsid w:val="007E5AE2"/>
    <w:rsid w:val="007F1462"/>
    <w:rsid w:val="007F4880"/>
    <w:rsid w:val="007F5D30"/>
    <w:rsid w:val="007F7448"/>
    <w:rsid w:val="007F787B"/>
    <w:rsid w:val="00804E6D"/>
    <w:rsid w:val="0080534A"/>
    <w:rsid w:val="008059EC"/>
    <w:rsid w:val="00806D8B"/>
    <w:rsid w:val="00813C0E"/>
    <w:rsid w:val="00813DF0"/>
    <w:rsid w:val="008146E9"/>
    <w:rsid w:val="0082107D"/>
    <w:rsid w:val="00822C4C"/>
    <w:rsid w:val="00825172"/>
    <w:rsid w:val="00825377"/>
    <w:rsid w:val="0083225D"/>
    <w:rsid w:val="00834DB9"/>
    <w:rsid w:val="0083532C"/>
    <w:rsid w:val="0083629B"/>
    <w:rsid w:val="00843378"/>
    <w:rsid w:val="008438A6"/>
    <w:rsid w:val="00843A15"/>
    <w:rsid w:val="00846195"/>
    <w:rsid w:val="00852409"/>
    <w:rsid w:val="008524B8"/>
    <w:rsid w:val="008528C3"/>
    <w:rsid w:val="008552BB"/>
    <w:rsid w:val="008576C7"/>
    <w:rsid w:val="008576E3"/>
    <w:rsid w:val="008612CB"/>
    <w:rsid w:val="00861343"/>
    <w:rsid w:val="008644DA"/>
    <w:rsid w:val="008656C9"/>
    <w:rsid w:val="00866150"/>
    <w:rsid w:val="008667E6"/>
    <w:rsid w:val="00866ABC"/>
    <w:rsid w:val="008708E4"/>
    <w:rsid w:val="008728C3"/>
    <w:rsid w:val="00872E65"/>
    <w:rsid w:val="008741FF"/>
    <w:rsid w:val="00874981"/>
    <w:rsid w:val="00875190"/>
    <w:rsid w:val="00875E0E"/>
    <w:rsid w:val="0087645E"/>
    <w:rsid w:val="00885E4D"/>
    <w:rsid w:val="00886DF3"/>
    <w:rsid w:val="00891AD4"/>
    <w:rsid w:val="0089381B"/>
    <w:rsid w:val="0089439D"/>
    <w:rsid w:val="008948C4"/>
    <w:rsid w:val="0089568B"/>
    <w:rsid w:val="0089679E"/>
    <w:rsid w:val="008A03C2"/>
    <w:rsid w:val="008A5FD3"/>
    <w:rsid w:val="008A64D4"/>
    <w:rsid w:val="008B3827"/>
    <w:rsid w:val="008B3B59"/>
    <w:rsid w:val="008B6612"/>
    <w:rsid w:val="008B7861"/>
    <w:rsid w:val="008C5A52"/>
    <w:rsid w:val="008D4AF6"/>
    <w:rsid w:val="008D6C95"/>
    <w:rsid w:val="008D708E"/>
    <w:rsid w:val="008E0629"/>
    <w:rsid w:val="008E2020"/>
    <w:rsid w:val="008E2EE9"/>
    <w:rsid w:val="008E4ED2"/>
    <w:rsid w:val="008E5883"/>
    <w:rsid w:val="008E76B8"/>
    <w:rsid w:val="008F3818"/>
    <w:rsid w:val="008F5B74"/>
    <w:rsid w:val="009016BD"/>
    <w:rsid w:val="00903A8F"/>
    <w:rsid w:val="00904CC6"/>
    <w:rsid w:val="00905D80"/>
    <w:rsid w:val="00913A62"/>
    <w:rsid w:val="0091643E"/>
    <w:rsid w:val="00916D57"/>
    <w:rsid w:val="00917C44"/>
    <w:rsid w:val="009205A5"/>
    <w:rsid w:val="00921DD7"/>
    <w:rsid w:val="00923025"/>
    <w:rsid w:val="00927F62"/>
    <w:rsid w:val="00935C0D"/>
    <w:rsid w:val="00937DC4"/>
    <w:rsid w:val="00940713"/>
    <w:rsid w:val="009433BF"/>
    <w:rsid w:val="00943B95"/>
    <w:rsid w:val="0094533D"/>
    <w:rsid w:val="009501AF"/>
    <w:rsid w:val="009517B9"/>
    <w:rsid w:val="00951FD5"/>
    <w:rsid w:val="009525B5"/>
    <w:rsid w:val="00952D47"/>
    <w:rsid w:val="00953951"/>
    <w:rsid w:val="00956A74"/>
    <w:rsid w:val="00960E95"/>
    <w:rsid w:val="00961882"/>
    <w:rsid w:val="009666A9"/>
    <w:rsid w:val="0097154A"/>
    <w:rsid w:val="00973D89"/>
    <w:rsid w:val="00976B24"/>
    <w:rsid w:val="00977EC6"/>
    <w:rsid w:val="0098000F"/>
    <w:rsid w:val="009807C5"/>
    <w:rsid w:val="00981712"/>
    <w:rsid w:val="0098196D"/>
    <w:rsid w:val="00986018"/>
    <w:rsid w:val="00986195"/>
    <w:rsid w:val="00990072"/>
    <w:rsid w:val="009908D2"/>
    <w:rsid w:val="00994AFF"/>
    <w:rsid w:val="009969D3"/>
    <w:rsid w:val="00997411"/>
    <w:rsid w:val="00997B18"/>
    <w:rsid w:val="009A334F"/>
    <w:rsid w:val="009A56DB"/>
    <w:rsid w:val="009B3824"/>
    <w:rsid w:val="009B62D3"/>
    <w:rsid w:val="009B740E"/>
    <w:rsid w:val="009C12C0"/>
    <w:rsid w:val="009C3642"/>
    <w:rsid w:val="009C4437"/>
    <w:rsid w:val="009C5673"/>
    <w:rsid w:val="009C6D77"/>
    <w:rsid w:val="009D0CC9"/>
    <w:rsid w:val="009D1797"/>
    <w:rsid w:val="009D5A6A"/>
    <w:rsid w:val="009D5B80"/>
    <w:rsid w:val="009E1364"/>
    <w:rsid w:val="009E4D6B"/>
    <w:rsid w:val="009F074C"/>
    <w:rsid w:val="009F0937"/>
    <w:rsid w:val="009F50F0"/>
    <w:rsid w:val="009F7359"/>
    <w:rsid w:val="00A0180C"/>
    <w:rsid w:val="00A05ADC"/>
    <w:rsid w:val="00A066D5"/>
    <w:rsid w:val="00A067C5"/>
    <w:rsid w:val="00A06F8A"/>
    <w:rsid w:val="00A07E33"/>
    <w:rsid w:val="00A1123E"/>
    <w:rsid w:val="00A1267A"/>
    <w:rsid w:val="00A14E00"/>
    <w:rsid w:val="00A25E81"/>
    <w:rsid w:val="00A302C5"/>
    <w:rsid w:val="00A304B0"/>
    <w:rsid w:val="00A30FA9"/>
    <w:rsid w:val="00A35677"/>
    <w:rsid w:val="00A40614"/>
    <w:rsid w:val="00A40687"/>
    <w:rsid w:val="00A4104C"/>
    <w:rsid w:val="00A411DD"/>
    <w:rsid w:val="00A42885"/>
    <w:rsid w:val="00A42F81"/>
    <w:rsid w:val="00A469FD"/>
    <w:rsid w:val="00A4752F"/>
    <w:rsid w:val="00A4783D"/>
    <w:rsid w:val="00A47E36"/>
    <w:rsid w:val="00A510EC"/>
    <w:rsid w:val="00A531B7"/>
    <w:rsid w:val="00A54A65"/>
    <w:rsid w:val="00A61ADD"/>
    <w:rsid w:val="00A63C38"/>
    <w:rsid w:val="00A6419C"/>
    <w:rsid w:val="00A6686D"/>
    <w:rsid w:val="00A71749"/>
    <w:rsid w:val="00A73826"/>
    <w:rsid w:val="00A74ED5"/>
    <w:rsid w:val="00A756AE"/>
    <w:rsid w:val="00A7736D"/>
    <w:rsid w:val="00A801FA"/>
    <w:rsid w:val="00A8021A"/>
    <w:rsid w:val="00A81077"/>
    <w:rsid w:val="00A83084"/>
    <w:rsid w:val="00A848B9"/>
    <w:rsid w:val="00A956E8"/>
    <w:rsid w:val="00AA0905"/>
    <w:rsid w:val="00AA1C19"/>
    <w:rsid w:val="00AA2331"/>
    <w:rsid w:val="00AA2A17"/>
    <w:rsid w:val="00AA79DB"/>
    <w:rsid w:val="00AB1B9A"/>
    <w:rsid w:val="00AB7AFE"/>
    <w:rsid w:val="00AB7D41"/>
    <w:rsid w:val="00AC1703"/>
    <w:rsid w:val="00AC2F23"/>
    <w:rsid w:val="00AC4935"/>
    <w:rsid w:val="00AC6C36"/>
    <w:rsid w:val="00AC7A7D"/>
    <w:rsid w:val="00AC7D7E"/>
    <w:rsid w:val="00AC7F23"/>
    <w:rsid w:val="00AD3266"/>
    <w:rsid w:val="00AD56FF"/>
    <w:rsid w:val="00AD57F0"/>
    <w:rsid w:val="00AD5F3A"/>
    <w:rsid w:val="00AE1B2E"/>
    <w:rsid w:val="00AE2AD5"/>
    <w:rsid w:val="00AE4AB2"/>
    <w:rsid w:val="00AE5DC3"/>
    <w:rsid w:val="00AF0017"/>
    <w:rsid w:val="00AF1FF9"/>
    <w:rsid w:val="00AF2EE7"/>
    <w:rsid w:val="00AF64D0"/>
    <w:rsid w:val="00AF751F"/>
    <w:rsid w:val="00B01D67"/>
    <w:rsid w:val="00B04959"/>
    <w:rsid w:val="00B04E80"/>
    <w:rsid w:val="00B05757"/>
    <w:rsid w:val="00B14862"/>
    <w:rsid w:val="00B17F49"/>
    <w:rsid w:val="00B23E46"/>
    <w:rsid w:val="00B26751"/>
    <w:rsid w:val="00B270E0"/>
    <w:rsid w:val="00B30D00"/>
    <w:rsid w:val="00B32C83"/>
    <w:rsid w:val="00B34FBB"/>
    <w:rsid w:val="00B35A1D"/>
    <w:rsid w:val="00B37709"/>
    <w:rsid w:val="00B40DB8"/>
    <w:rsid w:val="00B40EDB"/>
    <w:rsid w:val="00B412CC"/>
    <w:rsid w:val="00B4155F"/>
    <w:rsid w:val="00B44A9C"/>
    <w:rsid w:val="00B5008D"/>
    <w:rsid w:val="00B500DE"/>
    <w:rsid w:val="00B5393E"/>
    <w:rsid w:val="00B553B3"/>
    <w:rsid w:val="00B553FB"/>
    <w:rsid w:val="00B55698"/>
    <w:rsid w:val="00B5799B"/>
    <w:rsid w:val="00B60E0E"/>
    <w:rsid w:val="00B67374"/>
    <w:rsid w:val="00B71BC4"/>
    <w:rsid w:val="00B71E59"/>
    <w:rsid w:val="00B728D0"/>
    <w:rsid w:val="00B7497E"/>
    <w:rsid w:val="00B76CDC"/>
    <w:rsid w:val="00B76E51"/>
    <w:rsid w:val="00B77175"/>
    <w:rsid w:val="00B803C5"/>
    <w:rsid w:val="00B8317F"/>
    <w:rsid w:val="00B84D6E"/>
    <w:rsid w:val="00B8593B"/>
    <w:rsid w:val="00B9025D"/>
    <w:rsid w:val="00B94B1A"/>
    <w:rsid w:val="00B95292"/>
    <w:rsid w:val="00BA05EB"/>
    <w:rsid w:val="00BA093A"/>
    <w:rsid w:val="00BA2AF4"/>
    <w:rsid w:val="00BA4D5A"/>
    <w:rsid w:val="00BA4F5F"/>
    <w:rsid w:val="00BA62BA"/>
    <w:rsid w:val="00BA751D"/>
    <w:rsid w:val="00BB5B95"/>
    <w:rsid w:val="00BB5C30"/>
    <w:rsid w:val="00BB7641"/>
    <w:rsid w:val="00BB7BFE"/>
    <w:rsid w:val="00BC07B7"/>
    <w:rsid w:val="00BC099C"/>
    <w:rsid w:val="00BC6D8A"/>
    <w:rsid w:val="00BC791B"/>
    <w:rsid w:val="00BD1789"/>
    <w:rsid w:val="00BD223C"/>
    <w:rsid w:val="00BD4B37"/>
    <w:rsid w:val="00BE02F6"/>
    <w:rsid w:val="00BE17A5"/>
    <w:rsid w:val="00BE3FE0"/>
    <w:rsid w:val="00BE611C"/>
    <w:rsid w:val="00BE7159"/>
    <w:rsid w:val="00BE71D1"/>
    <w:rsid w:val="00BE7792"/>
    <w:rsid w:val="00BF0B84"/>
    <w:rsid w:val="00BF3959"/>
    <w:rsid w:val="00BF5526"/>
    <w:rsid w:val="00BF560F"/>
    <w:rsid w:val="00BF79FE"/>
    <w:rsid w:val="00C0105C"/>
    <w:rsid w:val="00C013D5"/>
    <w:rsid w:val="00C01BFF"/>
    <w:rsid w:val="00C0215B"/>
    <w:rsid w:val="00C03195"/>
    <w:rsid w:val="00C03FEC"/>
    <w:rsid w:val="00C06C93"/>
    <w:rsid w:val="00C11701"/>
    <w:rsid w:val="00C14A0A"/>
    <w:rsid w:val="00C2074F"/>
    <w:rsid w:val="00C20B18"/>
    <w:rsid w:val="00C2160C"/>
    <w:rsid w:val="00C22142"/>
    <w:rsid w:val="00C26AF6"/>
    <w:rsid w:val="00C2790F"/>
    <w:rsid w:val="00C31BF7"/>
    <w:rsid w:val="00C3339F"/>
    <w:rsid w:val="00C356EA"/>
    <w:rsid w:val="00C35A78"/>
    <w:rsid w:val="00C409C9"/>
    <w:rsid w:val="00C40D37"/>
    <w:rsid w:val="00C425DB"/>
    <w:rsid w:val="00C42664"/>
    <w:rsid w:val="00C4365B"/>
    <w:rsid w:val="00C506D2"/>
    <w:rsid w:val="00C51709"/>
    <w:rsid w:val="00C51B23"/>
    <w:rsid w:val="00C51DEA"/>
    <w:rsid w:val="00C63794"/>
    <w:rsid w:val="00C75128"/>
    <w:rsid w:val="00C75415"/>
    <w:rsid w:val="00C75724"/>
    <w:rsid w:val="00C761D9"/>
    <w:rsid w:val="00C77365"/>
    <w:rsid w:val="00C773C9"/>
    <w:rsid w:val="00C77459"/>
    <w:rsid w:val="00C859FE"/>
    <w:rsid w:val="00C90998"/>
    <w:rsid w:val="00C96C70"/>
    <w:rsid w:val="00C976EF"/>
    <w:rsid w:val="00C97948"/>
    <w:rsid w:val="00CA587D"/>
    <w:rsid w:val="00CB2E45"/>
    <w:rsid w:val="00CB55AC"/>
    <w:rsid w:val="00CB56E4"/>
    <w:rsid w:val="00CB612E"/>
    <w:rsid w:val="00CC06D3"/>
    <w:rsid w:val="00CC0F52"/>
    <w:rsid w:val="00CC3C77"/>
    <w:rsid w:val="00CD25CD"/>
    <w:rsid w:val="00CD335D"/>
    <w:rsid w:val="00CD33DF"/>
    <w:rsid w:val="00CE0FFE"/>
    <w:rsid w:val="00CE1B56"/>
    <w:rsid w:val="00CE4CD3"/>
    <w:rsid w:val="00CF13C0"/>
    <w:rsid w:val="00CF1F5C"/>
    <w:rsid w:val="00CF4F2F"/>
    <w:rsid w:val="00CF6C0A"/>
    <w:rsid w:val="00CF7546"/>
    <w:rsid w:val="00D00050"/>
    <w:rsid w:val="00D035FF"/>
    <w:rsid w:val="00D1181D"/>
    <w:rsid w:val="00D12612"/>
    <w:rsid w:val="00D14C92"/>
    <w:rsid w:val="00D16E4C"/>
    <w:rsid w:val="00D20A75"/>
    <w:rsid w:val="00D228BB"/>
    <w:rsid w:val="00D303E8"/>
    <w:rsid w:val="00D34735"/>
    <w:rsid w:val="00D348EA"/>
    <w:rsid w:val="00D35498"/>
    <w:rsid w:val="00D415BA"/>
    <w:rsid w:val="00D4290B"/>
    <w:rsid w:val="00D43386"/>
    <w:rsid w:val="00D44739"/>
    <w:rsid w:val="00D46357"/>
    <w:rsid w:val="00D51629"/>
    <w:rsid w:val="00D52E32"/>
    <w:rsid w:val="00D53D2C"/>
    <w:rsid w:val="00D55D01"/>
    <w:rsid w:val="00D564BD"/>
    <w:rsid w:val="00D566BA"/>
    <w:rsid w:val="00D5708F"/>
    <w:rsid w:val="00D575EA"/>
    <w:rsid w:val="00D61DAC"/>
    <w:rsid w:val="00D62323"/>
    <w:rsid w:val="00D63121"/>
    <w:rsid w:val="00D63E11"/>
    <w:rsid w:val="00D64C3F"/>
    <w:rsid w:val="00D64FE9"/>
    <w:rsid w:val="00D66B76"/>
    <w:rsid w:val="00D70D27"/>
    <w:rsid w:val="00D731AD"/>
    <w:rsid w:val="00D74006"/>
    <w:rsid w:val="00D744E3"/>
    <w:rsid w:val="00D77CFE"/>
    <w:rsid w:val="00D8300B"/>
    <w:rsid w:val="00D85936"/>
    <w:rsid w:val="00D8705C"/>
    <w:rsid w:val="00D91815"/>
    <w:rsid w:val="00D93027"/>
    <w:rsid w:val="00D96C2D"/>
    <w:rsid w:val="00DA2340"/>
    <w:rsid w:val="00DB1621"/>
    <w:rsid w:val="00DB4179"/>
    <w:rsid w:val="00DB5E4E"/>
    <w:rsid w:val="00DB776E"/>
    <w:rsid w:val="00DC10DF"/>
    <w:rsid w:val="00DC37FF"/>
    <w:rsid w:val="00DC4BC8"/>
    <w:rsid w:val="00DC551A"/>
    <w:rsid w:val="00DD172E"/>
    <w:rsid w:val="00DD293F"/>
    <w:rsid w:val="00DD3E7C"/>
    <w:rsid w:val="00DD485D"/>
    <w:rsid w:val="00DD5EA4"/>
    <w:rsid w:val="00DD6C41"/>
    <w:rsid w:val="00DE1444"/>
    <w:rsid w:val="00DE3FAB"/>
    <w:rsid w:val="00DE6660"/>
    <w:rsid w:val="00DE7588"/>
    <w:rsid w:val="00DF214B"/>
    <w:rsid w:val="00DF6B83"/>
    <w:rsid w:val="00E03AFF"/>
    <w:rsid w:val="00E0785B"/>
    <w:rsid w:val="00E11F24"/>
    <w:rsid w:val="00E148B3"/>
    <w:rsid w:val="00E14946"/>
    <w:rsid w:val="00E16290"/>
    <w:rsid w:val="00E16CEE"/>
    <w:rsid w:val="00E17412"/>
    <w:rsid w:val="00E17541"/>
    <w:rsid w:val="00E22BF2"/>
    <w:rsid w:val="00E30086"/>
    <w:rsid w:val="00E314F4"/>
    <w:rsid w:val="00E31B32"/>
    <w:rsid w:val="00E34782"/>
    <w:rsid w:val="00E36B86"/>
    <w:rsid w:val="00E40F9B"/>
    <w:rsid w:val="00E415D8"/>
    <w:rsid w:val="00E41AF5"/>
    <w:rsid w:val="00E4253E"/>
    <w:rsid w:val="00E42C6B"/>
    <w:rsid w:val="00E450DF"/>
    <w:rsid w:val="00E473F9"/>
    <w:rsid w:val="00E47F6C"/>
    <w:rsid w:val="00E50B42"/>
    <w:rsid w:val="00E51096"/>
    <w:rsid w:val="00E52B7B"/>
    <w:rsid w:val="00E535FC"/>
    <w:rsid w:val="00E54DCC"/>
    <w:rsid w:val="00E60CD0"/>
    <w:rsid w:val="00E63F8B"/>
    <w:rsid w:val="00E64AE0"/>
    <w:rsid w:val="00E65944"/>
    <w:rsid w:val="00E66A0E"/>
    <w:rsid w:val="00E76295"/>
    <w:rsid w:val="00E767D9"/>
    <w:rsid w:val="00E80577"/>
    <w:rsid w:val="00E809C0"/>
    <w:rsid w:val="00E81771"/>
    <w:rsid w:val="00E8213D"/>
    <w:rsid w:val="00E83CA5"/>
    <w:rsid w:val="00E85016"/>
    <w:rsid w:val="00E86E0A"/>
    <w:rsid w:val="00E90490"/>
    <w:rsid w:val="00E92B88"/>
    <w:rsid w:val="00E9314A"/>
    <w:rsid w:val="00E94F50"/>
    <w:rsid w:val="00E94F92"/>
    <w:rsid w:val="00E956C3"/>
    <w:rsid w:val="00EA66D3"/>
    <w:rsid w:val="00EA7A60"/>
    <w:rsid w:val="00EA7BCA"/>
    <w:rsid w:val="00EB1921"/>
    <w:rsid w:val="00EB4A1B"/>
    <w:rsid w:val="00EB6511"/>
    <w:rsid w:val="00EC2643"/>
    <w:rsid w:val="00EC51F8"/>
    <w:rsid w:val="00EC6B5F"/>
    <w:rsid w:val="00EC6DBE"/>
    <w:rsid w:val="00EC7137"/>
    <w:rsid w:val="00ED1ECC"/>
    <w:rsid w:val="00ED25AF"/>
    <w:rsid w:val="00ED37D4"/>
    <w:rsid w:val="00ED4501"/>
    <w:rsid w:val="00ED5488"/>
    <w:rsid w:val="00ED5FE4"/>
    <w:rsid w:val="00ED63C8"/>
    <w:rsid w:val="00EE1363"/>
    <w:rsid w:val="00EE3A7C"/>
    <w:rsid w:val="00EE3C03"/>
    <w:rsid w:val="00EE4B0A"/>
    <w:rsid w:val="00EE5156"/>
    <w:rsid w:val="00EE6AED"/>
    <w:rsid w:val="00EF16FB"/>
    <w:rsid w:val="00EF18CC"/>
    <w:rsid w:val="00EF4583"/>
    <w:rsid w:val="00EF5E31"/>
    <w:rsid w:val="00F013D2"/>
    <w:rsid w:val="00F023FE"/>
    <w:rsid w:val="00F02557"/>
    <w:rsid w:val="00F07862"/>
    <w:rsid w:val="00F12E38"/>
    <w:rsid w:val="00F12EC6"/>
    <w:rsid w:val="00F201CD"/>
    <w:rsid w:val="00F20C94"/>
    <w:rsid w:val="00F23BF7"/>
    <w:rsid w:val="00F3505D"/>
    <w:rsid w:val="00F37977"/>
    <w:rsid w:val="00F41A65"/>
    <w:rsid w:val="00F41F23"/>
    <w:rsid w:val="00F447E2"/>
    <w:rsid w:val="00F456AD"/>
    <w:rsid w:val="00F45944"/>
    <w:rsid w:val="00F473FD"/>
    <w:rsid w:val="00F474B4"/>
    <w:rsid w:val="00F47B64"/>
    <w:rsid w:val="00F47BA6"/>
    <w:rsid w:val="00F5010E"/>
    <w:rsid w:val="00F5081B"/>
    <w:rsid w:val="00F52755"/>
    <w:rsid w:val="00F528B7"/>
    <w:rsid w:val="00F52A0E"/>
    <w:rsid w:val="00F54C80"/>
    <w:rsid w:val="00F57F9E"/>
    <w:rsid w:val="00F60148"/>
    <w:rsid w:val="00F60399"/>
    <w:rsid w:val="00F62B52"/>
    <w:rsid w:val="00F62F3D"/>
    <w:rsid w:val="00F63173"/>
    <w:rsid w:val="00F6494E"/>
    <w:rsid w:val="00F65E3E"/>
    <w:rsid w:val="00F65F9A"/>
    <w:rsid w:val="00F662BF"/>
    <w:rsid w:val="00F707F8"/>
    <w:rsid w:val="00F7235C"/>
    <w:rsid w:val="00F726B4"/>
    <w:rsid w:val="00F758EC"/>
    <w:rsid w:val="00F75B74"/>
    <w:rsid w:val="00F77348"/>
    <w:rsid w:val="00F80B31"/>
    <w:rsid w:val="00F80F4B"/>
    <w:rsid w:val="00F83244"/>
    <w:rsid w:val="00F85966"/>
    <w:rsid w:val="00F86010"/>
    <w:rsid w:val="00F87480"/>
    <w:rsid w:val="00F95EF0"/>
    <w:rsid w:val="00F97249"/>
    <w:rsid w:val="00FA0167"/>
    <w:rsid w:val="00FA2F01"/>
    <w:rsid w:val="00FA35A8"/>
    <w:rsid w:val="00FA427A"/>
    <w:rsid w:val="00FA481E"/>
    <w:rsid w:val="00FA6812"/>
    <w:rsid w:val="00FA6BFC"/>
    <w:rsid w:val="00FB0765"/>
    <w:rsid w:val="00FB21D1"/>
    <w:rsid w:val="00FB2271"/>
    <w:rsid w:val="00FB2609"/>
    <w:rsid w:val="00FB3A5D"/>
    <w:rsid w:val="00FB4134"/>
    <w:rsid w:val="00FB4300"/>
    <w:rsid w:val="00FB6995"/>
    <w:rsid w:val="00FC1D3E"/>
    <w:rsid w:val="00FC20CD"/>
    <w:rsid w:val="00FC2752"/>
    <w:rsid w:val="00FC47BA"/>
    <w:rsid w:val="00FC5FBB"/>
    <w:rsid w:val="00FC6B77"/>
    <w:rsid w:val="00FD1934"/>
    <w:rsid w:val="00FD2C9F"/>
    <w:rsid w:val="00FD2F50"/>
    <w:rsid w:val="00FD33CD"/>
    <w:rsid w:val="00FD4C23"/>
    <w:rsid w:val="00FD6E54"/>
    <w:rsid w:val="00FE36A1"/>
    <w:rsid w:val="00FE4F21"/>
    <w:rsid w:val="00FE7E40"/>
    <w:rsid w:val="00FF1CE0"/>
    <w:rsid w:val="00FF4F37"/>
    <w:rsid w:val="00FF51FA"/>
    <w:rsid w:val="00FF5AF9"/>
    <w:rsid w:val="00FF6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Шапка документу"/>
    <w:basedOn w:val="Normal"/>
    <w:uiPriority w:val="99"/>
    <w:rsid w:val="00AF0017"/>
    <w:pPr>
      <w:keepNext/>
      <w:keepLines/>
      <w:spacing w:after="240" w:line="240" w:lineRule="auto"/>
      <w:ind w:left="4536"/>
      <w:jc w:val="center"/>
    </w:pPr>
    <w:rPr>
      <w:rFonts w:ascii="Antiqua" w:hAnsi="Antiqua" w:cs="Antiqua"/>
      <w:sz w:val="26"/>
      <w:szCs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180</Words>
  <Characters>1030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Загальний відділ</cp:lastModifiedBy>
  <cp:revision>17</cp:revision>
  <dcterms:created xsi:type="dcterms:W3CDTF">2017-04-20T12:42:00Z</dcterms:created>
  <dcterms:modified xsi:type="dcterms:W3CDTF">2017-05-13T08:48:00Z</dcterms:modified>
</cp:coreProperties>
</file>