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B75" w:rsidRDefault="00CE5B75" w:rsidP="00B06478">
      <w:pPr>
        <w:pStyle w:val="a"/>
        <w:spacing w:after="0"/>
        <w:ind w:left="10980" w:right="-730" w:firstLine="348"/>
        <w:jc w:val="left"/>
        <w:rPr>
          <w:rFonts w:ascii="Times New Roman" w:hAnsi="Times New Roman" w:cs="Times New Roman"/>
          <w:sz w:val="28"/>
          <w:szCs w:val="28"/>
        </w:rPr>
      </w:pPr>
    </w:p>
    <w:p w:rsidR="00CE5B75" w:rsidRDefault="00CE5B75" w:rsidP="00B06478">
      <w:pPr>
        <w:pStyle w:val="a"/>
        <w:spacing w:after="0"/>
        <w:ind w:left="10980" w:right="-730" w:firstLine="34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402CDD">
        <w:rPr>
          <w:rFonts w:ascii="Times New Roman" w:hAnsi="Times New Roman" w:cs="Times New Roman"/>
          <w:sz w:val="28"/>
          <w:szCs w:val="28"/>
        </w:rPr>
        <w:t>2</w:t>
      </w:r>
    </w:p>
    <w:p w:rsidR="00CE5B75" w:rsidRDefault="00CE5B75" w:rsidP="00B06478">
      <w:pPr>
        <w:pStyle w:val="a"/>
        <w:spacing w:after="0"/>
        <w:ind w:left="10980" w:right="-730" w:firstLine="348"/>
        <w:jc w:val="left"/>
        <w:rPr>
          <w:rFonts w:ascii="Times New Roman" w:hAnsi="Times New Roman" w:cs="Times New Roman"/>
          <w:sz w:val="28"/>
          <w:szCs w:val="28"/>
        </w:rPr>
      </w:pPr>
    </w:p>
    <w:p w:rsidR="00CE5B75" w:rsidRPr="002F3A73" w:rsidRDefault="00CE5B75" w:rsidP="00B06478">
      <w:pPr>
        <w:pStyle w:val="a"/>
        <w:spacing w:after="0"/>
        <w:ind w:left="10980" w:right="-730" w:firstLine="348"/>
        <w:jc w:val="left"/>
        <w:rPr>
          <w:rFonts w:ascii="Times New Roman" w:hAnsi="Times New Roman" w:cs="Times New Roman"/>
          <w:sz w:val="28"/>
          <w:szCs w:val="28"/>
        </w:rPr>
      </w:pPr>
      <w:r w:rsidRPr="002F3A73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5) </w:t>
      </w:r>
      <w:r w:rsidRPr="002F3A73">
        <w:rPr>
          <w:rFonts w:ascii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E5B75" w:rsidRPr="00517D29" w:rsidRDefault="00CE5B75" w:rsidP="00B064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17D29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CE5B75" w:rsidRDefault="00CE5B75" w:rsidP="00B06478">
      <w:pPr>
        <w:spacing w:after="0" w:line="240" w:lineRule="auto"/>
        <w:ind w:left="9204" w:right="-37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район</w:t>
      </w:r>
      <w:r w:rsidRPr="00517D29">
        <w:rPr>
          <w:rFonts w:ascii="Times New Roman" w:hAnsi="Times New Roman" w:cs="Times New Roman"/>
          <w:sz w:val="28"/>
          <w:szCs w:val="28"/>
        </w:rPr>
        <w:t>ної державної адміністрації</w:t>
      </w:r>
    </w:p>
    <w:p w:rsidR="00CE5B75" w:rsidRDefault="00CE5B75" w:rsidP="00B06478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05.05.2017 № 159</w:t>
      </w:r>
    </w:p>
    <w:p w:rsidR="00CE5B75" w:rsidRDefault="00CE5B75" w:rsidP="00B06478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CE5B75" w:rsidRDefault="00CE5B75" w:rsidP="00B06478">
      <w:pPr>
        <w:tabs>
          <w:tab w:val="left" w:pos="14145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E5B75" w:rsidRDefault="00CE5B75" w:rsidP="00B06478">
      <w:pPr>
        <w:tabs>
          <w:tab w:val="left" w:pos="11400"/>
        </w:tabs>
        <w:spacing w:after="0" w:line="240" w:lineRule="auto"/>
        <w:ind w:left="9204" w:right="-370"/>
        <w:rPr>
          <w:rFonts w:ascii="Times New Roman" w:hAnsi="Times New Roman" w:cs="Times New Roman"/>
          <w:sz w:val="28"/>
          <w:szCs w:val="28"/>
          <w:lang w:val="uk-UA"/>
        </w:rPr>
      </w:pPr>
    </w:p>
    <w:p w:rsidR="00CE5B75" w:rsidRDefault="00CE5B75" w:rsidP="00E83D9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про земельні відносини в _________________________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сільській раді</w:t>
      </w:r>
      <w:r w:rsidRPr="00E83D93">
        <w:rPr>
          <w:rFonts w:ascii="Times New Roman" w:hAnsi="Times New Roman" w:cs="Times New Roman"/>
          <w:b/>
          <w:bCs/>
          <w:sz w:val="28"/>
          <w:szCs w:val="28"/>
        </w:rPr>
        <w:t xml:space="preserve"> (ОТГ)  </w:t>
      </w:r>
    </w:p>
    <w:p w:rsidR="00CE5B75" w:rsidRPr="00B06478" w:rsidRDefault="00CE5B75" w:rsidP="00B0647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83D93">
        <w:rPr>
          <w:rFonts w:ascii="Times New Roman" w:hAnsi="Times New Roman" w:cs="Times New Roman"/>
          <w:b/>
          <w:bCs/>
          <w:sz w:val="28"/>
          <w:szCs w:val="28"/>
        </w:rPr>
        <w:t>станом на  01.04.2017 року</w:t>
      </w:r>
    </w:p>
    <w:tbl>
      <w:tblPr>
        <w:tblW w:w="15891" w:type="dxa"/>
        <w:tblInd w:w="-106" w:type="dxa"/>
        <w:tblLayout w:type="fixed"/>
        <w:tblLook w:val="00A0"/>
      </w:tblPr>
      <w:tblGrid>
        <w:gridCol w:w="556"/>
        <w:gridCol w:w="2153"/>
        <w:gridCol w:w="1275"/>
        <w:gridCol w:w="1276"/>
        <w:gridCol w:w="1276"/>
        <w:gridCol w:w="850"/>
        <w:gridCol w:w="709"/>
        <w:gridCol w:w="851"/>
        <w:gridCol w:w="1274"/>
        <w:gridCol w:w="851"/>
        <w:gridCol w:w="1276"/>
        <w:gridCol w:w="992"/>
        <w:gridCol w:w="709"/>
        <w:gridCol w:w="851"/>
        <w:gridCol w:w="992"/>
      </w:tblGrid>
      <w:tr w:rsidR="00CE5B75" w:rsidRPr="00AD7B52">
        <w:trPr>
          <w:trHeight w:val="155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Назва адміністративно</w:t>
            </w:r>
            <w:r>
              <w:rPr>
                <w:rFonts w:ascii="Times New Roman" w:hAnsi="Times New Roman" w:cs="Times New Roman"/>
                <w:lang w:val="uk-UA" w:eastAsia="ru-RU"/>
              </w:rPr>
              <w:t>-</w:t>
            </w:r>
            <w:r w:rsidRPr="00130B42">
              <w:rPr>
                <w:rFonts w:ascii="Times New Roman" w:hAnsi="Times New Roman" w:cs="Times New Roman"/>
                <w:lang w:eastAsia="ru-RU"/>
              </w:rPr>
              <w:t xml:space="preserve"> т</w:t>
            </w:r>
            <w:r w:rsidRPr="00130B42">
              <w:rPr>
                <w:rFonts w:ascii="Times New Roman" w:hAnsi="Times New Roman" w:cs="Times New Roman"/>
                <w:lang w:val="en-US" w:eastAsia="ru-RU"/>
              </w:rPr>
              <w:t>е</w:t>
            </w:r>
            <w:r w:rsidRPr="00130B42">
              <w:rPr>
                <w:rFonts w:ascii="Times New Roman" w:hAnsi="Times New Roman" w:cs="Times New Roman"/>
                <w:lang w:eastAsia="ru-RU"/>
              </w:rPr>
              <w:t>риторіальної одиниці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Назва орендаря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Кількість укладених договорів оренди земельної частки (паю)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Кількість зареєстро</w:t>
            </w:r>
            <w:r>
              <w:rPr>
                <w:rFonts w:ascii="Times New Roman" w:hAnsi="Times New Roman" w:cs="Times New Roman"/>
                <w:lang w:val="uk-UA" w:eastAsia="ru-RU"/>
              </w:rPr>
              <w:t>-</w:t>
            </w:r>
            <w:r w:rsidRPr="00130B42">
              <w:rPr>
                <w:rFonts w:ascii="Times New Roman" w:hAnsi="Times New Roman" w:cs="Times New Roman"/>
                <w:lang w:eastAsia="ru-RU"/>
              </w:rPr>
              <w:t>ваних договорів оренди земельної частки (паю)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E5B75" w:rsidRPr="00130B42" w:rsidRDefault="00CE5B75" w:rsidP="0021156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Площа земель в оренді, 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 xml:space="preserve">Термін дії договору оренди 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Кількість укладених договорів оренди невитребуваних земель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CE5B75" w:rsidRPr="00130B42" w:rsidRDefault="00CE5B75" w:rsidP="0021156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Площа невитребува</w:t>
            </w:r>
            <w:r w:rsidRPr="00130B42">
              <w:rPr>
                <w:rFonts w:ascii="Times New Roman" w:hAnsi="Times New Roman" w:cs="Times New Roman"/>
                <w:lang w:eastAsia="ru-RU"/>
              </w:rPr>
              <w:t>них земель в оренді, 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Кількість укладених  договорів оренди земель запасу та резерву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Площа земель запасу та резерву в оренд</w:t>
            </w:r>
            <w:r w:rsidRPr="00130B42">
              <w:rPr>
                <w:rFonts w:ascii="Times New Roman" w:hAnsi="Times New Roman" w:cs="Times New Roman"/>
                <w:lang w:val="uk-UA" w:eastAsia="ru-RU"/>
              </w:rPr>
              <w:t>і</w:t>
            </w:r>
            <w:r w:rsidRPr="00130B42">
              <w:rPr>
                <w:rFonts w:ascii="Times New Roman" w:hAnsi="Times New Roman" w:cs="Times New Roman"/>
                <w:lang w:eastAsia="ru-RU"/>
              </w:rPr>
              <w:t>, 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Термін дії договору оренди земель запасу та резерву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30B42">
              <w:rPr>
                <w:rFonts w:ascii="Times New Roman" w:hAnsi="Times New Roman" w:cs="Times New Roman"/>
                <w:lang w:eastAsia="ru-RU"/>
              </w:rPr>
              <w:t>Всього площа орендо</w:t>
            </w:r>
            <w:r>
              <w:rPr>
                <w:rFonts w:ascii="Times New Roman" w:hAnsi="Times New Roman" w:cs="Times New Roman"/>
                <w:lang w:val="uk-UA" w:eastAsia="ru-RU"/>
              </w:rPr>
              <w:t>-</w:t>
            </w:r>
            <w:r w:rsidRPr="00130B42">
              <w:rPr>
                <w:rFonts w:ascii="Times New Roman" w:hAnsi="Times New Roman" w:cs="Times New Roman"/>
                <w:lang w:eastAsia="ru-RU"/>
              </w:rPr>
              <w:t>ваних земель, га</w:t>
            </w:r>
          </w:p>
        </w:tc>
      </w:tr>
      <w:tr w:rsidR="00CE5B75" w:rsidRPr="00AD7B52">
        <w:trPr>
          <w:trHeight w:val="112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 років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"__" _____ року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 років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 "__" _____ року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E5B75" w:rsidRPr="00AD7B52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C8526F" w:rsidRDefault="00CE5B75" w:rsidP="00B06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52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E5B75" w:rsidRPr="00AD7B52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C8526F" w:rsidRDefault="00CE5B75" w:rsidP="00B06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52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E5B75" w:rsidRPr="00AD7B52">
        <w:trPr>
          <w:trHeight w:val="3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C8526F" w:rsidRDefault="00CE5B75" w:rsidP="00B06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852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5B75" w:rsidRPr="00130B42" w:rsidRDefault="00CE5B75" w:rsidP="00130B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30B4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E5B75" w:rsidRPr="00E83D93" w:rsidRDefault="00CE5B75">
      <w:pPr>
        <w:rPr>
          <w:lang w:val="en-US"/>
        </w:rPr>
      </w:pPr>
    </w:p>
    <w:sectPr w:rsidR="00CE5B75" w:rsidRPr="00E83D93" w:rsidSect="004A79C9">
      <w:pgSz w:w="16838" w:h="11906" w:orient="landscape"/>
      <w:pgMar w:top="540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D93"/>
    <w:rsid w:val="000005F7"/>
    <w:rsid w:val="00002579"/>
    <w:rsid w:val="000029D6"/>
    <w:rsid w:val="00004F7E"/>
    <w:rsid w:val="00007B95"/>
    <w:rsid w:val="000129A2"/>
    <w:rsid w:val="00013CB5"/>
    <w:rsid w:val="000144CF"/>
    <w:rsid w:val="00015791"/>
    <w:rsid w:val="00021DFC"/>
    <w:rsid w:val="00022594"/>
    <w:rsid w:val="0002314D"/>
    <w:rsid w:val="00023231"/>
    <w:rsid w:val="00027531"/>
    <w:rsid w:val="0003217D"/>
    <w:rsid w:val="00041EE9"/>
    <w:rsid w:val="000423B2"/>
    <w:rsid w:val="00042C3A"/>
    <w:rsid w:val="00043467"/>
    <w:rsid w:val="00043D29"/>
    <w:rsid w:val="00046034"/>
    <w:rsid w:val="00046503"/>
    <w:rsid w:val="00046760"/>
    <w:rsid w:val="000505E9"/>
    <w:rsid w:val="000529B3"/>
    <w:rsid w:val="00054C0B"/>
    <w:rsid w:val="00056977"/>
    <w:rsid w:val="00057D27"/>
    <w:rsid w:val="0006207E"/>
    <w:rsid w:val="000623D0"/>
    <w:rsid w:val="0006253A"/>
    <w:rsid w:val="000626A7"/>
    <w:rsid w:val="00066697"/>
    <w:rsid w:val="0006701F"/>
    <w:rsid w:val="00071FE9"/>
    <w:rsid w:val="00076617"/>
    <w:rsid w:val="00076C4A"/>
    <w:rsid w:val="00077020"/>
    <w:rsid w:val="00077A66"/>
    <w:rsid w:val="000811A1"/>
    <w:rsid w:val="00085B1E"/>
    <w:rsid w:val="000866DB"/>
    <w:rsid w:val="00090A65"/>
    <w:rsid w:val="00090C1C"/>
    <w:rsid w:val="000A29C3"/>
    <w:rsid w:val="000B0CFF"/>
    <w:rsid w:val="000B6B55"/>
    <w:rsid w:val="000C2219"/>
    <w:rsid w:val="000C78AB"/>
    <w:rsid w:val="000D0722"/>
    <w:rsid w:val="000D190F"/>
    <w:rsid w:val="000D4AD2"/>
    <w:rsid w:val="000D6511"/>
    <w:rsid w:val="000D65B8"/>
    <w:rsid w:val="000E0BC7"/>
    <w:rsid w:val="000E0E4B"/>
    <w:rsid w:val="000E2C75"/>
    <w:rsid w:val="000E6BEC"/>
    <w:rsid w:val="000F1B7F"/>
    <w:rsid w:val="000F4FE6"/>
    <w:rsid w:val="000F5B99"/>
    <w:rsid w:val="000F6280"/>
    <w:rsid w:val="000F63F7"/>
    <w:rsid w:val="00101C57"/>
    <w:rsid w:val="00107C0A"/>
    <w:rsid w:val="001111CB"/>
    <w:rsid w:val="00112096"/>
    <w:rsid w:val="001148C8"/>
    <w:rsid w:val="0011502E"/>
    <w:rsid w:val="00115B0B"/>
    <w:rsid w:val="001216A7"/>
    <w:rsid w:val="0012309A"/>
    <w:rsid w:val="00123464"/>
    <w:rsid w:val="00124592"/>
    <w:rsid w:val="00127423"/>
    <w:rsid w:val="00130B42"/>
    <w:rsid w:val="00130C2A"/>
    <w:rsid w:val="00133EDF"/>
    <w:rsid w:val="001347DA"/>
    <w:rsid w:val="00136840"/>
    <w:rsid w:val="001372A1"/>
    <w:rsid w:val="00137421"/>
    <w:rsid w:val="001424BE"/>
    <w:rsid w:val="00145614"/>
    <w:rsid w:val="00145981"/>
    <w:rsid w:val="00146A92"/>
    <w:rsid w:val="0014751C"/>
    <w:rsid w:val="00160426"/>
    <w:rsid w:val="001627AA"/>
    <w:rsid w:val="00163C77"/>
    <w:rsid w:val="00164578"/>
    <w:rsid w:val="00165FC1"/>
    <w:rsid w:val="00166049"/>
    <w:rsid w:val="00171EBD"/>
    <w:rsid w:val="00174474"/>
    <w:rsid w:val="00176A41"/>
    <w:rsid w:val="0018728B"/>
    <w:rsid w:val="00187690"/>
    <w:rsid w:val="001901B7"/>
    <w:rsid w:val="0019078B"/>
    <w:rsid w:val="0019106B"/>
    <w:rsid w:val="00192875"/>
    <w:rsid w:val="00193B46"/>
    <w:rsid w:val="00196774"/>
    <w:rsid w:val="001A3071"/>
    <w:rsid w:val="001A5366"/>
    <w:rsid w:val="001A5593"/>
    <w:rsid w:val="001A5756"/>
    <w:rsid w:val="001B3138"/>
    <w:rsid w:val="001B3771"/>
    <w:rsid w:val="001B412A"/>
    <w:rsid w:val="001B5888"/>
    <w:rsid w:val="001B6FCD"/>
    <w:rsid w:val="001C2D7E"/>
    <w:rsid w:val="001D1540"/>
    <w:rsid w:val="001D58A2"/>
    <w:rsid w:val="001D6E18"/>
    <w:rsid w:val="001E49F9"/>
    <w:rsid w:val="001E59CB"/>
    <w:rsid w:val="001F0C5C"/>
    <w:rsid w:val="001F2382"/>
    <w:rsid w:val="001F2F3B"/>
    <w:rsid w:val="001F433C"/>
    <w:rsid w:val="001F558B"/>
    <w:rsid w:val="001F7743"/>
    <w:rsid w:val="0020329D"/>
    <w:rsid w:val="002104F6"/>
    <w:rsid w:val="0021156F"/>
    <w:rsid w:val="00213659"/>
    <w:rsid w:val="00213910"/>
    <w:rsid w:val="002152B2"/>
    <w:rsid w:val="0021542C"/>
    <w:rsid w:val="00224757"/>
    <w:rsid w:val="00227720"/>
    <w:rsid w:val="00227BEA"/>
    <w:rsid w:val="00231A4B"/>
    <w:rsid w:val="00232F5B"/>
    <w:rsid w:val="00233DFB"/>
    <w:rsid w:val="00237475"/>
    <w:rsid w:val="002375A4"/>
    <w:rsid w:val="00240156"/>
    <w:rsid w:val="00242215"/>
    <w:rsid w:val="00242AF0"/>
    <w:rsid w:val="00242B95"/>
    <w:rsid w:val="00246A2B"/>
    <w:rsid w:val="00246ACC"/>
    <w:rsid w:val="00254265"/>
    <w:rsid w:val="002576EF"/>
    <w:rsid w:val="0026491C"/>
    <w:rsid w:val="00265A64"/>
    <w:rsid w:val="00266A01"/>
    <w:rsid w:val="0027138A"/>
    <w:rsid w:val="00272989"/>
    <w:rsid w:val="00273E17"/>
    <w:rsid w:val="00273F9A"/>
    <w:rsid w:val="0027442B"/>
    <w:rsid w:val="002759E2"/>
    <w:rsid w:val="002769C3"/>
    <w:rsid w:val="00276A07"/>
    <w:rsid w:val="00281760"/>
    <w:rsid w:val="00281B91"/>
    <w:rsid w:val="00283F97"/>
    <w:rsid w:val="00285102"/>
    <w:rsid w:val="00286F4C"/>
    <w:rsid w:val="00287BB0"/>
    <w:rsid w:val="002909DC"/>
    <w:rsid w:val="00292E70"/>
    <w:rsid w:val="00293834"/>
    <w:rsid w:val="002A0C92"/>
    <w:rsid w:val="002A10D9"/>
    <w:rsid w:val="002A2775"/>
    <w:rsid w:val="002A3C2B"/>
    <w:rsid w:val="002A4804"/>
    <w:rsid w:val="002A7C3B"/>
    <w:rsid w:val="002B386F"/>
    <w:rsid w:val="002C1011"/>
    <w:rsid w:val="002C43C0"/>
    <w:rsid w:val="002C4BAF"/>
    <w:rsid w:val="002C4D80"/>
    <w:rsid w:val="002C5145"/>
    <w:rsid w:val="002C693F"/>
    <w:rsid w:val="002C77D6"/>
    <w:rsid w:val="002D050A"/>
    <w:rsid w:val="002D0BAC"/>
    <w:rsid w:val="002D0DC8"/>
    <w:rsid w:val="002D24FD"/>
    <w:rsid w:val="002D679A"/>
    <w:rsid w:val="002E06DB"/>
    <w:rsid w:val="002E24E6"/>
    <w:rsid w:val="002E3964"/>
    <w:rsid w:val="002E4975"/>
    <w:rsid w:val="002E4B62"/>
    <w:rsid w:val="002E4E01"/>
    <w:rsid w:val="002E5C83"/>
    <w:rsid w:val="002E6097"/>
    <w:rsid w:val="002F149B"/>
    <w:rsid w:val="002F27E3"/>
    <w:rsid w:val="002F3A05"/>
    <w:rsid w:val="002F3A73"/>
    <w:rsid w:val="00302DBC"/>
    <w:rsid w:val="00303109"/>
    <w:rsid w:val="00303490"/>
    <w:rsid w:val="00303565"/>
    <w:rsid w:val="003047B2"/>
    <w:rsid w:val="003048B8"/>
    <w:rsid w:val="00307011"/>
    <w:rsid w:val="00307690"/>
    <w:rsid w:val="003100FB"/>
    <w:rsid w:val="00310357"/>
    <w:rsid w:val="0031121B"/>
    <w:rsid w:val="00311355"/>
    <w:rsid w:val="00317B3E"/>
    <w:rsid w:val="00321D82"/>
    <w:rsid w:val="0032471A"/>
    <w:rsid w:val="0032476E"/>
    <w:rsid w:val="00326F4D"/>
    <w:rsid w:val="003340E4"/>
    <w:rsid w:val="00334289"/>
    <w:rsid w:val="003345C8"/>
    <w:rsid w:val="0033503C"/>
    <w:rsid w:val="003368B3"/>
    <w:rsid w:val="003378A7"/>
    <w:rsid w:val="00342A52"/>
    <w:rsid w:val="0034301B"/>
    <w:rsid w:val="00346A42"/>
    <w:rsid w:val="00347A85"/>
    <w:rsid w:val="0035030B"/>
    <w:rsid w:val="00350652"/>
    <w:rsid w:val="00351399"/>
    <w:rsid w:val="0035147D"/>
    <w:rsid w:val="00351F3B"/>
    <w:rsid w:val="00353349"/>
    <w:rsid w:val="00354E9A"/>
    <w:rsid w:val="00363859"/>
    <w:rsid w:val="0036496E"/>
    <w:rsid w:val="00367B8E"/>
    <w:rsid w:val="0037655C"/>
    <w:rsid w:val="00380987"/>
    <w:rsid w:val="00391118"/>
    <w:rsid w:val="00392FC0"/>
    <w:rsid w:val="003947AA"/>
    <w:rsid w:val="00395AD9"/>
    <w:rsid w:val="003A1264"/>
    <w:rsid w:val="003A2019"/>
    <w:rsid w:val="003B0A61"/>
    <w:rsid w:val="003B18A8"/>
    <w:rsid w:val="003B287F"/>
    <w:rsid w:val="003B68FA"/>
    <w:rsid w:val="003C009E"/>
    <w:rsid w:val="003C04D3"/>
    <w:rsid w:val="003C469D"/>
    <w:rsid w:val="003C516E"/>
    <w:rsid w:val="003C52CE"/>
    <w:rsid w:val="003C5664"/>
    <w:rsid w:val="003C5BFB"/>
    <w:rsid w:val="003D12E1"/>
    <w:rsid w:val="003D457F"/>
    <w:rsid w:val="003D4912"/>
    <w:rsid w:val="003D5548"/>
    <w:rsid w:val="003D6651"/>
    <w:rsid w:val="003D7CB5"/>
    <w:rsid w:val="003E1803"/>
    <w:rsid w:val="003F0243"/>
    <w:rsid w:val="003F30CA"/>
    <w:rsid w:val="003F55BB"/>
    <w:rsid w:val="004007E5"/>
    <w:rsid w:val="004009B0"/>
    <w:rsid w:val="004014FB"/>
    <w:rsid w:val="0040228D"/>
    <w:rsid w:val="00402CDD"/>
    <w:rsid w:val="00406E29"/>
    <w:rsid w:val="00410D82"/>
    <w:rsid w:val="004115B5"/>
    <w:rsid w:val="0041699B"/>
    <w:rsid w:val="0042020A"/>
    <w:rsid w:val="00425C83"/>
    <w:rsid w:val="004314C0"/>
    <w:rsid w:val="00433FEA"/>
    <w:rsid w:val="00437510"/>
    <w:rsid w:val="004437D7"/>
    <w:rsid w:val="00445EBC"/>
    <w:rsid w:val="00450816"/>
    <w:rsid w:val="00451055"/>
    <w:rsid w:val="004521A9"/>
    <w:rsid w:val="004524C7"/>
    <w:rsid w:val="004531CE"/>
    <w:rsid w:val="0045407F"/>
    <w:rsid w:val="0045486F"/>
    <w:rsid w:val="0045780E"/>
    <w:rsid w:val="00460D6D"/>
    <w:rsid w:val="004618DB"/>
    <w:rsid w:val="00462704"/>
    <w:rsid w:val="004641D2"/>
    <w:rsid w:val="00465944"/>
    <w:rsid w:val="00465949"/>
    <w:rsid w:val="004660FD"/>
    <w:rsid w:val="0047002A"/>
    <w:rsid w:val="00471909"/>
    <w:rsid w:val="00474AF2"/>
    <w:rsid w:val="00476026"/>
    <w:rsid w:val="0047700B"/>
    <w:rsid w:val="004833C6"/>
    <w:rsid w:val="0048390E"/>
    <w:rsid w:val="0048486F"/>
    <w:rsid w:val="00486493"/>
    <w:rsid w:val="004934C5"/>
    <w:rsid w:val="0049531D"/>
    <w:rsid w:val="004960F2"/>
    <w:rsid w:val="004A32B9"/>
    <w:rsid w:val="004A3485"/>
    <w:rsid w:val="004A4695"/>
    <w:rsid w:val="004A7389"/>
    <w:rsid w:val="004A79C9"/>
    <w:rsid w:val="004B0DB7"/>
    <w:rsid w:val="004B21B9"/>
    <w:rsid w:val="004B3362"/>
    <w:rsid w:val="004B3988"/>
    <w:rsid w:val="004B4682"/>
    <w:rsid w:val="004B536F"/>
    <w:rsid w:val="004B75CD"/>
    <w:rsid w:val="004C5B78"/>
    <w:rsid w:val="004C6CA7"/>
    <w:rsid w:val="004C775D"/>
    <w:rsid w:val="004D1B9C"/>
    <w:rsid w:val="004D1D34"/>
    <w:rsid w:val="004D706E"/>
    <w:rsid w:val="004E20AC"/>
    <w:rsid w:val="004E5D2A"/>
    <w:rsid w:val="004E7128"/>
    <w:rsid w:val="004E72EE"/>
    <w:rsid w:val="004F19EB"/>
    <w:rsid w:val="004F2063"/>
    <w:rsid w:val="004F3BCA"/>
    <w:rsid w:val="004F5482"/>
    <w:rsid w:val="004F60D2"/>
    <w:rsid w:val="0050061A"/>
    <w:rsid w:val="00501AE8"/>
    <w:rsid w:val="00503955"/>
    <w:rsid w:val="00503EF0"/>
    <w:rsid w:val="005040EF"/>
    <w:rsid w:val="00506174"/>
    <w:rsid w:val="005063B4"/>
    <w:rsid w:val="00506A29"/>
    <w:rsid w:val="00507F12"/>
    <w:rsid w:val="00512D25"/>
    <w:rsid w:val="00512EBF"/>
    <w:rsid w:val="005177C2"/>
    <w:rsid w:val="00517D29"/>
    <w:rsid w:val="00522F8F"/>
    <w:rsid w:val="00523A8C"/>
    <w:rsid w:val="00524DCB"/>
    <w:rsid w:val="0052575B"/>
    <w:rsid w:val="00527F70"/>
    <w:rsid w:val="005408F2"/>
    <w:rsid w:val="00541084"/>
    <w:rsid w:val="00541E52"/>
    <w:rsid w:val="00542402"/>
    <w:rsid w:val="00542B26"/>
    <w:rsid w:val="00552E99"/>
    <w:rsid w:val="00553489"/>
    <w:rsid w:val="00554CC1"/>
    <w:rsid w:val="005623BC"/>
    <w:rsid w:val="00562B13"/>
    <w:rsid w:val="0056478A"/>
    <w:rsid w:val="00567771"/>
    <w:rsid w:val="005710A9"/>
    <w:rsid w:val="00574CB8"/>
    <w:rsid w:val="00575014"/>
    <w:rsid w:val="00575F9E"/>
    <w:rsid w:val="005769DC"/>
    <w:rsid w:val="00576A6F"/>
    <w:rsid w:val="00577556"/>
    <w:rsid w:val="005846CF"/>
    <w:rsid w:val="00587E45"/>
    <w:rsid w:val="00591E21"/>
    <w:rsid w:val="00595599"/>
    <w:rsid w:val="005A1AD2"/>
    <w:rsid w:val="005A2F12"/>
    <w:rsid w:val="005A53C4"/>
    <w:rsid w:val="005A7EF6"/>
    <w:rsid w:val="005B792E"/>
    <w:rsid w:val="005B796A"/>
    <w:rsid w:val="005C1ADD"/>
    <w:rsid w:val="005C36AA"/>
    <w:rsid w:val="005C36EF"/>
    <w:rsid w:val="005C3D3A"/>
    <w:rsid w:val="005D011C"/>
    <w:rsid w:val="005D03E3"/>
    <w:rsid w:val="005D07BA"/>
    <w:rsid w:val="005D3083"/>
    <w:rsid w:val="005D72FD"/>
    <w:rsid w:val="005E18AB"/>
    <w:rsid w:val="005E43AE"/>
    <w:rsid w:val="005E43BC"/>
    <w:rsid w:val="005E4F28"/>
    <w:rsid w:val="005E4F8D"/>
    <w:rsid w:val="005E7A40"/>
    <w:rsid w:val="005F37EC"/>
    <w:rsid w:val="005F6083"/>
    <w:rsid w:val="005F69C8"/>
    <w:rsid w:val="005F71DE"/>
    <w:rsid w:val="005F773F"/>
    <w:rsid w:val="0060036A"/>
    <w:rsid w:val="00604186"/>
    <w:rsid w:val="00610C9F"/>
    <w:rsid w:val="00614D02"/>
    <w:rsid w:val="00615F88"/>
    <w:rsid w:val="00616447"/>
    <w:rsid w:val="00623832"/>
    <w:rsid w:val="0062764E"/>
    <w:rsid w:val="00627830"/>
    <w:rsid w:val="006345D5"/>
    <w:rsid w:val="00635CEC"/>
    <w:rsid w:val="00635DE1"/>
    <w:rsid w:val="00644E0E"/>
    <w:rsid w:val="00656562"/>
    <w:rsid w:val="00660552"/>
    <w:rsid w:val="00662131"/>
    <w:rsid w:val="00667356"/>
    <w:rsid w:val="00667E09"/>
    <w:rsid w:val="00671F07"/>
    <w:rsid w:val="00672E19"/>
    <w:rsid w:val="006730F3"/>
    <w:rsid w:val="0067371D"/>
    <w:rsid w:val="006753F1"/>
    <w:rsid w:val="006762F6"/>
    <w:rsid w:val="00682F14"/>
    <w:rsid w:val="00685876"/>
    <w:rsid w:val="00685B97"/>
    <w:rsid w:val="00686E1C"/>
    <w:rsid w:val="00695959"/>
    <w:rsid w:val="0069678D"/>
    <w:rsid w:val="0069685F"/>
    <w:rsid w:val="006A14E4"/>
    <w:rsid w:val="006A2D8D"/>
    <w:rsid w:val="006A61DE"/>
    <w:rsid w:val="006A7375"/>
    <w:rsid w:val="006B606E"/>
    <w:rsid w:val="006C2ED6"/>
    <w:rsid w:val="006C41C8"/>
    <w:rsid w:val="006C4459"/>
    <w:rsid w:val="006C6061"/>
    <w:rsid w:val="006D0ACA"/>
    <w:rsid w:val="006D3B8F"/>
    <w:rsid w:val="006D452C"/>
    <w:rsid w:val="006E0121"/>
    <w:rsid w:val="006E12AD"/>
    <w:rsid w:val="006E5281"/>
    <w:rsid w:val="006F552C"/>
    <w:rsid w:val="00700FC2"/>
    <w:rsid w:val="00701ADD"/>
    <w:rsid w:val="00704568"/>
    <w:rsid w:val="007065FE"/>
    <w:rsid w:val="0070700F"/>
    <w:rsid w:val="007074FC"/>
    <w:rsid w:val="00707987"/>
    <w:rsid w:val="0071139C"/>
    <w:rsid w:val="00712340"/>
    <w:rsid w:val="00713B70"/>
    <w:rsid w:val="007152D9"/>
    <w:rsid w:val="00717E4C"/>
    <w:rsid w:val="00720CAE"/>
    <w:rsid w:val="007217D6"/>
    <w:rsid w:val="007236DF"/>
    <w:rsid w:val="00724CC6"/>
    <w:rsid w:val="00725736"/>
    <w:rsid w:val="00733665"/>
    <w:rsid w:val="00735B51"/>
    <w:rsid w:val="00736041"/>
    <w:rsid w:val="0074070D"/>
    <w:rsid w:val="00742A71"/>
    <w:rsid w:val="00742AAC"/>
    <w:rsid w:val="00745CBD"/>
    <w:rsid w:val="00750202"/>
    <w:rsid w:val="00752EC6"/>
    <w:rsid w:val="00753C49"/>
    <w:rsid w:val="00754687"/>
    <w:rsid w:val="00754824"/>
    <w:rsid w:val="007549AC"/>
    <w:rsid w:val="00754E92"/>
    <w:rsid w:val="00756E18"/>
    <w:rsid w:val="00757B78"/>
    <w:rsid w:val="007611BE"/>
    <w:rsid w:val="007615A7"/>
    <w:rsid w:val="00763007"/>
    <w:rsid w:val="0076577D"/>
    <w:rsid w:val="007755F0"/>
    <w:rsid w:val="00776372"/>
    <w:rsid w:val="0078288D"/>
    <w:rsid w:val="00791C21"/>
    <w:rsid w:val="00792887"/>
    <w:rsid w:val="00792F96"/>
    <w:rsid w:val="007943F9"/>
    <w:rsid w:val="00795CA5"/>
    <w:rsid w:val="007A38E3"/>
    <w:rsid w:val="007A5EEB"/>
    <w:rsid w:val="007B5700"/>
    <w:rsid w:val="007B5AC2"/>
    <w:rsid w:val="007B7E4A"/>
    <w:rsid w:val="007C08A9"/>
    <w:rsid w:val="007C2433"/>
    <w:rsid w:val="007C35A7"/>
    <w:rsid w:val="007C3753"/>
    <w:rsid w:val="007C7757"/>
    <w:rsid w:val="007D135C"/>
    <w:rsid w:val="007D213C"/>
    <w:rsid w:val="007D291C"/>
    <w:rsid w:val="007D30CA"/>
    <w:rsid w:val="007D3981"/>
    <w:rsid w:val="007D3A71"/>
    <w:rsid w:val="007D52A9"/>
    <w:rsid w:val="007E014C"/>
    <w:rsid w:val="007E164C"/>
    <w:rsid w:val="007E1E14"/>
    <w:rsid w:val="007E2C42"/>
    <w:rsid w:val="007E5AE2"/>
    <w:rsid w:val="007F1462"/>
    <w:rsid w:val="007F4880"/>
    <w:rsid w:val="007F5D30"/>
    <w:rsid w:val="007F7448"/>
    <w:rsid w:val="007F787B"/>
    <w:rsid w:val="00804E6D"/>
    <w:rsid w:val="0080534A"/>
    <w:rsid w:val="008059EC"/>
    <w:rsid w:val="00806D8B"/>
    <w:rsid w:val="00813C0E"/>
    <w:rsid w:val="00813DF0"/>
    <w:rsid w:val="008146E9"/>
    <w:rsid w:val="0082107D"/>
    <w:rsid w:val="00822C4C"/>
    <w:rsid w:val="00825172"/>
    <w:rsid w:val="00825377"/>
    <w:rsid w:val="0083225D"/>
    <w:rsid w:val="00834DB9"/>
    <w:rsid w:val="0083532C"/>
    <w:rsid w:val="0083629B"/>
    <w:rsid w:val="00843378"/>
    <w:rsid w:val="008438A6"/>
    <w:rsid w:val="00843A15"/>
    <w:rsid w:val="00846195"/>
    <w:rsid w:val="00852409"/>
    <w:rsid w:val="008528C3"/>
    <w:rsid w:val="008552BB"/>
    <w:rsid w:val="008576C7"/>
    <w:rsid w:val="008576E3"/>
    <w:rsid w:val="008612CB"/>
    <w:rsid w:val="00861343"/>
    <w:rsid w:val="008644DA"/>
    <w:rsid w:val="008656C9"/>
    <w:rsid w:val="00866150"/>
    <w:rsid w:val="008667E6"/>
    <w:rsid w:val="00866ABC"/>
    <w:rsid w:val="008708E4"/>
    <w:rsid w:val="008728C3"/>
    <w:rsid w:val="00872E65"/>
    <w:rsid w:val="008741FF"/>
    <w:rsid w:val="00874981"/>
    <w:rsid w:val="00875190"/>
    <w:rsid w:val="00875E0E"/>
    <w:rsid w:val="0087645E"/>
    <w:rsid w:val="00885E4D"/>
    <w:rsid w:val="00886DF3"/>
    <w:rsid w:val="00891AD4"/>
    <w:rsid w:val="0089381B"/>
    <w:rsid w:val="0089439D"/>
    <w:rsid w:val="008948C4"/>
    <w:rsid w:val="0089568B"/>
    <w:rsid w:val="0089679E"/>
    <w:rsid w:val="008A03C2"/>
    <w:rsid w:val="008A5FD3"/>
    <w:rsid w:val="008A64D4"/>
    <w:rsid w:val="008B3827"/>
    <w:rsid w:val="008B3B59"/>
    <w:rsid w:val="008B6612"/>
    <w:rsid w:val="008B7861"/>
    <w:rsid w:val="008C5A52"/>
    <w:rsid w:val="008D4AF6"/>
    <w:rsid w:val="008D6C95"/>
    <w:rsid w:val="008D708E"/>
    <w:rsid w:val="008E0629"/>
    <w:rsid w:val="008E2020"/>
    <w:rsid w:val="008E2EE9"/>
    <w:rsid w:val="008E4ED2"/>
    <w:rsid w:val="008E5883"/>
    <w:rsid w:val="008E76B8"/>
    <w:rsid w:val="008F4746"/>
    <w:rsid w:val="008F5B74"/>
    <w:rsid w:val="009016BD"/>
    <w:rsid w:val="00903A8F"/>
    <w:rsid w:val="00904CC6"/>
    <w:rsid w:val="00905D80"/>
    <w:rsid w:val="00913A62"/>
    <w:rsid w:val="0091643E"/>
    <w:rsid w:val="00916D57"/>
    <w:rsid w:val="00917C44"/>
    <w:rsid w:val="009205A5"/>
    <w:rsid w:val="00921DD7"/>
    <w:rsid w:val="00923025"/>
    <w:rsid w:val="00927F62"/>
    <w:rsid w:val="00935C0D"/>
    <w:rsid w:val="00937DC4"/>
    <w:rsid w:val="00940713"/>
    <w:rsid w:val="009433BF"/>
    <w:rsid w:val="00943B95"/>
    <w:rsid w:val="0094533D"/>
    <w:rsid w:val="009517B9"/>
    <w:rsid w:val="00951FD5"/>
    <w:rsid w:val="009525B5"/>
    <w:rsid w:val="00952D47"/>
    <w:rsid w:val="00953951"/>
    <w:rsid w:val="00956A74"/>
    <w:rsid w:val="00960E95"/>
    <w:rsid w:val="00961882"/>
    <w:rsid w:val="00962415"/>
    <w:rsid w:val="009666A9"/>
    <w:rsid w:val="0097154A"/>
    <w:rsid w:val="00973D89"/>
    <w:rsid w:val="00976B24"/>
    <w:rsid w:val="00977EC6"/>
    <w:rsid w:val="0098000F"/>
    <w:rsid w:val="009807C5"/>
    <w:rsid w:val="00981712"/>
    <w:rsid w:val="0098196D"/>
    <w:rsid w:val="00986018"/>
    <w:rsid w:val="00986195"/>
    <w:rsid w:val="00990072"/>
    <w:rsid w:val="009908D2"/>
    <w:rsid w:val="00994AFF"/>
    <w:rsid w:val="009969D3"/>
    <w:rsid w:val="00997411"/>
    <w:rsid w:val="00997B18"/>
    <w:rsid w:val="009A334F"/>
    <w:rsid w:val="009A56DB"/>
    <w:rsid w:val="009B3824"/>
    <w:rsid w:val="009B62D3"/>
    <w:rsid w:val="009B740E"/>
    <w:rsid w:val="009C12C0"/>
    <w:rsid w:val="009C5673"/>
    <w:rsid w:val="009C6D77"/>
    <w:rsid w:val="009D0CC9"/>
    <w:rsid w:val="009D1797"/>
    <w:rsid w:val="009D5A6A"/>
    <w:rsid w:val="009D5B80"/>
    <w:rsid w:val="009E1364"/>
    <w:rsid w:val="009E3AC5"/>
    <w:rsid w:val="009E4D6B"/>
    <w:rsid w:val="009F074C"/>
    <w:rsid w:val="009F0937"/>
    <w:rsid w:val="009F50F0"/>
    <w:rsid w:val="00A0180C"/>
    <w:rsid w:val="00A066D5"/>
    <w:rsid w:val="00A067C5"/>
    <w:rsid w:val="00A06F8A"/>
    <w:rsid w:val="00A1123E"/>
    <w:rsid w:val="00A1267A"/>
    <w:rsid w:val="00A14E00"/>
    <w:rsid w:val="00A225EC"/>
    <w:rsid w:val="00A25E81"/>
    <w:rsid w:val="00A302C5"/>
    <w:rsid w:val="00A304B0"/>
    <w:rsid w:val="00A30FA9"/>
    <w:rsid w:val="00A35677"/>
    <w:rsid w:val="00A40614"/>
    <w:rsid w:val="00A40687"/>
    <w:rsid w:val="00A411DD"/>
    <w:rsid w:val="00A42885"/>
    <w:rsid w:val="00A42F81"/>
    <w:rsid w:val="00A469FD"/>
    <w:rsid w:val="00A4752F"/>
    <w:rsid w:val="00A4783D"/>
    <w:rsid w:val="00A47E36"/>
    <w:rsid w:val="00A510EC"/>
    <w:rsid w:val="00A531B7"/>
    <w:rsid w:val="00A54A65"/>
    <w:rsid w:val="00A61ADD"/>
    <w:rsid w:val="00A63C38"/>
    <w:rsid w:val="00A6686D"/>
    <w:rsid w:val="00A71749"/>
    <w:rsid w:val="00A73826"/>
    <w:rsid w:val="00A74ED5"/>
    <w:rsid w:val="00A756AE"/>
    <w:rsid w:val="00A7736D"/>
    <w:rsid w:val="00A801FA"/>
    <w:rsid w:val="00A8021A"/>
    <w:rsid w:val="00A81077"/>
    <w:rsid w:val="00A83084"/>
    <w:rsid w:val="00A848B9"/>
    <w:rsid w:val="00A956E8"/>
    <w:rsid w:val="00A968C5"/>
    <w:rsid w:val="00AA0905"/>
    <w:rsid w:val="00AA1C19"/>
    <w:rsid w:val="00AA2331"/>
    <w:rsid w:val="00AA2A17"/>
    <w:rsid w:val="00AA79DB"/>
    <w:rsid w:val="00AB1B9A"/>
    <w:rsid w:val="00AB7AFE"/>
    <w:rsid w:val="00AB7D41"/>
    <w:rsid w:val="00AC1703"/>
    <w:rsid w:val="00AC2F23"/>
    <w:rsid w:val="00AC4935"/>
    <w:rsid w:val="00AC6C36"/>
    <w:rsid w:val="00AC7A7D"/>
    <w:rsid w:val="00AC7D7E"/>
    <w:rsid w:val="00AC7F23"/>
    <w:rsid w:val="00AD3266"/>
    <w:rsid w:val="00AD56FF"/>
    <w:rsid w:val="00AD57F0"/>
    <w:rsid w:val="00AD5F3A"/>
    <w:rsid w:val="00AD7B52"/>
    <w:rsid w:val="00AE1B2E"/>
    <w:rsid w:val="00AE2AD5"/>
    <w:rsid w:val="00AE5DC3"/>
    <w:rsid w:val="00AF1FF9"/>
    <w:rsid w:val="00AF2EE7"/>
    <w:rsid w:val="00AF64D0"/>
    <w:rsid w:val="00AF751F"/>
    <w:rsid w:val="00B01D67"/>
    <w:rsid w:val="00B04959"/>
    <w:rsid w:val="00B04E80"/>
    <w:rsid w:val="00B06478"/>
    <w:rsid w:val="00B14862"/>
    <w:rsid w:val="00B17F49"/>
    <w:rsid w:val="00B23E46"/>
    <w:rsid w:val="00B260CD"/>
    <w:rsid w:val="00B26751"/>
    <w:rsid w:val="00B270E0"/>
    <w:rsid w:val="00B30D00"/>
    <w:rsid w:val="00B32C83"/>
    <w:rsid w:val="00B34FBB"/>
    <w:rsid w:val="00B35A1D"/>
    <w:rsid w:val="00B37709"/>
    <w:rsid w:val="00B40DB8"/>
    <w:rsid w:val="00B40EDB"/>
    <w:rsid w:val="00B412CC"/>
    <w:rsid w:val="00B4155F"/>
    <w:rsid w:val="00B44A9C"/>
    <w:rsid w:val="00B5008D"/>
    <w:rsid w:val="00B500DE"/>
    <w:rsid w:val="00B5393E"/>
    <w:rsid w:val="00B553B3"/>
    <w:rsid w:val="00B553FB"/>
    <w:rsid w:val="00B55698"/>
    <w:rsid w:val="00B5799B"/>
    <w:rsid w:val="00B60E0E"/>
    <w:rsid w:val="00B67374"/>
    <w:rsid w:val="00B71BC4"/>
    <w:rsid w:val="00B71E59"/>
    <w:rsid w:val="00B728D0"/>
    <w:rsid w:val="00B76CDC"/>
    <w:rsid w:val="00B76E51"/>
    <w:rsid w:val="00B77175"/>
    <w:rsid w:val="00B803C5"/>
    <w:rsid w:val="00B81688"/>
    <w:rsid w:val="00B8317F"/>
    <w:rsid w:val="00B84D6E"/>
    <w:rsid w:val="00B8593B"/>
    <w:rsid w:val="00B9025D"/>
    <w:rsid w:val="00B94B1A"/>
    <w:rsid w:val="00BA05EB"/>
    <w:rsid w:val="00BA093A"/>
    <w:rsid w:val="00BA2AF4"/>
    <w:rsid w:val="00BA4D5A"/>
    <w:rsid w:val="00BA4F5F"/>
    <w:rsid w:val="00BA62BA"/>
    <w:rsid w:val="00BA751D"/>
    <w:rsid w:val="00BB5B95"/>
    <w:rsid w:val="00BB5C30"/>
    <w:rsid w:val="00BB7641"/>
    <w:rsid w:val="00BB7BFE"/>
    <w:rsid w:val="00BC07B7"/>
    <w:rsid w:val="00BC099C"/>
    <w:rsid w:val="00BC6D8A"/>
    <w:rsid w:val="00BC791B"/>
    <w:rsid w:val="00BD1789"/>
    <w:rsid w:val="00BD223C"/>
    <w:rsid w:val="00BD3F5A"/>
    <w:rsid w:val="00BD4B37"/>
    <w:rsid w:val="00BE02F6"/>
    <w:rsid w:val="00BE17A5"/>
    <w:rsid w:val="00BE3FE0"/>
    <w:rsid w:val="00BE611C"/>
    <w:rsid w:val="00BE7159"/>
    <w:rsid w:val="00BE71D1"/>
    <w:rsid w:val="00BE7792"/>
    <w:rsid w:val="00BF0B84"/>
    <w:rsid w:val="00BF3959"/>
    <w:rsid w:val="00BF5526"/>
    <w:rsid w:val="00BF560F"/>
    <w:rsid w:val="00BF79FE"/>
    <w:rsid w:val="00C0105C"/>
    <w:rsid w:val="00C013D5"/>
    <w:rsid w:val="00C01BFF"/>
    <w:rsid w:val="00C0215B"/>
    <w:rsid w:val="00C03195"/>
    <w:rsid w:val="00C03FEC"/>
    <w:rsid w:val="00C06C93"/>
    <w:rsid w:val="00C11701"/>
    <w:rsid w:val="00C14A0A"/>
    <w:rsid w:val="00C2074F"/>
    <w:rsid w:val="00C20B18"/>
    <w:rsid w:val="00C2160C"/>
    <w:rsid w:val="00C22142"/>
    <w:rsid w:val="00C26AF6"/>
    <w:rsid w:val="00C2790F"/>
    <w:rsid w:val="00C31BF7"/>
    <w:rsid w:val="00C3339F"/>
    <w:rsid w:val="00C356EA"/>
    <w:rsid w:val="00C35A78"/>
    <w:rsid w:val="00C409C9"/>
    <w:rsid w:val="00C40D37"/>
    <w:rsid w:val="00C425DB"/>
    <w:rsid w:val="00C42664"/>
    <w:rsid w:val="00C4365B"/>
    <w:rsid w:val="00C506D2"/>
    <w:rsid w:val="00C51709"/>
    <w:rsid w:val="00C51B23"/>
    <w:rsid w:val="00C51DEA"/>
    <w:rsid w:val="00C63794"/>
    <w:rsid w:val="00C75128"/>
    <w:rsid w:val="00C75415"/>
    <w:rsid w:val="00C75724"/>
    <w:rsid w:val="00C761D9"/>
    <w:rsid w:val="00C76ACB"/>
    <w:rsid w:val="00C77365"/>
    <w:rsid w:val="00C773C9"/>
    <w:rsid w:val="00C77459"/>
    <w:rsid w:val="00C83AB3"/>
    <w:rsid w:val="00C8526F"/>
    <w:rsid w:val="00C859FE"/>
    <w:rsid w:val="00C90998"/>
    <w:rsid w:val="00C96C70"/>
    <w:rsid w:val="00C976EF"/>
    <w:rsid w:val="00C97948"/>
    <w:rsid w:val="00CA587D"/>
    <w:rsid w:val="00CB2E45"/>
    <w:rsid w:val="00CB55AC"/>
    <w:rsid w:val="00CB56E4"/>
    <w:rsid w:val="00CB612E"/>
    <w:rsid w:val="00CC06D3"/>
    <w:rsid w:val="00CC0F52"/>
    <w:rsid w:val="00CC3C77"/>
    <w:rsid w:val="00CD25CD"/>
    <w:rsid w:val="00CD335D"/>
    <w:rsid w:val="00CD33DF"/>
    <w:rsid w:val="00CE0FFE"/>
    <w:rsid w:val="00CE1B56"/>
    <w:rsid w:val="00CE4CD3"/>
    <w:rsid w:val="00CE5B75"/>
    <w:rsid w:val="00CF0866"/>
    <w:rsid w:val="00CF13C0"/>
    <w:rsid w:val="00CF1F5C"/>
    <w:rsid w:val="00CF4F2F"/>
    <w:rsid w:val="00CF6C0A"/>
    <w:rsid w:val="00CF7546"/>
    <w:rsid w:val="00D00050"/>
    <w:rsid w:val="00D035FF"/>
    <w:rsid w:val="00D1181D"/>
    <w:rsid w:val="00D14C92"/>
    <w:rsid w:val="00D16E4C"/>
    <w:rsid w:val="00D20A75"/>
    <w:rsid w:val="00D228BB"/>
    <w:rsid w:val="00D303E8"/>
    <w:rsid w:val="00D34735"/>
    <w:rsid w:val="00D348EA"/>
    <w:rsid w:val="00D35498"/>
    <w:rsid w:val="00D415BA"/>
    <w:rsid w:val="00D4290B"/>
    <w:rsid w:val="00D43386"/>
    <w:rsid w:val="00D44739"/>
    <w:rsid w:val="00D46357"/>
    <w:rsid w:val="00D51629"/>
    <w:rsid w:val="00D52E32"/>
    <w:rsid w:val="00D53D2C"/>
    <w:rsid w:val="00D55D01"/>
    <w:rsid w:val="00D564BD"/>
    <w:rsid w:val="00D5708F"/>
    <w:rsid w:val="00D575EA"/>
    <w:rsid w:val="00D61DAC"/>
    <w:rsid w:val="00D62323"/>
    <w:rsid w:val="00D63121"/>
    <w:rsid w:val="00D63E11"/>
    <w:rsid w:val="00D64C3F"/>
    <w:rsid w:val="00D64FE9"/>
    <w:rsid w:val="00D66B76"/>
    <w:rsid w:val="00D70D27"/>
    <w:rsid w:val="00D731AD"/>
    <w:rsid w:val="00D74006"/>
    <w:rsid w:val="00D744E3"/>
    <w:rsid w:val="00D77CFE"/>
    <w:rsid w:val="00D8300B"/>
    <w:rsid w:val="00D8705C"/>
    <w:rsid w:val="00D91815"/>
    <w:rsid w:val="00D93027"/>
    <w:rsid w:val="00D96C2D"/>
    <w:rsid w:val="00DA2340"/>
    <w:rsid w:val="00DA38CD"/>
    <w:rsid w:val="00DB1621"/>
    <w:rsid w:val="00DB4179"/>
    <w:rsid w:val="00DB5E4E"/>
    <w:rsid w:val="00DB776E"/>
    <w:rsid w:val="00DC10DF"/>
    <w:rsid w:val="00DC37FF"/>
    <w:rsid w:val="00DC4BC8"/>
    <w:rsid w:val="00DC551A"/>
    <w:rsid w:val="00DD172E"/>
    <w:rsid w:val="00DD293F"/>
    <w:rsid w:val="00DD3E7C"/>
    <w:rsid w:val="00DD485D"/>
    <w:rsid w:val="00DD5EA4"/>
    <w:rsid w:val="00DD6C41"/>
    <w:rsid w:val="00DE1444"/>
    <w:rsid w:val="00DE3FAB"/>
    <w:rsid w:val="00DE6660"/>
    <w:rsid w:val="00DE7588"/>
    <w:rsid w:val="00DF214B"/>
    <w:rsid w:val="00DF6B83"/>
    <w:rsid w:val="00E03AFF"/>
    <w:rsid w:val="00E0785B"/>
    <w:rsid w:val="00E11F24"/>
    <w:rsid w:val="00E148B3"/>
    <w:rsid w:val="00E14946"/>
    <w:rsid w:val="00E16290"/>
    <w:rsid w:val="00E16CEE"/>
    <w:rsid w:val="00E17412"/>
    <w:rsid w:val="00E17541"/>
    <w:rsid w:val="00E22BF2"/>
    <w:rsid w:val="00E30086"/>
    <w:rsid w:val="00E314F4"/>
    <w:rsid w:val="00E31B32"/>
    <w:rsid w:val="00E34782"/>
    <w:rsid w:val="00E36B86"/>
    <w:rsid w:val="00E40F9B"/>
    <w:rsid w:val="00E415D8"/>
    <w:rsid w:val="00E41AF5"/>
    <w:rsid w:val="00E4253E"/>
    <w:rsid w:val="00E42C6B"/>
    <w:rsid w:val="00E450DF"/>
    <w:rsid w:val="00E473F9"/>
    <w:rsid w:val="00E47F6C"/>
    <w:rsid w:val="00E50B42"/>
    <w:rsid w:val="00E51096"/>
    <w:rsid w:val="00E52B7B"/>
    <w:rsid w:val="00E535FC"/>
    <w:rsid w:val="00E54DCC"/>
    <w:rsid w:val="00E60CD0"/>
    <w:rsid w:val="00E63F8B"/>
    <w:rsid w:val="00E65944"/>
    <w:rsid w:val="00E66A0E"/>
    <w:rsid w:val="00E767D9"/>
    <w:rsid w:val="00E80577"/>
    <w:rsid w:val="00E809C0"/>
    <w:rsid w:val="00E81771"/>
    <w:rsid w:val="00E8213D"/>
    <w:rsid w:val="00E83CA5"/>
    <w:rsid w:val="00E83D93"/>
    <w:rsid w:val="00E85016"/>
    <w:rsid w:val="00E86E0A"/>
    <w:rsid w:val="00E90490"/>
    <w:rsid w:val="00E92B88"/>
    <w:rsid w:val="00E9314A"/>
    <w:rsid w:val="00E94F50"/>
    <w:rsid w:val="00E94F92"/>
    <w:rsid w:val="00E956C3"/>
    <w:rsid w:val="00EA66D3"/>
    <w:rsid w:val="00EA7A60"/>
    <w:rsid w:val="00EA7BCA"/>
    <w:rsid w:val="00EB1921"/>
    <w:rsid w:val="00EB4A1B"/>
    <w:rsid w:val="00EB6511"/>
    <w:rsid w:val="00EC2643"/>
    <w:rsid w:val="00EC51F8"/>
    <w:rsid w:val="00EC6B5F"/>
    <w:rsid w:val="00EC6DBE"/>
    <w:rsid w:val="00EC7137"/>
    <w:rsid w:val="00ED1ECC"/>
    <w:rsid w:val="00ED25AF"/>
    <w:rsid w:val="00ED37D4"/>
    <w:rsid w:val="00ED4501"/>
    <w:rsid w:val="00ED5488"/>
    <w:rsid w:val="00ED5FE4"/>
    <w:rsid w:val="00ED63C8"/>
    <w:rsid w:val="00EE1363"/>
    <w:rsid w:val="00EE3A7C"/>
    <w:rsid w:val="00EE3C03"/>
    <w:rsid w:val="00EE4B0A"/>
    <w:rsid w:val="00EE6AED"/>
    <w:rsid w:val="00EF16FB"/>
    <w:rsid w:val="00EF18CC"/>
    <w:rsid w:val="00EF4583"/>
    <w:rsid w:val="00EF5E31"/>
    <w:rsid w:val="00F013D2"/>
    <w:rsid w:val="00F023FE"/>
    <w:rsid w:val="00F02557"/>
    <w:rsid w:val="00F07862"/>
    <w:rsid w:val="00F12E38"/>
    <w:rsid w:val="00F12EC6"/>
    <w:rsid w:val="00F201CD"/>
    <w:rsid w:val="00F20C94"/>
    <w:rsid w:val="00F23BF7"/>
    <w:rsid w:val="00F3505D"/>
    <w:rsid w:val="00F37977"/>
    <w:rsid w:val="00F41A65"/>
    <w:rsid w:val="00F41F23"/>
    <w:rsid w:val="00F447E2"/>
    <w:rsid w:val="00F456AD"/>
    <w:rsid w:val="00F45944"/>
    <w:rsid w:val="00F473FD"/>
    <w:rsid w:val="00F474B4"/>
    <w:rsid w:val="00F47B64"/>
    <w:rsid w:val="00F5010E"/>
    <w:rsid w:val="00F5081B"/>
    <w:rsid w:val="00F52755"/>
    <w:rsid w:val="00F528B7"/>
    <w:rsid w:val="00F52A0E"/>
    <w:rsid w:val="00F54C80"/>
    <w:rsid w:val="00F57F9E"/>
    <w:rsid w:val="00F60148"/>
    <w:rsid w:val="00F60399"/>
    <w:rsid w:val="00F62B52"/>
    <w:rsid w:val="00F62F3D"/>
    <w:rsid w:val="00F63173"/>
    <w:rsid w:val="00F6494E"/>
    <w:rsid w:val="00F65E3E"/>
    <w:rsid w:val="00F65F9A"/>
    <w:rsid w:val="00F662BF"/>
    <w:rsid w:val="00F707F8"/>
    <w:rsid w:val="00F7235C"/>
    <w:rsid w:val="00F726B4"/>
    <w:rsid w:val="00F758EC"/>
    <w:rsid w:val="00F75B74"/>
    <w:rsid w:val="00F77348"/>
    <w:rsid w:val="00F80B31"/>
    <w:rsid w:val="00F80F4B"/>
    <w:rsid w:val="00F83244"/>
    <w:rsid w:val="00F85966"/>
    <w:rsid w:val="00F86010"/>
    <w:rsid w:val="00F87480"/>
    <w:rsid w:val="00F95EF0"/>
    <w:rsid w:val="00F97249"/>
    <w:rsid w:val="00FA0167"/>
    <w:rsid w:val="00FA35A8"/>
    <w:rsid w:val="00FA427A"/>
    <w:rsid w:val="00FA481E"/>
    <w:rsid w:val="00FA6812"/>
    <w:rsid w:val="00FA6BFC"/>
    <w:rsid w:val="00FB0765"/>
    <w:rsid w:val="00FB21D1"/>
    <w:rsid w:val="00FB2271"/>
    <w:rsid w:val="00FB2609"/>
    <w:rsid w:val="00FB3A5D"/>
    <w:rsid w:val="00FB4134"/>
    <w:rsid w:val="00FB4300"/>
    <w:rsid w:val="00FB6995"/>
    <w:rsid w:val="00FC2752"/>
    <w:rsid w:val="00FC47BA"/>
    <w:rsid w:val="00FC5FBB"/>
    <w:rsid w:val="00FC6B77"/>
    <w:rsid w:val="00FD1934"/>
    <w:rsid w:val="00FD2C9F"/>
    <w:rsid w:val="00FD2F50"/>
    <w:rsid w:val="00FD33CD"/>
    <w:rsid w:val="00FD4C23"/>
    <w:rsid w:val="00FD6E54"/>
    <w:rsid w:val="00FE36A1"/>
    <w:rsid w:val="00FE4F21"/>
    <w:rsid w:val="00FE7E40"/>
    <w:rsid w:val="00FF4F37"/>
    <w:rsid w:val="00FF51FA"/>
    <w:rsid w:val="00FF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1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Шапка документу"/>
    <w:basedOn w:val="Normal"/>
    <w:uiPriority w:val="99"/>
    <w:rsid w:val="00B06478"/>
    <w:pPr>
      <w:keepNext/>
      <w:keepLines/>
      <w:spacing w:after="240" w:line="240" w:lineRule="auto"/>
      <w:ind w:left="4536"/>
      <w:jc w:val="center"/>
    </w:pPr>
    <w:rPr>
      <w:rFonts w:ascii="Antiqua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45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170</Words>
  <Characters>969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Загальний відділ</cp:lastModifiedBy>
  <cp:revision>11</cp:revision>
  <dcterms:created xsi:type="dcterms:W3CDTF">2017-04-20T12:56:00Z</dcterms:created>
  <dcterms:modified xsi:type="dcterms:W3CDTF">2017-05-13T08:45:00Z</dcterms:modified>
</cp:coreProperties>
</file>