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5F" w:rsidRDefault="002A135F" w:rsidP="00901196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Pr="00BF4902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2A135F" w:rsidRDefault="002A135F" w:rsidP="00901196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Pr="00BF4902">
        <w:rPr>
          <w:rFonts w:ascii="Times New Roman" w:hAnsi="Times New Roman"/>
          <w:sz w:val="28"/>
          <w:szCs w:val="28"/>
          <w:lang w:val="uk-UA"/>
        </w:rPr>
        <w:t xml:space="preserve">до розпорядження голови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A135F" w:rsidRPr="008D7C4F" w:rsidRDefault="002A135F" w:rsidP="0090119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від </w:t>
      </w:r>
      <w:r w:rsidRPr="008D7C4F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1196">
        <w:rPr>
          <w:rFonts w:ascii="Times New Roman" w:hAnsi="Times New Roman"/>
          <w:sz w:val="28"/>
          <w:szCs w:val="28"/>
        </w:rPr>
        <w:t>квітня</w:t>
      </w:r>
      <w:r w:rsidRPr="00BF4902">
        <w:rPr>
          <w:rFonts w:ascii="Times New Roman" w:hAnsi="Times New Roman"/>
          <w:sz w:val="28"/>
          <w:szCs w:val="28"/>
          <w:lang w:val="uk-UA"/>
        </w:rPr>
        <w:t xml:space="preserve"> 2017 року №</w:t>
      </w:r>
      <w:r w:rsidRPr="008D7C4F">
        <w:rPr>
          <w:rFonts w:ascii="Times New Roman" w:hAnsi="Times New Roman"/>
          <w:sz w:val="28"/>
          <w:szCs w:val="28"/>
        </w:rPr>
        <w:t xml:space="preserve"> 134</w:t>
      </w:r>
    </w:p>
    <w:p w:rsidR="002A135F" w:rsidRDefault="002A135F">
      <w:pPr>
        <w:rPr>
          <w:rFonts w:ascii="Times New Roman" w:hAnsi="Times New Roman"/>
          <w:sz w:val="28"/>
          <w:szCs w:val="28"/>
          <w:lang w:val="uk-UA"/>
        </w:rPr>
      </w:pPr>
    </w:p>
    <w:p w:rsidR="002A135F" w:rsidRDefault="002A135F">
      <w:pPr>
        <w:rPr>
          <w:rFonts w:ascii="Times New Roman" w:hAnsi="Times New Roman"/>
          <w:sz w:val="28"/>
          <w:szCs w:val="28"/>
          <w:lang w:val="uk-UA"/>
        </w:rPr>
      </w:pPr>
    </w:p>
    <w:p w:rsidR="002A135F" w:rsidRDefault="002A135F" w:rsidP="0090119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Договори оренди земельних ділянок водного фонду, </w:t>
      </w:r>
    </w:p>
    <w:p w:rsidR="002A135F" w:rsidRDefault="002A135F" w:rsidP="0090119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яких вносяться зміни щодо розміру орендної плати </w:t>
      </w:r>
    </w:p>
    <w:p w:rsidR="002A135F" w:rsidRDefault="002A135F" w:rsidP="0090119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864"/>
        <w:gridCol w:w="3604"/>
        <w:gridCol w:w="2584"/>
        <w:gridCol w:w="1455"/>
        <w:gridCol w:w="1859"/>
        <w:gridCol w:w="1854"/>
      </w:tblGrid>
      <w:tr w:rsidR="002A135F" w:rsidRPr="002849CB" w:rsidTr="002849CB">
        <w:tc>
          <w:tcPr>
            <w:tcW w:w="555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877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Орендар</w:t>
            </w:r>
          </w:p>
        </w:tc>
        <w:tc>
          <w:tcPr>
            <w:tcW w:w="362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Місцезнаходження земельної ділянки</w:t>
            </w:r>
          </w:p>
        </w:tc>
        <w:tc>
          <w:tcPr>
            <w:tcW w:w="255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Дата та номер договору </w:t>
            </w:r>
          </w:p>
        </w:tc>
        <w:tc>
          <w:tcPr>
            <w:tcW w:w="1456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Площа земельної ділянки, га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Нормативна грошова оцінка земельної ділянки, грн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Орендна плата, грн/рік</w:t>
            </w:r>
          </w:p>
        </w:tc>
      </w:tr>
      <w:tr w:rsidR="002A135F" w:rsidRPr="002849CB" w:rsidTr="002849CB">
        <w:tc>
          <w:tcPr>
            <w:tcW w:w="555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77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Білан Інна Володимирівна</w:t>
            </w:r>
          </w:p>
        </w:tc>
        <w:tc>
          <w:tcPr>
            <w:tcW w:w="362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Березовичівська сільська рада, біля села Бегета</w:t>
            </w:r>
          </w:p>
        </w:tc>
        <w:tc>
          <w:tcPr>
            <w:tcW w:w="255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14.07.2009 №040908200212</w:t>
            </w:r>
          </w:p>
        </w:tc>
        <w:tc>
          <w:tcPr>
            <w:tcW w:w="1456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25,3513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571 046,28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17 131,38</w:t>
            </w:r>
          </w:p>
        </w:tc>
      </w:tr>
      <w:tr w:rsidR="002A135F" w:rsidRPr="002849CB" w:rsidTr="002849CB">
        <w:tc>
          <w:tcPr>
            <w:tcW w:w="555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877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Ковальчук Іванна Іванівна</w:t>
            </w:r>
          </w:p>
        </w:tc>
        <w:tc>
          <w:tcPr>
            <w:tcW w:w="362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Березовичівська сільська рада, біля села Березовичі</w:t>
            </w:r>
          </w:p>
        </w:tc>
        <w:tc>
          <w:tcPr>
            <w:tcW w:w="255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12.04.2007 №040708200003</w:t>
            </w:r>
          </w:p>
        </w:tc>
        <w:tc>
          <w:tcPr>
            <w:tcW w:w="1456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6,7182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138 181,56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4 145,44</w:t>
            </w:r>
          </w:p>
        </w:tc>
      </w:tr>
      <w:tr w:rsidR="002A135F" w:rsidRPr="002849CB" w:rsidTr="002849CB">
        <w:tc>
          <w:tcPr>
            <w:tcW w:w="555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877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Ковальчук Іванна Іванівна</w:t>
            </w:r>
          </w:p>
        </w:tc>
        <w:tc>
          <w:tcPr>
            <w:tcW w:w="362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Березовичівська сільська рада, біля села Березовичі</w:t>
            </w:r>
          </w:p>
        </w:tc>
        <w:tc>
          <w:tcPr>
            <w:tcW w:w="255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12.04.2007 №040708200003</w:t>
            </w:r>
          </w:p>
        </w:tc>
        <w:tc>
          <w:tcPr>
            <w:tcW w:w="1456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23,879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412 810,70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12 384,32</w:t>
            </w:r>
          </w:p>
        </w:tc>
      </w:tr>
      <w:tr w:rsidR="002A135F" w:rsidRPr="002849CB" w:rsidTr="002849CB">
        <w:tc>
          <w:tcPr>
            <w:tcW w:w="555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877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Приватне підприємство «Волинське»</w:t>
            </w:r>
          </w:p>
        </w:tc>
        <w:tc>
          <w:tcPr>
            <w:tcW w:w="362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Галинівська сільська рада, біля села Галинівка</w:t>
            </w:r>
          </w:p>
        </w:tc>
        <w:tc>
          <w:tcPr>
            <w:tcW w:w="255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04.10.2006 №040608200001</w:t>
            </w:r>
          </w:p>
        </w:tc>
        <w:tc>
          <w:tcPr>
            <w:tcW w:w="1456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21,7815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442 030,43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13 260,91</w:t>
            </w:r>
          </w:p>
        </w:tc>
      </w:tr>
      <w:tr w:rsidR="002A135F" w:rsidRPr="002849CB" w:rsidTr="002849CB">
        <w:tc>
          <w:tcPr>
            <w:tcW w:w="555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877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Приватне підприємство «Волинське»</w:t>
            </w:r>
          </w:p>
        </w:tc>
        <w:tc>
          <w:tcPr>
            <w:tcW w:w="362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Галинівська сільська рада, біля села Галинівка</w:t>
            </w:r>
          </w:p>
        </w:tc>
        <w:tc>
          <w:tcPr>
            <w:tcW w:w="255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30.06.2010 №041008200003</w:t>
            </w:r>
          </w:p>
        </w:tc>
        <w:tc>
          <w:tcPr>
            <w:tcW w:w="1456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5,4765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104 044,23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3 121,32</w:t>
            </w:r>
          </w:p>
        </w:tc>
      </w:tr>
      <w:tr w:rsidR="002A135F" w:rsidRPr="002849CB" w:rsidTr="002849CB">
        <w:tc>
          <w:tcPr>
            <w:tcW w:w="555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877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Цвид Микола Іванович</w:t>
            </w:r>
          </w:p>
        </w:tc>
        <w:tc>
          <w:tcPr>
            <w:tcW w:w="362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Галинівська сільська рада, біля села Галинівка, урочище «Руда гребля»</w:t>
            </w:r>
          </w:p>
        </w:tc>
        <w:tc>
          <w:tcPr>
            <w:tcW w:w="255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12.10.2009 №040908200010</w:t>
            </w:r>
          </w:p>
        </w:tc>
        <w:tc>
          <w:tcPr>
            <w:tcW w:w="1456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7,5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129 860,77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3 895,82</w:t>
            </w:r>
          </w:p>
        </w:tc>
      </w:tr>
      <w:tr w:rsidR="002A135F" w:rsidRPr="002849CB" w:rsidTr="002849CB">
        <w:tc>
          <w:tcPr>
            <w:tcW w:w="555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877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Романюк Вячеслав Петрович</w:t>
            </w:r>
          </w:p>
        </w:tc>
        <w:tc>
          <w:tcPr>
            <w:tcW w:w="362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Галинівська сільська рада, біля села Свійчів, урочище «Вандиволя»</w:t>
            </w:r>
          </w:p>
        </w:tc>
        <w:tc>
          <w:tcPr>
            <w:tcW w:w="255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30.01.2009 №040908200009</w:t>
            </w:r>
          </w:p>
        </w:tc>
        <w:tc>
          <w:tcPr>
            <w:tcW w:w="1456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18,2586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303 088,58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9 092,65</w:t>
            </w:r>
          </w:p>
        </w:tc>
      </w:tr>
      <w:tr w:rsidR="002A135F" w:rsidRPr="002849CB" w:rsidTr="002849CB">
        <w:tc>
          <w:tcPr>
            <w:tcW w:w="555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877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Юнак Сергій Петрович</w:t>
            </w:r>
          </w:p>
        </w:tc>
        <w:tc>
          <w:tcPr>
            <w:tcW w:w="362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Зарічанська сільська рада, урочище «Мочиська»</w:t>
            </w:r>
          </w:p>
        </w:tc>
        <w:tc>
          <w:tcPr>
            <w:tcW w:w="255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28.09.2012 №072050004003051</w:t>
            </w:r>
          </w:p>
        </w:tc>
        <w:tc>
          <w:tcPr>
            <w:tcW w:w="1456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18,1989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402 818,04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12 084,54</w:t>
            </w:r>
          </w:p>
        </w:tc>
      </w:tr>
      <w:tr w:rsidR="002A135F" w:rsidRPr="002849CB" w:rsidTr="002849CB">
        <w:tc>
          <w:tcPr>
            <w:tcW w:w="555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877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Кужель Володимир Анатолійович</w:t>
            </w:r>
          </w:p>
        </w:tc>
        <w:tc>
          <w:tcPr>
            <w:tcW w:w="362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Зимнівська сільська рада, біля села Горичів, урочище «Біля Тарасюк» </w:t>
            </w:r>
          </w:p>
        </w:tc>
        <w:tc>
          <w:tcPr>
            <w:tcW w:w="255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11.10.2011 №072050004000806</w:t>
            </w:r>
          </w:p>
        </w:tc>
        <w:tc>
          <w:tcPr>
            <w:tcW w:w="1456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7,1935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150 943,84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4 528,31</w:t>
            </w:r>
          </w:p>
        </w:tc>
      </w:tr>
      <w:tr w:rsidR="002A135F" w:rsidRPr="002849CB" w:rsidTr="002849CB">
        <w:tc>
          <w:tcPr>
            <w:tcW w:w="555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877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Тарасюк Михайло Михайлович</w:t>
            </w:r>
          </w:p>
        </w:tc>
        <w:tc>
          <w:tcPr>
            <w:tcW w:w="362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Хмелівківська сільська рада</w:t>
            </w:r>
          </w:p>
        </w:tc>
        <w:tc>
          <w:tcPr>
            <w:tcW w:w="255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31.03.2011 №072050004000009</w:t>
            </w:r>
          </w:p>
        </w:tc>
        <w:tc>
          <w:tcPr>
            <w:tcW w:w="1456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7,7779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99 437,06</w:t>
            </w:r>
          </w:p>
        </w:tc>
        <w:tc>
          <w:tcPr>
            <w:tcW w:w="1862" w:type="dxa"/>
          </w:tcPr>
          <w:p w:rsidR="002A135F" w:rsidRPr="002849CB" w:rsidRDefault="002A135F" w:rsidP="00284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49CB">
              <w:rPr>
                <w:rFonts w:ascii="Times New Roman" w:hAnsi="Times New Roman"/>
                <w:sz w:val="28"/>
                <w:szCs w:val="28"/>
                <w:lang w:val="uk-UA"/>
              </w:rPr>
              <w:t>2 983,11</w:t>
            </w:r>
          </w:p>
        </w:tc>
      </w:tr>
    </w:tbl>
    <w:p w:rsidR="002A135F" w:rsidRDefault="002A135F">
      <w:pPr>
        <w:rPr>
          <w:rFonts w:ascii="Times New Roman" w:hAnsi="Times New Roman"/>
          <w:sz w:val="28"/>
          <w:szCs w:val="28"/>
          <w:lang w:val="uk-UA"/>
        </w:rPr>
      </w:pPr>
    </w:p>
    <w:p w:rsidR="002A135F" w:rsidRDefault="002A135F">
      <w:pPr>
        <w:rPr>
          <w:rFonts w:ascii="Times New Roman" w:hAnsi="Times New Roman"/>
          <w:sz w:val="28"/>
          <w:szCs w:val="28"/>
          <w:lang w:val="uk-UA"/>
        </w:rPr>
      </w:pPr>
    </w:p>
    <w:p w:rsidR="002A135F" w:rsidRDefault="002A135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Керівник апарату райдержадміністрації                                                                                                         С.РОМАНЮК</w:t>
      </w:r>
    </w:p>
    <w:p w:rsidR="002A135F" w:rsidRPr="00BF4902" w:rsidRDefault="002A135F">
      <w:pPr>
        <w:rPr>
          <w:rFonts w:ascii="Times New Roman" w:hAnsi="Times New Roman"/>
          <w:sz w:val="28"/>
          <w:szCs w:val="28"/>
          <w:lang w:val="uk-UA"/>
        </w:rPr>
      </w:pPr>
    </w:p>
    <w:sectPr w:rsidR="002A135F" w:rsidRPr="00BF4902" w:rsidSect="00BF49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4902"/>
    <w:rsid w:val="000C6E7D"/>
    <w:rsid w:val="001D64D0"/>
    <w:rsid w:val="002650FD"/>
    <w:rsid w:val="002849CB"/>
    <w:rsid w:val="00297332"/>
    <w:rsid w:val="002A135F"/>
    <w:rsid w:val="00325C82"/>
    <w:rsid w:val="00355C01"/>
    <w:rsid w:val="0042364C"/>
    <w:rsid w:val="004D4527"/>
    <w:rsid w:val="004E5D8A"/>
    <w:rsid w:val="006E6CE1"/>
    <w:rsid w:val="006F660F"/>
    <w:rsid w:val="0088676B"/>
    <w:rsid w:val="008D7C4F"/>
    <w:rsid w:val="00901196"/>
    <w:rsid w:val="009A20E6"/>
    <w:rsid w:val="00B94902"/>
    <w:rsid w:val="00BD779B"/>
    <w:rsid w:val="00BF4902"/>
    <w:rsid w:val="00E3298F"/>
    <w:rsid w:val="00EC4966"/>
    <w:rsid w:val="00F92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52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F490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2</Pages>
  <Words>346</Words>
  <Characters>1975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10</cp:revision>
  <dcterms:created xsi:type="dcterms:W3CDTF">2017-03-29T13:40:00Z</dcterms:created>
  <dcterms:modified xsi:type="dcterms:W3CDTF">2017-04-13T06:53:00Z</dcterms:modified>
</cp:coreProperties>
</file>